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8EE426" w14:textId="5B9EB59C" w:rsidR="001C2DD7" w:rsidRPr="00F01A5D" w:rsidRDefault="004A5372" w:rsidP="00474CB4">
      <w:pPr>
        <w:spacing w:line="360" w:lineRule="auto"/>
        <w:rPr>
          <w:rFonts w:ascii="Roboto" w:hAnsi="Roboto" w:cs="Arial"/>
          <w:b/>
          <w:color w:val="00684B"/>
          <w:sz w:val="36"/>
          <w:szCs w:val="44"/>
        </w:rPr>
      </w:pPr>
      <w:r>
        <w:rPr>
          <w:noProof/>
        </w:rPr>
        <w:drawing>
          <wp:anchor distT="0" distB="0" distL="114300" distR="114300" simplePos="0" relativeHeight="251666432" behindDoc="0" locked="0" layoutInCell="1" allowOverlap="1" wp14:anchorId="658D929C" wp14:editId="5D13D575">
            <wp:simplePos x="0" y="0"/>
            <wp:positionH relativeFrom="column">
              <wp:posOffset>3259873</wp:posOffset>
            </wp:positionH>
            <wp:positionV relativeFrom="paragraph">
              <wp:posOffset>-233680</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sidR="001C2DD7">
        <w:rPr>
          <w:noProof/>
          <w:lang w:val="en-GB" w:eastAsia="en-GB"/>
        </w:rPr>
        <mc:AlternateContent>
          <mc:Choice Requires="wps">
            <w:drawing>
              <wp:anchor distT="0" distB="0" distL="114300" distR="114300" simplePos="0" relativeHeight="251662336" behindDoc="0" locked="0" layoutInCell="1" allowOverlap="1" wp14:anchorId="0BECD49D" wp14:editId="17A54CD3">
                <wp:simplePos x="0" y="0"/>
                <wp:positionH relativeFrom="column">
                  <wp:posOffset>4134485</wp:posOffset>
                </wp:positionH>
                <wp:positionV relativeFrom="paragraph">
                  <wp:posOffset>-135255</wp:posOffset>
                </wp:positionV>
                <wp:extent cx="2520950" cy="360000"/>
                <wp:effectExtent l="0" t="0" r="0" b="2540"/>
                <wp:wrapNone/>
                <wp:docPr id="5"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36CBD656" w14:textId="77777777" w:rsidR="00237F69" w:rsidRPr="00AC4E01" w:rsidRDefault="00F570A1" w:rsidP="008E25D5">
                            <w:pPr>
                              <w:rPr>
                                <w:rFonts w:ascii="Arial" w:hAnsi="Arial" w:cs="Arial"/>
                                <w:b/>
                                <w:color w:val="FFFFFF" w:themeColor="background1"/>
                                <w:sz w:val="36"/>
                                <w:szCs w:val="36"/>
                                <w:lang w:val="fr-FR"/>
                              </w:rPr>
                            </w:pPr>
                            <w:r>
                              <w:rPr>
                                <w:rFonts w:ascii="Arial" w:hAnsi="Arial" w:cs="Arial"/>
                                <w:b/>
                                <w:color w:val="FFFFFF" w:themeColor="background1"/>
                                <w:sz w:val="36"/>
                                <w:szCs w:val="36"/>
                                <w:lang w:val="fr-FR"/>
                              </w:rPr>
                              <w:t>Role Play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ECD49D" id="_x0000_t202" coordsize="21600,21600" o:spt="202" path="m,l,21600r21600,l21600,xe">
                <v:stroke joinstyle="miter"/>
                <v:path gradientshapeok="t" o:connecttype="rect"/>
              </v:shapetype>
              <v:shape id="Zone de texte 5" o:spid="_x0000_s1026" type="#_x0000_t202" style="position:absolute;margin-left:325.55pt;margin-top:-10.65pt;width:198.5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" fillcolor="#4f2f6c" stroked="f" strokeweight=".5pt">
                <v:textbox>
                  <w:txbxContent>
                    <w:p w14:paraId="36CBD656" w14:textId="77777777" w:rsidR="00237F69" w:rsidRPr="00AC4E01" w:rsidRDefault="00F570A1" w:rsidP="008E25D5">
                      <w:pPr>
                        <w:rPr>
                          <w:rFonts w:ascii="Arial" w:hAnsi="Arial" w:cs="Arial"/>
                          <w:b/>
                          <w:color w:val="FFFFFF" w:themeColor="background1"/>
                          <w:sz w:val="36"/>
                          <w:szCs w:val="36"/>
                          <w:lang w:val="fr-FR"/>
                        </w:rPr>
                      </w:pPr>
                      <w:proofErr w:type="spellStart"/>
                      <w:r>
                        <w:rPr>
                          <w:rFonts w:ascii="Arial" w:hAnsi="Arial" w:cs="Arial"/>
                          <w:b/>
                          <w:color w:val="FFFFFF" w:themeColor="background1"/>
                          <w:sz w:val="36"/>
                          <w:szCs w:val="36"/>
                          <w:lang w:val="fr-FR"/>
                        </w:rPr>
                        <w:t>Role</w:t>
                      </w:r>
                      <w:proofErr w:type="spellEnd"/>
                      <w:r>
                        <w:rPr>
                          <w:rFonts w:ascii="Arial" w:hAnsi="Arial" w:cs="Arial"/>
                          <w:b/>
                          <w:color w:val="FFFFFF" w:themeColor="background1"/>
                          <w:sz w:val="36"/>
                          <w:szCs w:val="36"/>
                          <w:lang w:val="fr-FR"/>
                        </w:rPr>
                        <w:t xml:space="preserve"> Play</w:t>
                      </w:r>
                    </w:p>
                  </w:txbxContent>
                </v:textbox>
              </v:shape>
            </w:pict>
          </mc:Fallback>
        </mc:AlternateContent>
      </w:r>
    </w:p>
    <w:p w14:paraId="4DD38029" w14:textId="7F438052" w:rsidR="008E25D5" w:rsidRPr="00F01A5D" w:rsidRDefault="008E25D5" w:rsidP="00474CB4">
      <w:pPr>
        <w:spacing w:line="360" w:lineRule="auto"/>
        <w:rPr>
          <w:rFonts w:ascii="Roboto" w:hAnsi="Roboto" w:cs="Arial"/>
          <w:b/>
          <w:color w:val="00684B"/>
          <w:sz w:val="36"/>
          <w:szCs w:val="44"/>
        </w:rPr>
      </w:pPr>
    </w:p>
    <w:p w14:paraId="45E8967C" w14:textId="75A8F724" w:rsidR="00097F81" w:rsidRPr="00F01A5D" w:rsidRDefault="001357A1" w:rsidP="00097F81">
      <w:pPr>
        <w:spacing w:after="120"/>
        <w:rPr>
          <w:rFonts w:ascii="Roboto Slab" w:hAnsi="Roboto Slab" w:cs="Arial"/>
          <w:b/>
          <w:color w:val="00684B"/>
          <w:sz w:val="44"/>
          <w:szCs w:val="44"/>
        </w:rPr>
      </w:pPr>
      <w:r w:rsidRPr="001357A1">
        <w:rPr>
          <w:rFonts w:ascii="Roboto Slab" w:hAnsi="Roboto Slab" w:cs="Arial"/>
          <w:b/>
          <w:color w:val="00684B"/>
          <w:sz w:val="44"/>
          <w:szCs w:val="44"/>
        </w:rPr>
        <w:t>Arancibia</w:t>
      </w:r>
      <w:r w:rsidR="00407644">
        <w:rPr>
          <w:rFonts w:ascii="Roboto Slab" w:hAnsi="Roboto Slab" w:cs="Arial"/>
          <w:b/>
          <w:color w:val="00684B"/>
          <w:sz w:val="44"/>
          <w:szCs w:val="44"/>
        </w:rPr>
        <w:t>, Inc</w:t>
      </w:r>
      <w:r w:rsidR="00B47EEB">
        <w:rPr>
          <w:rFonts w:ascii="Roboto Slab" w:hAnsi="Roboto Slab" w:cs="Arial"/>
          <w:b/>
          <w:color w:val="00684B"/>
          <w:sz w:val="44"/>
          <w:szCs w:val="44"/>
        </w:rPr>
        <w:t>:</w:t>
      </w:r>
    </w:p>
    <w:p w14:paraId="06E1FAFA" w14:textId="4485C7ED" w:rsidR="00474CB4" w:rsidRPr="00097F81" w:rsidRDefault="001357A1" w:rsidP="00097F81">
      <w:pPr>
        <w:spacing w:after="120"/>
        <w:rPr>
          <w:rFonts w:ascii="Roboto Slab Light" w:hAnsi="Roboto Slab Light" w:cs="Arial"/>
          <w:color w:val="00684B"/>
          <w:sz w:val="36"/>
          <w:szCs w:val="36"/>
        </w:rPr>
      </w:pPr>
      <w:r w:rsidRPr="001357A1">
        <w:rPr>
          <w:rFonts w:ascii="Roboto Slab Light" w:hAnsi="Roboto Slab Light" w:cs="Arial"/>
          <w:color w:val="00684B"/>
          <w:sz w:val="36"/>
          <w:szCs w:val="36"/>
        </w:rPr>
        <w:t xml:space="preserve">Confidential </w:t>
      </w:r>
      <w:r w:rsidR="000E4D69">
        <w:rPr>
          <w:rFonts w:ascii="Roboto Slab Light" w:hAnsi="Roboto Slab Light" w:cs="Arial"/>
          <w:color w:val="00684B"/>
          <w:sz w:val="36"/>
          <w:szCs w:val="36"/>
        </w:rPr>
        <w:t>I</w:t>
      </w:r>
      <w:r w:rsidRPr="001357A1">
        <w:rPr>
          <w:rFonts w:ascii="Roboto Slab Light" w:hAnsi="Roboto Slab Light" w:cs="Arial"/>
          <w:color w:val="00684B"/>
          <w:sz w:val="36"/>
          <w:szCs w:val="36"/>
        </w:rPr>
        <w:t>nformation for Cristobal Arancibia</w:t>
      </w:r>
    </w:p>
    <w:p w14:paraId="2665F9D3" w14:textId="20AC6855" w:rsidR="00C9128A" w:rsidRPr="00DF27FA" w:rsidRDefault="001357A1" w:rsidP="00332F22">
      <w:pPr>
        <w:pStyle w:val="CaseNCoverPage"/>
        <w:framePr w:wrap="notBeside" w:hAnchor="page" w:x="1419" w:y="11698"/>
        <w:rPr>
          <w:rFonts w:ascii="Roboto" w:hAnsi="Roboto" w:cs="Arial"/>
        </w:rPr>
      </w:pPr>
      <w:r>
        <w:rPr>
          <w:rFonts w:ascii="Roboto" w:hAnsi="Roboto" w:cs="Arial"/>
        </w:rPr>
        <w:t>0</w:t>
      </w:r>
      <w:r w:rsidR="00DE38D4">
        <w:rPr>
          <w:rFonts w:ascii="Roboto" w:hAnsi="Roboto" w:cs="Arial"/>
        </w:rPr>
        <w:t>6</w:t>
      </w:r>
      <w:r w:rsidR="00F01A5D" w:rsidRPr="00DF27FA">
        <w:rPr>
          <w:rFonts w:ascii="Roboto" w:hAnsi="Roboto" w:cs="Arial"/>
        </w:rPr>
        <w:t>/</w:t>
      </w:r>
      <w:r>
        <w:rPr>
          <w:rFonts w:ascii="Roboto" w:hAnsi="Roboto" w:cs="Arial"/>
        </w:rPr>
        <w:t>2025</w:t>
      </w:r>
      <w:r w:rsidR="00F01A5D" w:rsidRPr="00DF27FA">
        <w:rPr>
          <w:rFonts w:ascii="Roboto" w:hAnsi="Roboto" w:cs="Arial"/>
        </w:rPr>
        <w:t>-</w:t>
      </w:r>
      <w:r>
        <w:rPr>
          <w:rFonts w:ascii="Roboto" w:hAnsi="Roboto" w:cs="Arial"/>
        </w:rPr>
        <w:t>7012</w:t>
      </w:r>
    </w:p>
    <w:p w14:paraId="06A5E980" w14:textId="73115BEF" w:rsidR="00332F22" w:rsidRDefault="00332F22" w:rsidP="00332F22">
      <w:pPr>
        <w:pStyle w:val="CreditLines"/>
        <w:framePr w:w="9044" w:wrap="notBeside" w:hAnchor="page" w:x="1419" w:y="12106"/>
        <w:rPr>
          <w:rFonts w:ascii="Roboto" w:hAnsi="Roboto" w:cs="Arial"/>
        </w:rPr>
      </w:pPr>
      <w:r w:rsidRPr="00DF27FA">
        <w:rPr>
          <w:rFonts w:ascii="Roboto" w:hAnsi="Roboto" w:cs="Arial"/>
        </w:rPr>
        <w:t xml:space="preserve">This </w:t>
      </w:r>
      <w:r>
        <w:rPr>
          <w:rFonts w:ascii="Roboto" w:hAnsi="Roboto" w:cs="Arial"/>
        </w:rPr>
        <w:t>role play</w:t>
      </w:r>
      <w:r w:rsidRPr="00DF27FA">
        <w:rPr>
          <w:rFonts w:ascii="Roboto" w:hAnsi="Roboto" w:cs="Arial"/>
        </w:rPr>
        <w:t xml:space="preserve"> was written by </w:t>
      </w:r>
      <w:r w:rsidRPr="001357A1">
        <w:rPr>
          <w:rFonts w:ascii="Roboto" w:hAnsi="Roboto" w:cs="Arial"/>
        </w:rPr>
        <w:t xml:space="preserve">Shawn Chan, Predoctoral Research Associate at INSEAD, and </w:t>
      </w:r>
      <w:bookmarkStart w:id="0" w:name="_Hlk199341557"/>
      <w:r>
        <w:rPr>
          <w:rFonts w:ascii="Roboto" w:hAnsi="Roboto" w:cs="Arial"/>
        </w:rPr>
        <w:t>Sourav Ag</w:t>
      </w:r>
      <w:r w:rsidR="00207A72">
        <w:rPr>
          <w:rFonts w:ascii="Roboto" w:hAnsi="Roboto" w:cs="Arial"/>
        </w:rPr>
        <w:t>g</w:t>
      </w:r>
      <w:r>
        <w:rPr>
          <w:rFonts w:ascii="Roboto" w:hAnsi="Roboto" w:cs="Arial"/>
        </w:rPr>
        <w:t>r</w:t>
      </w:r>
      <w:r w:rsidR="00207A72">
        <w:rPr>
          <w:rFonts w:ascii="Roboto" w:hAnsi="Roboto" w:cs="Arial"/>
        </w:rPr>
        <w:t>a</w:t>
      </w:r>
      <w:r>
        <w:rPr>
          <w:rFonts w:ascii="Roboto" w:hAnsi="Roboto" w:cs="Arial"/>
        </w:rPr>
        <w:t>wal</w:t>
      </w:r>
      <w:bookmarkEnd w:id="0"/>
      <w:r w:rsidRPr="001357A1">
        <w:rPr>
          <w:rFonts w:ascii="Roboto" w:hAnsi="Roboto" w:cs="Arial"/>
        </w:rPr>
        <w:t>, under the supervision of Martin Schweinsberg, Associate Professor of Organisational Behaviour at ESMT Berlin, Horacio Falcão, Professor of Management Practice of Decision Sciences at INSEAD, and Eric Uhlmann, Professor of Organisational Behaviour at INSEAD</w:t>
      </w:r>
      <w:r w:rsidRPr="00DF27FA">
        <w:rPr>
          <w:rFonts w:ascii="Roboto" w:hAnsi="Roboto" w:cs="Arial"/>
        </w:rPr>
        <w:t xml:space="preserve">. It is intended to be used as a basis for class discussion rather than to illustrate either effective or ineffective handling </w:t>
      </w:r>
      <w:r>
        <w:rPr>
          <w:rFonts w:ascii="Roboto" w:hAnsi="Roboto" w:cs="Arial"/>
        </w:rPr>
        <w:t>of an administrative situation.</w:t>
      </w:r>
    </w:p>
    <w:p w14:paraId="25FB98D0" w14:textId="1A73AC86" w:rsidR="00332F22" w:rsidRPr="000E4D69" w:rsidRDefault="00332F22" w:rsidP="00332F22">
      <w:pPr>
        <w:pStyle w:val="Heading3"/>
        <w:framePr w:w="9044" w:hSpace="181" w:vSpace="181" w:wrap="notBeside" w:vAnchor="page" w:hAnchor="page" w:x="1419" w:y="12106"/>
        <w:spacing w:before="0" w:after="120"/>
        <w:jc w:val="both"/>
        <w:rPr>
          <w:rFonts w:ascii="Roboto" w:eastAsia="Times New Roman" w:hAnsi="Roboto" w:cs="Arial"/>
          <w:bCs/>
          <w:color w:val="auto"/>
          <w:sz w:val="20"/>
          <w:lang w:val="en-GB"/>
        </w:rPr>
      </w:pPr>
      <w:r w:rsidRPr="00FC43C2">
        <w:rPr>
          <w:rFonts w:ascii="Roboto" w:eastAsia="Times New Roman" w:hAnsi="Roboto" w:cs="Arial"/>
          <w:bCs/>
          <w:color w:val="auto"/>
          <w:sz w:val="20"/>
          <w:lang w:val="en-GB"/>
        </w:rPr>
        <w:t>The authors gratefully acknowledge funding from the</w:t>
      </w:r>
      <w:r w:rsidR="00217657">
        <w:rPr>
          <w:rFonts w:ascii="Roboto" w:eastAsia="Times New Roman" w:hAnsi="Roboto" w:cs="Arial"/>
          <w:bCs/>
          <w:color w:val="auto"/>
          <w:sz w:val="20"/>
          <w:lang w:val="en-GB"/>
        </w:rPr>
        <w:t xml:space="preserve"> INSEAD</w:t>
      </w:r>
      <w:r w:rsidRPr="00FC43C2">
        <w:rPr>
          <w:rFonts w:ascii="Roboto" w:eastAsia="Times New Roman" w:hAnsi="Roboto" w:cs="Arial"/>
          <w:bCs/>
          <w:color w:val="auto"/>
          <w:sz w:val="20"/>
          <w:lang w:val="en-GB"/>
        </w:rPr>
        <w:t xml:space="preserve"> Hoffmann Institute.</w:t>
      </w:r>
    </w:p>
    <w:p w14:paraId="40222336" w14:textId="77777777" w:rsidR="00332F22" w:rsidRPr="00DF27FA" w:rsidRDefault="00332F22" w:rsidP="00332F22">
      <w:pPr>
        <w:pStyle w:val="CreditLines"/>
        <w:framePr w:w="9044" w:wrap="notBeside" w:hAnchor="page" w:x="1419" w:y="12106"/>
        <w:widowControl w:val="0"/>
        <w:rPr>
          <w:rFonts w:ascii="Roboto" w:hAnsi="Roboto" w:cs="Arial"/>
          <w:bCs w:val="0"/>
        </w:rPr>
      </w:pPr>
      <w:r w:rsidRPr="005A3D8E">
        <w:rPr>
          <w:rFonts w:ascii="Roboto" w:hAnsi="Roboto"/>
          <w:lang w:val="en-US"/>
        </w:rPr>
        <w:t xml:space="preserve">To access INSEAD teaching materials, go to </w:t>
      </w:r>
      <w:hyperlink r:id="rId12" w:history="1">
        <w:r w:rsidRPr="005A3D8E">
          <w:rPr>
            <w:rStyle w:val="Hyperlink"/>
            <w:rFonts w:ascii="Roboto" w:hAnsi="Roboto"/>
            <w:lang w:val="en-US"/>
          </w:rPr>
          <w:t>https://publishing.insead.edu/</w:t>
        </w:r>
      </w:hyperlink>
      <w:r w:rsidRPr="005A3D8E">
        <w:rPr>
          <w:rFonts w:ascii="Roboto" w:hAnsi="Roboto"/>
          <w:color w:val="1F497D"/>
          <w:lang w:val="en-US"/>
        </w:rPr>
        <w:t>.</w:t>
      </w:r>
    </w:p>
    <w:p w14:paraId="78AD9948" w14:textId="77777777" w:rsidR="00332F22" w:rsidRPr="00DF27FA" w:rsidRDefault="00332F22" w:rsidP="00332F22">
      <w:pPr>
        <w:pStyle w:val="CreditLines"/>
        <w:framePr w:w="9044" w:wrap="notBeside" w:hAnchor="page" w:x="1419" w:y="12106"/>
        <w:rPr>
          <w:rFonts w:ascii="Roboto" w:hAnsi="Roboto" w:cs="Arial"/>
        </w:rPr>
      </w:pPr>
      <w:r w:rsidRPr="00DF27FA">
        <w:rPr>
          <w:rFonts w:ascii="Roboto" w:hAnsi="Roboto" w:cs="Arial"/>
        </w:rPr>
        <w:t xml:space="preserve">Copyright © </w:t>
      </w:r>
      <w:r>
        <w:rPr>
          <w:rFonts w:ascii="Roboto" w:hAnsi="Roboto" w:cs="Arial"/>
        </w:rPr>
        <w:t>2025</w:t>
      </w:r>
      <w:r w:rsidRPr="00DF27FA">
        <w:rPr>
          <w:rFonts w:ascii="Roboto" w:hAnsi="Roboto" w:cs="Arial"/>
        </w:rPr>
        <w:t xml:space="preserve"> INSEAD</w:t>
      </w:r>
      <w:r>
        <w:rPr>
          <w:rFonts w:ascii="Roboto" w:hAnsi="Roboto" w:cs="Arial"/>
        </w:rPr>
        <w:t>. All rights reserved.</w:t>
      </w:r>
    </w:p>
    <w:p w14:paraId="36DE4C67" w14:textId="77777777" w:rsidR="00332F22" w:rsidRDefault="00332F22" w:rsidP="00332F22">
      <w:pPr>
        <w:pStyle w:val="CreditLines"/>
        <w:framePr w:w="9044" w:wrap="notBeside" w:hAnchor="page" w:x="1419" w:y="12106"/>
        <w:rPr>
          <w:rFonts w:ascii="Roboto" w:hAnsi="Roboto" w:cs="Arial"/>
          <w:smallCaps/>
          <w:sz w:val="16"/>
        </w:rPr>
      </w:pPr>
      <w:r w:rsidRPr="00CA721B">
        <w:rPr>
          <w:rFonts w:ascii="Roboto" w:hAnsi="Roboto" w:cs="Arial"/>
          <w:smallCaps/>
          <w:sz w:val="15"/>
          <w:szCs w:val="15"/>
        </w:rPr>
        <w:t>No part of this publication may be copied, stored, transmitted, translated, reproduced or distributed in any form, medium, application, or system without the permission of the copyright owner. Such restriction shall also cover AI systems and AI models.</w:t>
      </w:r>
    </w:p>
    <w:p w14:paraId="312DE58D" w14:textId="77777777" w:rsidR="00474CB4" w:rsidRDefault="00F01A5D" w:rsidP="00474CB4">
      <w:pPr>
        <w:spacing w:line="360" w:lineRule="auto"/>
        <w:rPr>
          <w:rFonts w:ascii="Arial" w:hAnsi="Arial" w:cs="Arial"/>
          <w:color w:val="00684B"/>
          <w:sz w:val="36"/>
          <w:szCs w:val="36"/>
        </w:rPr>
        <w:sectPr w:rsidR="00474CB4" w:rsidSect="003C17C2">
          <w:headerReference w:type="default" r:id="rId13"/>
          <w:footerReference w:type="even" r:id="rId14"/>
          <w:pgSz w:w="11906" w:h="16838" w:code="9"/>
          <w:pgMar w:top="2569" w:right="1418" w:bottom="1531" w:left="1418" w:header="851" w:footer="709" w:gutter="0"/>
          <w:cols w:space="720"/>
          <w:docGrid w:linePitch="326"/>
        </w:sectPr>
      </w:pPr>
      <w:r>
        <w:rPr>
          <w:noProof/>
          <w:lang w:val="en-GB" w:eastAsia="en-GB"/>
        </w:rPr>
        <mc:AlternateContent>
          <mc:Choice Requires="wps">
            <w:drawing>
              <wp:anchor distT="45720" distB="45720" distL="114300" distR="114300" simplePos="0" relativeHeight="251664384" behindDoc="0" locked="0" layoutInCell="1" allowOverlap="1" wp14:anchorId="3B810090" wp14:editId="07EA89D8">
                <wp:simplePos x="0" y="0"/>
                <wp:positionH relativeFrom="margin">
                  <wp:align>right</wp:align>
                </wp:positionH>
                <wp:positionV relativeFrom="paragraph">
                  <wp:posOffset>367030</wp:posOffset>
                </wp:positionV>
                <wp:extent cx="5759450" cy="2800350"/>
                <wp:effectExtent l="0" t="0" r="0" b="0"/>
                <wp:wrapSquare wrapText="bothSides"/>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2800350"/>
                        </a:xfrm>
                        <a:prstGeom prst="rect">
                          <a:avLst/>
                        </a:prstGeom>
                        <a:solidFill>
                          <a:srgbClr val="FFFFFF"/>
                        </a:solidFill>
                        <a:ln w="9525">
                          <a:noFill/>
                          <a:miter lim="800000"/>
                          <a:headEnd/>
                          <a:tailEnd/>
                        </a:ln>
                      </wps:spPr>
                      <wps:txbx>
                        <w:txbxContent>
                          <w:p w14:paraId="2D952CEB" w14:textId="4BB6E448" w:rsidR="00D25AA8" w:rsidRPr="002B62D3" w:rsidRDefault="00D25AA8" w:rsidP="006D2128">
                            <w:pPr>
                              <w:jc w:val="center"/>
                              <w:rPr>
                                <w:rFonts w:ascii="Arial" w:hAnsi="Arial" w:cs="Arial"/>
                                <w:i/>
                                <w:color w:val="00684B"/>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810090" id="Zone de texte 2" o:spid="_x0000_s1027" type="#_x0000_t202" style="position:absolute;margin-left:402.3pt;margin-top:28.9pt;width:453.5pt;height:220.5pt;z-index:25166438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" stroked="f">
                <v:textbox>
                  <w:txbxContent>
                    <w:p w14:paraId="2D952CEB" w14:textId="4BB6E448" w:rsidR="00D25AA8" w:rsidRPr="002B62D3" w:rsidRDefault="00D25AA8" w:rsidP="006D2128">
                      <w:pPr>
                        <w:jc w:val="center"/>
                        <w:rPr>
                          <w:rFonts w:ascii="Arial" w:hAnsi="Arial" w:cs="Arial"/>
                          <w:i/>
                          <w:color w:val="00684B"/>
                          <w:sz w:val="32"/>
                          <w:szCs w:val="32"/>
                        </w:rPr>
                      </w:pPr>
                    </w:p>
                  </w:txbxContent>
                </v:textbox>
                <w10:wrap type="square" anchorx="margin"/>
              </v:shape>
            </w:pict>
          </mc:Fallback>
        </mc:AlternateContent>
      </w:r>
      <w:r w:rsidR="00474CB4" w:rsidRPr="00474CB4">
        <w:rPr>
          <w:rFonts w:ascii="Arial" w:hAnsi="Arial" w:cs="Arial"/>
          <w:sz w:val="28"/>
          <w:szCs w:val="28"/>
        </w:rPr>
        <w:t xml:space="preserve"> </w:t>
      </w:r>
    </w:p>
    <w:p w14:paraId="7C8E645F" w14:textId="7CBC09AB" w:rsidR="00BA3039" w:rsidRDefault="00BA3039" w:rsidP="004A5372">
      <w:pPr>
        <w:pStyle w:val="Title1"/>
        <w:spacing w:before="0"/>
      </w:pPr>
      <w:r>
        <w:lastRenderedPageBreak/>
        <w:t>General Information</w:t>
      </w:r>
    </w:p>
    <w:p w14:paraId="03C40E9E" w14:textId="4D23318D" w:rsidR="00BA3039" w:rsidRDefault="00BA3039" w:rsidP="00BA3039">
      <w:pPr>
        <w:pStyle w:val="StandardParagraph"/>
      </w:pPr>
      <w:r>
        <w:t>Arancibia, Inc began in 1984 in the small city of Quillota, the local capital of the Valparaíso Region of Chile, as a small family-run trading company in the electrical sector. The firm imports batteries, inverters, and related products from outside the country and sells them in Chile, further providing installation services. Over time Arancibia, Inc has blossomed into an approximately $50 million USD value Small and Medium Enterprise (SME) through the collective efforts of the five Arancibia brothers, who rose from Chile’s callampas (slums) to a position of wealth and prominence in the local community.</w:t>
      </w:r>
    </w:p>
    <w:p w14:paraId="02A54428" w14:textId="77777777" w:rsidR="00BA3039" w:rsidRDefault="00BA3039" w:rsidP="00BA3039">
      <w:pPr>
        <w:pStyle w:val="StandardParagraph"/>
      </w:pPr>
      <w:r>
        <w:t xml:space="preserve">Among the brothers, Francisco Arancibia was instrumental in the early ideation and foundation of the company over its first two decades and initially held a 30% ownership stake. However, as the business started to expand, Francisco gradually withdrew due to his struggles with clinical depression. Over the subsequent two decades, this was associated with a major reduction in his ownership – a decision made unilaterally by his four brothers, especially the eldest brother and now family patriarch Vito Arancibia, yet not contested by Francisco. Today, in 2025, Francisco’s current stake in the family firm is 10%, with his 5 children only scheduled to finally receive legal shares after Francisco passes away. In contrast, Vito’s share has grown to 30% and the other 3 brothers hold 20% of shares each. </w:t>
      </w:r>
    </w:p>
    <w:p w14:paraId="07BC091D" w14:textId="1CC58A62" w:rsidR="00BA3039" w:rsidRDefault="00BA3039" w:rsidP="00BA3039">
      <w:pPr>
        <w:pStyle w:val="StandardParagraph"/>
      </w:pPr>
      <w:r>
        <w:t>It is the norm in the family business to handle everything informally through discussions within the family, supervised by their patriarch Vito, rather than sign formal legal agreements. The elder generation expect their children to wait for their inheritance and legal stake in the company until after their parents pass away. There are no contracts or processes in place to rely on in case of disagreements or disputes. Due to his mental health, Francisco no longer plays any active role in the company or family’s decision making. Vito has taken over formal leadership and holds effectively all of the decision-making power at the company.</w:t>
      </w:r>
    </w:p>
    <w:p w14:paraId="16CFB4ED" w14:textId="615A83A7" w:rsidR="00BA3039" w:rsidRDefault="00BA3039" w:rsidP="00BA3039">
      <w:pPr>
        <w:pStyle w:val="StandardParagraph"/>
      </w:pPr>
      <w:r>
        <w:t>Francisco’s eldest son Cristobal is an electrical engineer with a keen interest in clean energy. A decade ago, Cristobal sought to diversify the family’s business interests by launching a solar panel intrapreneurial venture, securing $500,000 USD in seed funding from Vito. Over the next four years, from 2015-2019, Cristobal built a base of customers across various industries, set up the supply chain, and formed a small hands-on team to do the operations. Under the umbrella of the SME, which provided the working capital, he built the solar power intrapreneurial venture to a $1M USD valuation. However, rather than continuing to scale the business himself, Cristobal chose to step away to pursue his education further, leaving the solar panel business’s day-to-day operations in the hands of professional manager Alberto who subsequently reported to Vito. The solar panel venture’s value grew to $5M over the next six years, significantly increasing the entire firm’s market potential and factoring into the total $50M value of Arancibia, Inc.</w:t>
      </w:r>
    </w:p>
    <w:p w14:paraId="395C9CD9" w14:textId="68798464" w:rsidR="00072822" w:rsidRDefault="00072822">
      <w:pPr>
        <w:rPr>
          <w:rFonts w:ascii="Roboto" w:hAnsi="Roboto"/>
          <w:sz w:val="22"/>
          <w:szCs w:val="22"/>
        </w:rPr>
      </w:pPr>
      <w:r>
        <w:br w:type="page"/>
      </w:r>
    </w:p>
    <w:p w14:paraId="02C04270" w14:textId="15560405" w:rsidR="00BA3039" w:rsidRDefault="00BA3039" w:rsidP="00BA3039">
      <w:pPr>
        <w:pStyle w:val="StandardParagraph"/>
      </w:pPr>
      <w:r>
        <w:lastRenderedPageBreak/>
        <w:t>With the larger parent firm now preparing for a public offering (IPO), Vito is looking to formally absorb the solar panel intrapreneurial venture into Arancibia, Inc. From Vito’s perspective, this consolidation would maximize the company’s value for the IPO (to the full $50 million USD) and create opportunities for future expansion. Cristobal, however, is strongly opposed to this move, believing that it would erase his contributions and strip him of any meaningful control over what he created. The disagreement recently escalated into a public confrontation between the two, in which insults and accusations were exchanged in front of the extended family during a gathering at Vito’s house. Cristobal threatened to sue for financial fraud in the Chilean courts and ruin the planned public offering for Arancibia, Inc –outraging Vito, who threw him out of his house and has not communicated with him since. Following the confrontation, Cristobal left the country to pursue an MBA in France at the prestigious Vandelans business school. Meanwhile, Vito has unilaterally initiated the formal absorption of the solar intrapreneurial venture into the larger Arancibia firm.</w:t>
      </w:r>
    </w:p>
    <w:p w14:paraId="2C15C3FD" w14:textId="77777777" w:rsidR="00BA3039" w:rsidRDefault="00BA3039" w:rsidP="00BA3039">
      <w:pPr>
        <w:pStyle w:val="StandardParagraph"/>
      </w:pPr>
      <w:r>
        <w:t xml:space="preserve">If Cristobal were to carry out his threat to go to court and file a civil lawsuit, resolving the case via Chile’s inefficient legal system could take 10-15 years, blocking the IPO for the larger Arancibia parent company and leaving the solar panel business in an extended limbo as well. The negative publicity would also stain the family’s reputation in the community and lower the financial value of both the solar panel venture and larger parent firm substantially. </w:t>
      </w:r>
    </w:p>
    <w:p w14:paraId="2B77E486" w14:textId="77777777" w:rsidR="00BA3039" w:rsidRDefault="00BA3039" w:rsidP="00BA3039">
      <w:pPr>
        <w:pStyle w:val="StandardParagraph"/>
      </w:pPr>
      <w:r>
        <w:t xml:space="preserve">In an effort to avoid further escalation of conflict, Vito and Cristobal have agreed to meet to attempt to negotiate a settlement. </w:t>
      </w:r>
    </w:p>
    <w:p w14:paraId="3186C598" w14:textId="77777777" w:rsidR="00BA3039" w:rsidRDefault="00BA3039" w:rsidP="00BA3039">
      <w:pPr>
        <w:pStyle w:val="StandardParagraph"/>
      </w:pPr>
    </w:p>
    <w:p w14:paraId="1A5714B0" w14:textId="2AA40444" w:rsidR="00072822" w:rsidRDefault="00072822">
      <w:pPr>
        <w:rPr>
          <w:rFonts w:ascii="Roboto" w:hAnsi="Roboto"/>
          <w:sz w:val="22"/>
          <w:szCs w:val="22"/>
        </w:rPr>
      </w:pPr>
      <w:r>
        <w:br w:type="page"/>
      </w:r>
    </w:p>
    <w:p w14:paraId="19C16DD2" w14:textId="77777777" w:rsidR="00BA3039" w:rsidRDefault="00BA3039" w:rsidP="00072822">
      <w:pPr>
        <w:pStyle w:val="Title1"/>
      </w:pPr>
      <w:r>
        <w:lastRenderedPageBreak/>
        <w:t>Confidential information for Cristobal Arancibia</w:t>
      </w:r>
    </w:p>
    <w:p w14:paraId="627F1E68" w14:textId="77777777" w:rsidR="00BA3039" w:rsidRDefault="00BA3039" w:rsidP="00BA3039">
      <w:pPr>
        <w:pStyle w:val="StandardParagraph"/>
      </w:pPr>
      <w:r>
        <w:t xml:space="preserve">Above anything else you feel frustrated, with low emotional tolerance for chaos, uncertainty, and mistrust that pervades your professional and personal life, which often feel like they have merged together into one. Comparing your journey to friends and peers, you feel you are getting behind in life, dragged down by your family rather than supported by them. As in any family-owned setup, there are emotional relationships and a lot of complex history involved in Arancibia, Inc.  Unfortunately in your case many of those emotions and experiences are negative. Your entire life, you have felt silenced and mindful of how to conduct yourself around Vito, the self-proclaimed family patriarch, who has built a wall around himself and does not like being challenged. Your uncle’s egotism knows no bounds – how he loves being called Don Arancibia and being obsequiously ushered to the front of the line at the bank and stores in town. Worse, Vito treats the family firm as his personal property. Your aging and mentally unwell father Francisco is unwilling to stand up for his interests or those of you and your four siblings. </w:t>
      </w:r>
    </w:p>
    <w:p w14:paraId="4173DD91" w14:textId="77777777" w:rsidR="00BA3039" w:rsidRDefault="00BA3039" w:rsidP="00BA3039">
      <w:pPr>
        <w:pStyle w:val="StandardParagraph"/>
      </w:pPr>
      <w:r>
        <w:t xml:space="preserve">Now not only your father but you as well have fallen prey to Vito’s schemes and manipulations. Your uncle is taking advantage of you both and siphoning away all the value you have built up through your hard work. Outrageously and illegally, Vito has unilaterally reduced your father, the company founder’s, stake in Arancibia, Inc to a mere 10%. This was no fair business practice but rather opportunistic and a deliberate strategy to consolidate power and maximize his wealth at your expense. Your father Francisco played the lead role in the ideation of and founding of the family company and deserves to retain a large share even if he reduced his day-to-day work hours later due to legitimate health issues. No one would have tolerated this if your father had struggled with repeated bouts of cancer, what makes major depression any different? </w:t>
      </w:r>
    </w:p>
    <w:p w14:paraId="6A091FC7" w14:textId="77777777" w:rsidR="00BA3039" w:rsidRDefault="00BA3039" w:rsidP="00BA3039">
      <w:pPr>
        <w:pStyle w:val="StandardParagraph"/>
      </w:pPr>
      <w:r>
        <w:t xml:space="preserve">Unless you do something now, you firmly believe that Vito’s long game is to cut your father out of Arancibia, Inc entirely, leaving you and your siblings nothing to inherit. Your father Francisco is not willing to fight his brother Vito over anything, and is further not willing to grant you any money or legal guarantees (e.g., regarding the 2% of shares in Arancibia, Inc that you stand to inherit when he passes). In fact, when you brought it up directly Francisco was extremely hurt and angry, expecting you to trust him to serve as steward for the shares and pass them on to you when he is gone. </w:t>
      </w:r>
    </w:p>
    <w:p w14:paraId="70BE93A3" w14:textId="6D295550" w:rsidR="00BA3039" w:rsidRDefault="00BA3039" w:rsidP="00BA3039">
      <w:pPr>
        <w:pStyle w:val="StandardParagraph"/>
      </w:pPr>
      <w:r>
        <w:t>History is now repeating itself with the solar panel company you created. Although Arancibia, Inc’s core business has been successful economically, as a passionate environmentalist you are left with mixed feelings about the firm’s role in the broader society and world. Batteries are not a true clean energy source because they rely on chemical energy. Inevitably, many buyers fail to recycle their batteries, and the toxic chemicals inside pollute the air and water when they are not disposed of correctly – something your family is then indirectly responsible for. Compared to many other countries, Chile has relatively few e-waste bins and collection drives providing opportunities to recycle batteries. In contrast, solar panels can be used to power homes and businesses sustainably for decades with zero environmental consequences, simultaneously reducing electricity bills for the consumer.</w:t>
      </w:r>
    </w:p>
    <w:p w14:paraId="5A32C5BB" w14:textId="77777777" w:rsidR="00BA3039" w:rsidRDefault="00BA3039" w:rsidP="00BA3039">
      <w:pPr>
        <w:pStyle w:val="StandardParagraph"/>
      </w:pPr>
    </w:p>
    <w:p w14:paraId="68D877F7" w14:textId="65BAD858" w:rsidR="00BA3039" w:rsidRDefault="00BA3039" w:rsidP="00BA3039">
      <w:pPr>
        <w:pStyle w:val="StandardParagraph"/>
      </w:pPr>
      <w:r>
        <w:t>At first, Vito was hesitant to provide the capital and resources you needed for your intrapreneurial vision since he did not want to lose control and his place as the decision maker in the family. He was obviously unsure of your credibility and commitment. Worse, he did not want to give you autonomy and clearly intended to keep you in a peripheral role in the family business forever. And yet, you proved yourself and the strength of your ideas and passion for clean solar energy. You worked hard for four years to set everything in place for the solar panel venture to become, a decade later now, an exponentially growing success. In all that time, you received only a token salary of $26k USD a year, barely the average in Chile – a pittance compared to the millions of dollars in value you added to Arancibia, Inc’s total valuation.</w:t>
      </w:r>
    </w:p>
    <w:p w14:paraId="4F28FBD6" w14:textId="77777777" w:rsidR="00BA3039" w:rsidRDefault="00BA3039" w:rsidP="00BA3039">
      <w:pPr>
        <w:pStyle w:val="StandardParagraph"/>
      </w:pPr>
      <w:r>
        <w:t xml:space="preserve">It was slow going at the beginning. For the larger SME company your project's business is a transition from trading products (where the gestation period is quicker) and you felt micromanaged and undermined by Vito throughout. You worked from the ground up, wearing multiple hats – business development, procurement and project management. To do business development of solar projects, you tapped into the network of the existing Arancibia, Inc parent company, participating in government tenders to generate leads of customers wanting to cut down on electricity bills to pitch them a proposal: to do so by solarizing their rooftops. </w:t>
      </w:r>
    </w:p>
    <w:p w14:paraId="5678CDC5" w14:textId="4C0A9297" w:rsidR="00BA3039" w:rsidRDefault="00BA3039" w:rsidP="00BA3039">
      <w:pPr>
        <w:pStyle w:val="StandardParagraph"/>
      </w:pPr>
      <w:r>
        <w:t>Over those grueling first four years, you performed miracles by closing all of your leads – across diverse industries like real estate, education institutes, corporate banks and factory units of small and medium enterprises. You did most of the groundwork yourself initially and then started to work with interns to help you in operations. Over time, you built a lean team of three people – two project engineers and a pre-sales assistant. You set up the supply chain by procuring equipment from local and foreign manufacturers. To improve the cash conversion cycle, you approached a major existing equipment supplier Arancibia, Inc has a long-standing relationship with to leverage the credit facility. You structured a tri-partite agreement for importing solar modules which constitute 70% of the total cost of the project. This mechanism helps the company save working capital and do more projects.</w:t>
      </w:r>
    </w:p>
    <w:p w14:paraId="4B3FDA48" w14:textId="4CA696E7" w:rsidR="00BA3039" w:rsidRDefault="00BA3039" w:rsidP="00BA3039">
      <w:pPr>
        <w:pStyle w:val="StandardParagraph"/>
      </w:pPr>
      <w:r>
        <w:t>As is inevitable in any bold and creative new venture, problems did arise occasionally. In particular, there were bad debts in the company due to payment defaults from a few clients. This and some other inefficiencies in the management of the solar panel venture led Vito to question your ability to run the business. However, after some lobbying on your part Vito allowed you to start recruiting a mid-senior professional to expand the team. You looked for talent from the industry on LinkedIn, successfully recruiting your project manager Alberto, who at the time already had 10 years of experience in project engineering and project management in established energy companies in Chile.</w:t>
      </w:r>
    </w:p>
    <w:p w14:paraId="524EFD7C" w14:textId="77777777" w:rsidR="00BA3039" w:rsidRDefault="00BA3039" w:rsidP="00BA3039">
      <w:pPr>
        <w:pStyle w:val="StandardParagraph"/>
      </w:pPr>
      <w:r>
        <w:t xml:space="preserve">Seeing how much stress you were under and worried this would lead you down the same path as himself, your father generously offered to continue fully covering your tuition and expenses if you went back to school. Burnt out after being micromanaged by Vito and working nonstop for four years in an operationally intensive business with little to no social </w:t>
      </w:r>
      <w:r>
        <w:lastRenderedPageBreak/>
        <w:t xml:space="preserve">life, you delegated the entire operation – design, project management, and to your particular relief dealing with Vito – to Alberto. Before moving on, you made sure to train the existing sales team of the solar panel company on business development. Impressed, Vito made a point to praise you in front of everyone at a family gathering. Placing his arm around your shoulders, your uncle proudly told the gathered clan that you share with your father “A gift from God” to create a new business. You left with vague assurances from your father and Vito that you would be “treated fairly” and “taken care of” for your contributions to founding the solar panel business – but without any clarity on equity. </w:t>
      </w:r>
    </w:p>
    <w:p w14:paraId="524B81B1" w14:textId="2DF7F2E9" w:rsidR="00BA3039" w:rsidRDefault="00BA3039" w:rsidP="00BA3039">
      <w:pPr>
        <w:pStyle w:val="StandardParagraph"/>
      </w:pPr>
      <w:r>
        <w:t>Over the next 6 years, you went on to obtain a further master’s degree in electrical engineering and work in a friend’s struggling electric motors start-up company, which you were unable to save due to all his prior mismanagement. Meanwhile, the team and business model you put in place for the solar panel business finally came to fruition. The solar panel business has achieved multiples of its initial revenues based on a lean team of 10 people comprising of design engineers and junior project managers. Equipped with in house capabilities and credentials on the ground from a B-C model of marketing, in which you had to approach end consumers for business, the solar panel company is able to approach established Engineering, Procurement, and Construction (EPC) contractors looking to outsource contracts. This saves business development efforts, improves the gestation period of projects, and allows the company to focus on quality of execution. The clients, happy with the execution, have awarded repeat business to the solar panel company. Meanwhile, the accounts and HR capabilities of the parent company have proved helpful, and Arancibia, Inc continued to provide working capital as needed. All of this time, Vito has done only minor administrative supervision, with the solar panel business’s success driven by your early founding work as well as the day-to-day leadership of Alberto, the professional manager you personally recruited.</w:t>
      </w:r>
    </w:p>
    <w:p w14:paraId="69A43114" w14:textId="77777777" w:rsidR="00BA3039" w:rsidRDefault="00BA3039" w:rsidP="00BA3039">
      <w:pPr>
        <w:pStyle w:val="StandardParagraph"/>
      </w:pPr>
      <w:r>
        <w:t>Recently, you learned to your horror that your uncle intends to fully absorb your solar panel company into the larger Arancibia, Inc parent firm. Now you are concerned that you will be left with nothing at all after all your hard work and contributions. Your father did not push for legal guarantees on your behalf regarding either equity in the solar panel business or your future shares in the overall firm. Since Vito is no doubt intends to continue to siphon all of the shares to himself and his wife and children, you fear that if you do not secure your position now, you may never receive any compensation at all. You are the true founder of the solar panel company, having come up with the initial vision, assembled the team, built the client network, and supervised the successful transition to professional management. The solar panel businesses’ recent growth trajectory is the product of your initial vision and groundwork, not your uncle’s “executive leadership.” Vito merely stepped in to supervise – with a light touch – that which was already created.</w:t>
      </w:r>
    </w:p>
    <w:p w14:paraId="05539223" w14:textId="77777777" w:rsidR="00BA3039" w:rsidRDefault="00BA3039" w:rsidP="00BA3039">
      <w:pPr>
        <w:pStyle w:val="StandardParagraph"/>
      </w:pPr>
      <w:r>
        <w:t xml:space="preserve">Given your deep distrust in your uncle, you do not believe in waiting for an inheritance and are determined to secure your future rather than risk being cut out later. Unlike your siblings and cousins, you have created objective business value for the firm and deserve to be compensated now. Why should you wait for an uncertain reward in the distant future, especially with your uncle clearly preparing to siphon off what little is left of your father’s share? Your father is effectively incapacitated and your mother passed when you were a </w:t>
      </w:r>
      <w:r>
        <w:lastRenderedPageBreak/>
        <w:t>child. You have no one to advocate for your interests besides yourself. If a fair resolution is reached, you are open to staying involved in the family business, so long as your contributions and assets are legally protected from any further predation and you obtain real decision-making power.</w:t>
      </w:r>
    </w:p>
    <w:p w14:paraId="698AF9DE" w14:textId="77777777" w:rsidR="00BA3039" w:rsidRDefault="00BA3039" w:rsidP="00BA3039">
      <w:pPr>
        <w:pStyle w:val="StandardParagraph"/>
      </w:pPr>
      <w:r>
        <w:t xml:space="preserve">You know you are in the right legally. Your uncle acted outside of the law in unilaterally reducing your father’s share of Arancibia, Inc, and in attempting to absorb your solar panel business without your consent. Indeed, you have even heard unconfirmed rumors in the family that Vito has repeatedly signed legal paperwork filed with the government on behalf of Francisco. Concerned about this, and unbeknownst to Vito, a few years ago you were able to convince your father to sign over power of attorney to his affairs. A court might well decide to render all recent dealings between your uncle and father invalid.  </w:t>
      </w:r>
    </w:p>
    <w:p w14:paraId="15F5C9AA" w14:textId="453F0459" w:rsidR="00BA3039" w:rsidRDefault="00BA3039" w:rsidP="00BA3039">
      <w:pPr>
        <w:pStyle w:val="StandardParagraph"/>
      </w:pPr>
      <w:r>
        <w:t>Most importantly, even if you were to ultimately lose in court, your civil lawsuit would still block the upcoming IPO for the larger family firm for 10-15 years. This disruption to the public offering alone is a very serious threat that could lead Vito to capitulate now. Lawsuits in Chile are rare, especially among blood relatives. You are not much for tradition and honor and do not care if the lawsuit embarrasses the family in the local community – but suspect your uncle does, providing you further leverage. Given his age, Vito might not even live to see the resolution of the lawsuit and IPO of Arancibia, Inc. Unfortunately, you only have standing to file civil not criminal charges against your uncle, meaning you cannot put him in jail where he belongs.</w:t>
      </w:r>
    </w:p>
    <w:p w14:paraId="5157878C" w14:textId="1D96B0B0" w:rsidR="00BA3039" w:rsidRDefault="00BA3039" w:rsidP="00BA3039">
      <w:pPr>
        <w:pStyle w:val="StandardParagraph"/>
      </w:pPr>
      <w:r>
        <w:t>At the same time, there are a number of factors at play that lead you to hesitate to go the legal route. You are not a co-owner of the parent firm until your father dies, and currently hold no legal shares in Arancibia, Inc. Trusting your uncle (at the time), you started the solar panel intrapreneurial venture with working capital from the parent SME and operated under vague promises from him. Under the circumstances, the best you could hope for is for a court-mandated percentage of shares of the solar panel business, or a cash payment of similar magnitude. Because most of the solar panel business’s growth was after you left, you anticipate obtaining only 10% of its total value, so about 500k USD in total. Further, you badly need the capital or shares now in order to fulfill your dream of growing a clean energy business post-MBA, not in 10-15 years. You might be able to leverage your MBA network to secure funding from private investors or renewable energy funds. However, you would be starting over from scratch without any capital or the financial backing from the family, setting your business career back for many years.</w:t>
      </w:r>
    </w:p>
    <w:p w14:paraId="3450050A" w14:textId="17EBCE80" w:rsidR="00BA3039" w:rsidRDefault="00BA3039" w:rsidP="00BA3039">
      <w:pPr>
        <w:pStyle w:val="StandardParagraph"/>
      </w:pPr>
      <w:r>
        <w:t>All of this is a far cry from what you rightly deserve. Had your uncle not defrauded your father, you would be due 20% of his 30% share of the larger Arancibia, Inc firm, or $3 million USD in shares. Further, you believe you deserve a 50% stake in the solar panel business you founded and worked tirelessly on for 4 irreplaceable years of your life, or another $2.5m or more USD in value, for a total of $5.5m or more. This is approximately the amount of money Vito has stolen from you over the years, and what you need to make you feel whole again.</w:t>
      </w:r>
    </w:p>
    <w:p w14:paraId="7CDE321C" w14:textId="77777777" w:rsidR="00BA3039" w:rsidRDefault="00BA3039" w:rsidP="00BA3039">
      <w:pPr>
        <w:pStyle w:val="StandardParagraph"/>
      </w:pPr>
    </w:p>
    <w:p w14:paraId="7335686F" w14:textId="3905080F" w:rsidR="00BA3039" w:rsidRDefault="00BA3039" w:rsidP="00BA3039">
      <w:pPr>
        <w:pStyle w:val="StandardParagraph"/>
      </w:pPr>
      <w:r>
        <w:lastRenderedPageBreak/>
        <w:t>That said, there is a real possibility you could do much better than that. In terms of your aspirations for this negotiation, you believe your uncle should rationally accept to give you slightly less than the wealth he personally stands to lose in a lawsuit – taking into account the delayed IPO and diminished value of the entire parent company. However, you do not know exactly how much money that is, and need to find out. The more devastating the lawsuit is to Vito, the weaker he is in this negotiation – and the stronger you are.</w:t>
      </w:r>
    </w:p>
    <w:p w14:paraId="55D58CB8" w14:textId="1113032A" w:rsidR="00BA3039" w:rsidRDefault="00BA3039" w:rsidP="00BA3039">
      <w:pPr>
        <w:pStyle w:val="StandardParagraph"/>
      </w:pPr>
      <w:r>
        <w:t>Ideally, you would keep the solar panel business fully independent and obtain primary decision authority over it. Then you could scale the solar Engineering, Procurement, and Construction (EPC) business, working with a business coach. The solar panel business will never be truly independent if it is absorbed by Arancibia, Inc – if the parent company owns all the shares, they effectively control decision making and the flow of cash. Alternatively, you could sell the solar panel company to Arancibia, Inc and use the financial payout to go into business for yourself. You believe that you have the industry knowledge, supplier networks, and client connections to take your capital and start a competing solar firm in the same geography. It would certainly be satisfying to take away market share from your uncle. However, you are reluctant to do the groundwork again from scratch; thus retaining ownership over your current solar business is ideal. In fact, if it came down to it you would be willing to renounce all claim over your inheritance and give the expected future shares in the parent firm to your uncle in return for legally protected equity and decision rights in the solar panel business.</w:t>
      </w:r>
    </w:p>
    <w:p w14:paraId="0381664B" w14:textId="7C7D355E" w:rsidR="001357A1" w:rsidRDefault="00BA3039" w:rsidP="00BA3039">
      <w:pPr>
        <w:pStyle w:val="StandardParagraph"/>
      </w:pPr>
      <w:r w:rsidRPr="00C6324B">
        <w:rPr>
          <w:b/>
          <w:bCs/>
        </w:rPr>
        <w:t>Ultimately, you want an airtight settlement agreement which protects your interests and sets you up for a bright future in the clean energy industry in Chile or elsewhere</w:t>
      </w:r>
      <w:r>
        <w:t>. Please prepare for the negotiation with your uncle Vito now.</w:t>
      </w:r>
    </w:p>
    <w:sectPr w:rsidR="001357A1" w:rsidSect="003C17C2">
      <w:headerReference w:type="default" r:id="rId15"/>
      <w:footerReference w:type="default" r:id="rId16"/>
      <w:pgSz w:w="11906" w:h="16838" w:code="9"/>
      <w:pgMar w:top="2127" w:right="1418" w:bottom="1418" w:left="1418" w:header="709" w:footer="709"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1E19C8" w14:textId="77777777" w:rsidR="004E169E" w:rsidRDefault="004E169E">
      <w:r>
        <w:separator/>
      </w:r>
    </w:p>
  </w:endnote>
  <w:endnote w:type="continuationSeparator" w:id="0">
    <w:p w14:paraId="74F0F051" w14:textId="77777777" w:rsidR="004E169E" w:rsidRDefault="004E16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panose1 w:val="02000000000000000000"/>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Rockwell">
    <w:panose1 w:val="02060603020205020403"/>
    <w:charset w:val="00"/>
    <w:family w:val="roman"/>
    <w:pitch w:val="variable"/>
    <w:sig w:usb0="00000007" w:usb1="00000000" w:usb2="00000000" w:usb3="00000000" w:csb0="00000003" w:csb1="00000000"/>
  </w:font>
  <w:font w:name="Roboto Slab">
    <w:panose1 w:val="00000000000000000000"/>
    <w:charset w:val="00"/>
    <w:family w:val="auto"/>
    <w:pitch w:val="variable"/>
    <w:sig w:usb0="E00002FF" w:usb1="5000205B" w:usb2="00000020" w:usb3="00000000" w:csb0="0000019F" w:csb1="00000000"/>
  </w:font>
  <w:font w:name="Roboto Slab Light">
    <w:panose1 w:val="00000000000000000000"/>
    <w:charset w:val="00"/>
    <w:family w:val="auto"/>
    <w:pitch w:val="variable"/>
    <w:sig w:usb0="000004FF" w:usb1="8000405F" w:usb2="00000022"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053149939"/>
      <w:docPartObj>
        <w:docPartGallery w:val="Page Numbers (Bottom of Page)"/>
        <w:docPartUnique/>
      </w:docPartObj>
    </w:sdtPr>
    <w:sdtEndPr>
      <w:rPr>
        <w:rStyle w:val="PageNumber"/>
      </w:rPr>
    </w:sdtEndPr>
    <w:sdtContent>
      <w:p w14:paraId="1201C5A5" w14:textId="77777777" w:rsidR="007101FF" w:rsidRDefault="007101FF" w:rsidP="0012455B">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9081172" w14:textId="77777777" w:rsidR="007101FF" w:rsidRDefault="007101FF" w:rsidP="007101FF">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638853390"/>
      <w:docPartObj>
        <w:docPartGallery w:val="Page Numbers (Bottom of Page)"/>
        <w:docPartUnique/>
      </w:docPartObj>
    </w:sdtPr>
    <w:sdtEndPr>
      <w:rPr>
        <w:rStyle w:val="PageNumber"/>
      </w:rPr>
    </w:sdtEndPr>
    <w:sdtContent>
      <w:p w14:paraId="47C97B05" w14:textId="77777777" w:rsidR="002434FC" w:rsidRDefault="002434FC" w:rsidP="002434FC">
        <w:pPr>
          <w:pStyle w:val="Footer"/>
          <w:framePr w:w="211" w:h="256" w:hRule="exact" w:wrap="none" w:vAnchor="text" w:hAnchor="page" w:x="15157" w:y="-3"/>
          <w:tabs>
            <w:tab w:val="clear" w:pos="4513"/>
            <w:tab w:val="decimal" w:pos="114"/>
          </w:tabs>
          <w:rPr>
            <w:rStyle w:val="PageNumber"/>
          </w:rPr>
        </w:pPr>
        <w:r w:rsidRPr="007101FF">
          <w:rPr>
            <w:rStyle w:val="PageNumber"/>
            <w:rFonts w:ascii="Arial" w:hAnsi="Arial" w:cs="Arial"/>
            <w:szCs w:val="20"/>
          </w:rPr>
          <w:fldChar w:fldCharType="begin"/>
        </w:r>
        <w:r w:rsidRPr="007101FF">
          <w:rPr>
            <w:rStyle w:val="PageNumber"/>
            <w:rFonts w:ascii="Arial" w:hAnsi="Arial" w:cs="Arial"/>
            <w:szCs w:val="20"/>
          </w:rPr>
          <w:instrText xml:space="preserve"> PAGE </w:instrText>
        </w:r>
        <w:r w:rsidRPr="007101FF">
          <w:rPr>
            <w:rStyle w:val="PageNumber"/>
            <w:rFonts w:ascii="Arial" w:hAnsi="Arial" w:cs="Arial"/>
            <w:szCs w:val="20"/>
          </w:rPr>
          <w:fldChar w:fldCharType="separate"/>
        </w:r>
        <w:r w:rsidR="00201FA1">
          <w:rPr>
            <w:rStyle w:val="PageNumber"/>
            <w:rFonts w:ascii="Arial" w:hAnsi="Arial" w:cs="Arial"/>
            <w:noProof/>
            <w:szCs w:val="20"/>
          </w:rPr>
          <w:t>1</w:t>
        </w:r>
        <w:r w:rsidRPr="007101FF">
          <w:rPr>
            <w:rStyle w:val="PageNumber"/>
            <w:rFonts w:ascii="Arial" w:hAnsi="Arial" w:cs="Arial"/>
            <w:szCs w:val="20"/>
          </w:rPr>
          <w:fldChar w:fldCharType="end"/>
        </w:r>
      </w:p>
    </w:sdtContent>
  </w:sdt>
  <w:p w14:paraId="1781515A" w14:textId="77777777" w:rsidR="002434FC" w:rsidRPr="00F01A5D" w:rsidRDefault="00F01A5D" w:rsidP="00581126">
    <w:pPr>
      <w:pStyle w:val="Footer"/>
      <w:tabs>
        <w:tab w:val="clear" w:pos="4513"/>
        <w:tab w:val="clear" w:pos="5040"/>
        <w:tab w:val="clear" w:pos="9026"/>
        <w:tab w:val="right" w:pos="9070"/>
      </w:tabs>
      <w:rPr>
        <w:rFonts w:cs="Arial"/>
        <w:szCs w:val="20"/>
      </w:rPr>
    </w:pPr>
    <w:r w:rsidRPr="00F01A5D">
      <w:rPr>
        <w:rFonts w:cs="Arial"/>
        <w:szCs w:val="20"/>
      </w:rPr>
      <w:t>Copyright © INSEAD</w:t>
    </w:r>
    <w:r w:rsidRPr="00F01A5D">
      <w:rPr>
        <w:rFonts w:cs="Arial"/>
        <w:szCs w:val="20"/>
      </w:rPr>
      <w:tab/>
    </w:r>
    <w:r w:rsidRPr="00F01A5D">
      <w:rPr>
        <w:rFonts w:cs="Arial"/>
        <w:szCs w:val="20"/>
      </w:rPr>
      <w:fldChar w:fldCharType="begin"/>
    </w:r>
    <w:r w:rsidRPr="00F01A5D">
      <w:rPr>
        <w:rFonts w:cs="Arial"/>
        <w:szCs w:val="20"/>
      </w:rPr>
      <w:instrText xml:space="preserve"> PAGE   \* MERGEFORMAT </w:instrText>
    </w:r>
    <w:r w:rsidRPr="00F01A5D">
      <w:rPr>
        <w:rFonts w:cs="Arial"/>
        <w:szCs w:val="20"/>
      </w:rPr>
      <w:fldChar w:fldCharType="separate"/>
    </w:r>
    <w:r w:rsidR="00201FA1">
      <w:rPr>
        <w:rFonts w:cs="Arial"/>
        <w:noProof/>
        <w:szCs w:val="20"/>
      </w:rPr>
      <w:t>1</w:t>
    </w:r>
    <w:r w:rsidRPr="00F01A5D">
      <w:rPr>
        <w:rFonts w:cs="Arial"/>
        <w:noProof/>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4AF08A" w14:textId="77777777" w:rsidR="004E169E" w:rsidRDefault="004E169E">
      <w:r>
        <w:separator/>
      </w:r>
    </w:p>
  </w:footnote>
  <w:footnote w:type="continuationSeparator" w:id="0">
    <w:p w14:paraId="7F901045" w14:textId="77777777" w:rsidR="004E169E" w:rsidRDefault="004E16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59579" w14:textId="5B53ADBB" w:rsidR="00F159B9" w:rsidRPr="009E1C12" w:rsidRDefault="00F159B9" w:rsidP="00F159B9">
    <w:pPr>
      <w:pStyle w:val="Headertitle"/>
      <w:tabs>
        <w:tab w:val="left" w:pos="5529"/>
        <w:tab w:val="left" w:pos="8647"/>
      </w:tabs>
      <w:jc w:val="left"/>
    </w:pPr>
    <w:r w:rsidRPr="00BD5C80">
      <w:rPr>
        <w:lang w:val="fr-FR" w:eastAsia="fr-FR"/>
      </w:rPr>
      <w:drawing>
        <wp:anchor distT="0" distB="0" distL="114300" distR="114300" simplePos="0" relativeHeight="251658240" behindDoc="0" locked="0" layoutInCell="1" allowOverlap="1" wp14:anchorId="3EE43719" wp14:editId="25118706">
          <wp:simplePos x="0" y="0"/>
          <wp:positionH relativeFrom="margin">
            <wp:align>left</wp:align>
          </wp:positionH>
          <wp:positionV relativeFrom="paragraph">
            <wp:posOffset>61595</wp:posOffset>
          </wp:positionV>
          <wp:extent cx="2759322" cy="648000"/>
          <wp:effectExtent l="0" t="0" r="3175" b="0"/>
          <wp:wrapNone/>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Roboto Slab Light" w:hAnsi="Roboto Slab Light"/>
      </w:rPr>
      <w:tab/>
    </w:r>
  </w:p>
  <w:p w14:paraId="38A9868B" w14:textId="77777777" w:rsidR="007233F3" w:rsidRDefault="007233F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0A0A6" w14:textId="3D0F25E6" w:rsidR="00F01A5D" w:rsidRDefault="001357A1" w:rsidP="00C6324B">
    <w:pPr>
      <w:pStyle w:val="Headertitle"/>
      <w:tabs>
        <w:tab w:val="left" w:pos="5529"/>
        <w:tab w:val="left" w:pos="8222"/>
        <w:tab w:val="left" w:pos="8364"/>
      </w:tabs>
      <w:jc w:val="left"/>
    </w:pPr>
    <w:r w:rsidRPr="00BD5C80">
      <w:rPr>
        <w:lang w:val="fr-FR" w:eastAsia="fr-FR"/>
      </w:rPr>
      <w:drawing>
        <wp:anchor distT="0" distB="0" distL="114300" distR="114300" simplePos="0" relativeHeight="251659264" behindDoc="0" locked="0" layoutInCell="1" allowOverlap="1" wp14:anchorId="4DB8A7CF" wp14:editId="62D7B35F">
          <wp:simplePos x="0" y="0"/>
          <wp:positionH relativeFrom="column">
            <wp:posOffset>-1270</wp:posOffset>
          </wp:positionH>
          <wp:positionV relativeFrom="paragraph">
            <wp:posOffset>-635</wp:posOffset>
          </wp:positionV>
          <wp:extent cx="2759075" cy="647700"/>
          <wp:effectExtent l="0" t="0" r="3175" b="0"/>
          <wp:wrapNone/>
          <wp:docPr id="1088586520"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075" cy="647700"/>
                  </a:xfrm>
                  <a:prstGeom prst="rect">
                    <a:avLst/>
                  </a:prstGeom>
                  <a:noFill/>
                  <a:ln>
                    <a:noFill/>
                  </a:ln>
                </pic:spPr>
              </pic:pic>
            </a:graphicData>
          </a:graphic>
          <wp14:sizeRelH relativeFrom="page">
            <wp14:pctWidth>0</wp14:pctWidth>
          </wp14:sizeRelH>
          <wp14:sizeRelV relativeFrom="page">
            <wp14:pctHeight>0</wp14:pctHeight>
          </wp14:sizeRelV>
        </wp:anchor>
      </w:drawing>
    </w:r>
    <w:r w:rsidR="00025C26">
      <w:rPr>
        <w:rFonts w:ascii="Roboto Slab Light" w:hAnsi="Roboto Slab Light"/>
      </w:rPr>
      <w:tab/>
    </w:r>
  </w:p>
  <w:p w14:paraId="540FDE30" w14:textId="77777777" w:rsidR="00F01A5D" w:rsidRDefault="00F01A5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FE8EF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0964E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06AB7B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3A62D0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09CD9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8AC02B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D7C72E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6031C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0200C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BE8F68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894EE873"/>
    <w:lvl w:ilvl="0">
      <w:start w:val="1"/>
      <w:numFmt w:val="bullet"/>
      <w:pStyle w:val="ImportWordListStyleDefinition0"/>
      <w:lvlText w:val="•"/>
      <w:lvlJc w:val="left"/>
      <w:pPr>
        <w:tabs>
          <w:tab w:val="num" w:pos="360"/>
        </w:tabs>
        <w:ind w:left="360" w:firstLine="360"/>
      </w:pPr>
      <w:rPr>
        <w:rFonts w:hint="default"/>
        <w:position w:val="0"/>
      </w:rPr>
    </w:lvl>
    <w:lvl w:ilvl="1">
      <w:start w:val="1"/>
      <w:numFmt w:val="bullet"/>
      <w:lvlText w:val="o"/>
      <w:lvlJc w:val="left"/>
      <w:pPr>
        <w:tabs>
          <w:tab w:val="num" w:pos="360"/>
        </w:tabs>
        <w:ind w:left="360" w:firstLine="1080"/>
      </w:pPr>
      <w:rPr>
        <w:rFonts w:hint="default"/>
        <w:position w:val="0"/>
      </w:rPr>
    </w:lvl>
    <w:lvl w:ilvl="2">
      <w:start w:val="1"/>
      <w:numFmt w:val="bullet"/>
      <w:lvlText w:val="•"/>
      <w:lvlJc w:val="left"/>
      <w:pPr>
        <w:tabs>
          <w:tab w:val="num" w:pos="360"/>
        </w:tabs>
        <w:ind w:left="360" w:firstLine="1800"/>
      </w:pPr>
      <w:rPr>
        <w:rFonts w:hint="default"/>
        <w:position w:val="0"/>
      </w:rPr>
    </w:lvl>
    <w:lvl w:ilvl="3">
      <w:start w:val="1"/>
      <w:numFmt w:val="bullet"/>
      <w:lvlText w:val="•"/>
      <w:lvlJc w:val="left"/>
      <w:pPr>
        <w:tabs>
          <w:tab w:val="num" w:pos="360"/>
        </w:tabs>
        <w:ind w:left="360" w:firstLine="2520"/>
      </w:pPr>
      <w:rPr>
        <w:rFonts w:hint="default"/>
        <w:position w:val="0"/>
      </w:rPr>
    </w:lvl>
    <w:lvl w:ilvl="4">
      <w:start w:val="1"/>
      <w:numFmt w:val="bullet"/>
      <w:lvlText w:val="o"/>
      <w:lvlJc w:val="left"/>
      <w:pPr>
        <w:tabs>
          <w:tab w:val="num" w:pos="360"/>
        </w:tabs>
        <w:ind w:left="360" w:firstLine="3240"/>
      </w:pPr>
      <w:rPr>
        <w:rFonts w:hint="default"/>
        <w:position w:val="0"/>
      </w:rPr>
    </w:lvl>
    <w:lvl w:ilvl="5">
      <w:start w:val="1"/>
      <w:numFmt w:val="bullet"/>
      <w:lvlText w:val="•"/>
      <w:lvlJc w:val="left"/>
      <w:pPr>
        <w:tabs>
          <w:tab w:val="num" w:pos="360"/>
        </w:tabs>
        <w:ind w:left="360" w:firstLine="3960"/>
      </w:pPr>
      <w:rPr>
        <w:rFonts w:hint="default"/>
        <w:position w:val="0"/>
      </w:rPr>
    </w:lvl>
    <w:lvl w:ilvl="6">
      <w:start w:val="1"/>
      <w:numFmt w:val="bullet"/>
      <w:lvlText w:val="•"/>
      <w:lvlJc w:val="left"/>
      <w:pPr>
        <w:tabs>
          <w:tab w:val="num" w:pos="360"/>
        </w:tabs>
        <w:ind w:left="360" w:firstLine="4680"/>
      </w:pPr>
      <w:rPr>
        <w:rFonts w:hint="default"/>
        <w:position w:val="0"/>
      </w:rPr>
    </w:lvl>
    <w:lvl w:ilvl="7">
      <w:start w:val="1"/>
      <w:numFmt w:val="bullet"/>
      <w:lvlText w:val="o"/>
      <w:lvlJc w:val="left"/>
      <w:pPr>
        <w:tabs>
          <w:tab w:val="num" w:pos="360"/>
        </w:tabs>
        <w:ind w:left="360" w:firstLine="5400"/>
      </w:pPr>
      <w:rPr>
        <w:rFonts w:hint="default"/>
        <w:position w:val="0"/>
      </w:rPr>
    </w:lvl>
    <w:lvl w:ilvl="8">
      <w:start w:val="1"/>
      <w:numFmt w:val="bullet"/>
      <w:lvlText w:val="•"/>
      <w:lvlJc w:val="left"/>
      <w:pPr>
        <w:tabs>
          <w:tab w:val="num" w:pos="360"/>
        </w:tabs>
        <w:ind w:left="360" w:firstLine="6120"/>
      </w:pPr>
      <w:rPr>
        <w:rFonts w:hint="default"/>
        <w:position w:val="0"/>
      </w:rPr>
    </w:lvl>
  </w:abstractNum>
  <w:abstractNum w:abstractNumId="11" w15:restartNumberingAfterBreak="0">
    <w:nsid w:val="00000003"/>
    <w:multiLevelType w:val="multilevel"/>
    <w:tmpl w:val="894EE875"/>
    <w:lvl w:ilvl="0">
      <w:start w:val="1"/>
      <w:numFmt w:val="bullet"/>
      <w:pStyle w:val="ImportWordListStyleDefinition1"/>
      <w:lvlText w:val="•"/>
      <w:lvlJc w:val="left"/>
      <w:pPr>
        <w:tabs>
          <w:tab w:val="num" w:pos="360"/>
        </w:tabs>
        <w:ind w:left="360" w:firstLine="360"/>
      </w:pPr>
      <w:rPr>
        <w:rFonts w:hint="default"/>
        <w:position w:val="0"/>
      </w:rPr>
    </w:lvl>
    <w:lvl w:ilvl="1">
      <w:start w:val="1"/>
      <w:numFmt w:val="bullet"/>
      <w:lvlText w:val="•"/>
      <w:lvlJc w:val="left"/>
      <w:pPr>
        <w:tabs>
          <w:tab w:val="num" w:pos="360"/>
        </w:tabs>
        <w:ind w:left="360" w:firstLine="1080"/>
      </w:pPr>
      <w:rPr>
        <w:rFonts w:hint="default"/>
        <w:position w:val="0"/>
      </w:rPr>
    </w:lvl>
    <w:lvl w:ilvl="2">
      <w:start w:val="1"/>
      <w:numFmt w:val="bullet"/>
      <w:lvlText w:val="•"/>
      <w:lvlJc w:val="left"/>
      <w:pPr>
        <w:tabs>
          <w:tab w:val="num" w:pos="360"/>
        </w:tabs>
        <w:ind w:left="360" w:firstLine="1800"/>
      </w:pPr>
      <w:rPr>
        <w:rFonts w:hint="default"/>
        <w:position w:val="0"/>
      </w:rPr>
    </w:lvl>
    <w:lvl w:ilvl="3">
      <w:start w:val="1"/>
      <w:numFmt w:val="bullet"/>
      <w:lvlText w:val="•"/>
      <w:lvlJc w:val="left"/>
      <w:pPr>
        <w:tabs>
          <w:tab w:val="num" w:pos="360"/>
        </w:tabs>
        <w:ind w:left="360" w:firstLine="2520"/>
      </w:pPr>
      <w:rPr>
        <w:rFonts w:hint="default"/>
        <w:position w:val="0"/>
      </w:rPr>
    </w:lvl>
    <w:lvl w:ilvl="4">
      <w:start w:val="1"/>
      <w:numFmt w:val="bullet"/>
      <w:lvlText w:val="o"/>
      <w:lvlJc w:val="left"/>
      <w:pPr>
        <w:tabs>
          <w:tab w:val="num" w:pos="360"/>
        </w:tabs>
        <w:ind w:left="360" w:firstLine="3240"/>
      </w:pPr>
      <w:rPr>
        <w:rFonts w:hint="default"/>
        <w:position w:val="0"/>
      </w:rPr>
    </w:lvl>
    <w:lvl w:ilvl="5">
      <w:start w:val="1"/>
      <w:numFmt w:val="bullet"/>
      <w:lvlText w:val="•"/>
      <w:lvlJc w:val="left"/>
      <w:pPr>
        <w:tabs>
          <w:tab w:val="num" w:pos="360"/>
        </w:tabs>
        <w:ind w:left="360" w:firstLine="3960"/>
      </w:pPr>
      <w:rPr>
        <w:rFonts w:hint="default"/>
        <w:position w:val="0"/>
      </w:rPr>
    </w:lvl>
    <w:lvl w:ilvl="6">
      <w:start w:val="1"/>
      <w:numFmt w:val="bullet"/>
      <w:lvlText w:val="•"/>
      <w:lvlJc w:val="left"/>
      <w:pPr>
        <w:tabs>
          <w:tab w:val="num" w:pos="360"/>
        </w:tabs>
        <w:ind w:left="360" w:firstLine="4680"/>
      </w:pPr>
      <w:rPr>
        <w:rFonts w:hint="default"/>
        <w:position w:val="0"/>
      </w:rPr>
    </w:lvl>
    <w:lvl w:ilvl="7">
      <w:start w:val="1"/>
      <w:numFmt w:val="bullet"/>
      <w:lvlText w:val="o"/>
      <w:lvlJc w:val="left"/>
      <w:pPr>
        <w:tabs>
          <w:tab w:val="num" w:pos="360"/>
        </w:tabs>
        <w:ind w:left="360" w:firstLine="5400"/>
      </w:pPr>
      <w:rPr>
        <w:rFonts w:hint="default"/>
        <w:position w:val="0"/>
      </w:rPr>
    </w:lvl>
    <w:lvl w:ilvl="8">
      <w:start w:val="1"/>
      <w:numFmt w:val="bullet"/>
      <w:lvlText w:val="•"/>
      <w:lvlJc w:val="left"/>
      <w:pPr>
        <w:tabs>
          <w:tab w:val="num" w:pos="360"/>
        </w:tabs>
        <w:ind w:left="360" w:firstLine="6120"/>
      </w:pPr>
      <w:rPr>
        <w:rFonts w:hint="default"/>
        <w:position w:val="0"/>
      </w:rPr>
    </w:lvl>
  </w:abstractNum>
  <w:abstractNum w:abstractNumId="12" w15:restartNumberingAfterBreak="0">
    <w:nsid w:val="025E0311"/>
    <w:multiLevelType w:val="hybridMultilevel"/>
    <w:tmpl w:val="6246B1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864976"/>
    <w:multiLevelType w:val="hybridMultilevel"/>
    <w:tmpl w:val="EDFA47AE"/>
    <w:styleLink w:val="ImportedStyle1"/>
    <w:lvl w:ilvl="0" w:tplc="48C66A0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600B18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F86F39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04EF08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5C4E13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F44126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7446D5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DE658B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60033C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11924E27"/>
    <w:multiLevelType w:val="hybridMultilevel"/>
    <w:tmpl w:val="DAC0A058"/>
    <w:lvl w:ilvl="0" w:tplc="00C87322">
      <w:start w:val="1"/>
      <w:numFmt w:val="bullet"/>
      <w:lvlText w:val="-"/>
      <w:lvlJc w:val="left"/>
      <w:pPr>
        <w:tabs>
          <w:tab w:val="num" w:pos="720"/>
        </w:tabs>
        <w:ind w:left="720" w:hanging="360"/>
      </w:pPr>
      <w:rPr>
        <w:rFonts w:ascii="Arial" w:hAnsi="Arial" w:hint="default"/>
      </w:rPr>
    </w:lvl>
    <w:lvl w:ilvl="1" w:tplc="57E8D532" w:tentative="1">
      <w:start w:val="1"/>
      <w:numFmt w:val="bullet"/>
      <w:lvlText w:val="-"/>
      <w:lvlJc w:val="left"/>
      <w:pPr>
        <w:tabs>
          <w:tab w:val="num" w:pos="1440"/>
        </w:tabs>
        <w:ind w:left="1440" w:hanging="360"/>
      </w:pPr>
      <w:rPr>
        <w:rFonts w:ascii="Arial" w:hAnsi="Arial" w:hint="default"/>
      </w:rPr>
    </w:lvl>
    <w:lvl w:ilvl="2" w:tplc="952C49AA" w:tentative="1">
      <w:start w:val="1"/>
      <w:numFmt w:val="bullet"/>
      <w:lvlText w:val="-"/>
      <w:lvlJc w:val="left"/>
      <w:pPr>
        <w:tabs>
          <w:tab w:val="num" w:pos="2160"/>
        </w:tabs>
        <w:ind w:left="2160" w:hanging="360"/>
      </w:pPr>
      <w:rPr>
        <w:rFonts w:ascii="Arial" w:hAnsi="Arial" w:hint="default"/>
      </w:rPr>
    </w:lvl>
    <w:lvl w:ilvl="3" w:tplc="87B46F00" w:tentative="1">
      <w:start w:val="1"/>
      <w:numFmt w:val="bullet"/>
      <w:lvlText w:val="-"/>
      <w:lvlJc w:val="left"/>
      <w:pPr>
        <w:tabs>
          <w:tab w:val="num" w:pos="2880"/>
        </w:tabs>
        <w:ind w:left="2880" w:hanging="360"/>
      </w:pPr>
      <w:rPr>
        <w:rFonts w:ascii="Arial" w:hAnsi="Arial" w:hint="default"/>
      </w:rPr>
    </w:lvl>
    <w:lvl w:ilvl="4" w:tplc="E74001A4" w:tentative="1">
      <w:start w:val="1"/>
      <w:numFmt w:val="bullet"/>
      <w:lvlText w:val="-"/>
      <w:lvlJc w:val="left"/>
      <w:pPr>
        <w:tabs>
          <w:tab w:val="num" w:pos="3600"/>
        </w:tabs>
        <w:ind w:left="3600" w:hanging="360"/>
      </w:pPr>
      <w:rPr>
        <w:rFonts w:ascii="Arial" w:hAnsi="Arial" w:hint="default"/>
      </w:rPr>
    </w:lvl>
    <w:lvl w:ilvl="5" w:tplc="72FA6092" w:tentative="1">
      <w:start w:val="1"/>
      <w:numFmt w:val="bullet"/>
      <w:lvlText w:val="-"/>
      <w:lvlJc w:val="left"/>
      <w:pPr>
        <w:tabs>
          <w:tab w:val="num" w:pos="4320"/>
        </w:tabs>
        <w:ind w:left="4320" w:hanging="360"/>
      </w:pPr>
      <w:rPr>
        <w:rFonts w:ascii="Arial" w:hAnsi="Arial" w:hint="default"/>
      </w:rPr>
    </w:lvl>
    <w:lvl w:ilvl="6" w:tplc="14BEFF4E" w:tentative="1">
      <w:start w:val="1"/>
      <w:numFmt w:val="bullet"/>
      <w:lvlText w:val="-"/>
      <w:lvlJc w:val="left"/>
      <w:pPr>
        <w:tabs>
          <w:tab w:val="num" w:pos="5040"/>
        </w:tabs>
        <w:ind w:left="5040" w:hanging="360"/>
      </w:pPr>
      <w:rPr>
        <w:rFonts w:ascii="Arial" w:hAnsi="Arial" w:hint="default"/>
      </w:rPr>
    </w:lvl>
    <w:lvl w:ilvl="7" w:tplc="095E9D64" w:tentative="1">
      <w:start w:val="1"/>
      <w:numFmt w:val="bullet"/>
      <w:lvlText w:val="-"/>
      <w:lvlJc w:val="left"/>
      <w:pPr>
        <w:tabs>
          <w:tab w:val="num" w:pos="5760"/>
        </w:tabs>
        <w:ind w:left="5760" w:hanging="360"/>
      </w:pPr>
      <w:rPr>
        <w:rFonts w:ascii="Arial" w:hAnsi="Arial" w:hint="default"/>
      </w:rPr>
    </w:lvl>
    <w:lvl w:ilvl="8" w:tplc="8B522E5E"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15743276"/>
    <w:multiLevelType w:val="hybridMultilevel"/>
    <w:tmpl w:val="3D508C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7EF5EBC"/>
    <w:multiLevelType w:val="hybridMultilevel"/>
    <w:tmpl w:val="9EB4E6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254571"/>
    <w:multiLevelType w:val="hybridMultilevel"/>
    <w:tmpl w:val="8872025A"/>
    <w:lvl w:ilvl="0" w:tplc="91723616">
      <w:start w:val="1"/>
      <w:numFmt w:val="bullet"/>
      <w:lvlText w:val=""/>
      <w:lvlJc w:val="left"/>
      <w:pPr>
        <w:ind w:left="284"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31355E7"/>
    <w:multiLevelType w:val="hybridMultilevel"/>
    <w:tmpl w:val="96BC27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41913C5"/>
    <w:multiLevelType w:val="hybridMultilevel"/>
    <w:tmpl w:val="46046B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8F620D6"/>
    <w:multiLevelType w:val="hybridMultilevel"/>
    <w:tmpl w:val="AE162A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1E0638"/>
    <w:multiLevelType w:val="hybridMultilevel"/>
    <w:tmpl w:val="AA82D8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C416D80"/>
    <w:multiLevelType w:val="hybridMultilevel"/>
    <w:tmpl w:val="76AAFB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EA012E"/>
    <w:multiLevelType w:val="hybridMultilevel"/>
    <w:tmpl w:val="D9E48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F1B5997"/>
    <w:multiLevelType w:val="hybridMultilevel"/>
    <w:tmpl w:val="A3069BDE"/>
    <w:styleLink w:val="ImportedStyle2"/>
    <w:lvl w:ilvl="0" w:tplc="0C60FFD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424BEE2">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8E9A17F0">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CB82E98C">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397A7328">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4E3483EA">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127EB216">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91B42086">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0A6AEF14">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34DC2937"/>
    <w:multiLevelType w:val="hybridMultilevel"/>
    <w:tmpl w:val="DA64E9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6951F9B"/>
    <w:multiLevelType w:val="hybridMultilevel"/>
    <w:tmpl w:val="5D4ECE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08D168D"/>
    <w:multiLevelType w:val="hybridMultilevel"/>
    <w:tmpl w:val="C756A1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4E24A7D"/>
    <w:multiLevelType w:val="hybridMultilevel"/>
    <w:tmpl w:val="C56C38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B320EBC"/>
    <w:multiLevelType w:val="hybridMultilevel"/>
    <w:tmpl w:val="EC0649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10B4A53"/>
    <w:multiLevelType w:val="hybridMultilevel"/>
    <w:tmpl w:val="E2740128"/>
    <w:lvl w:ilvl="0" w:tplc="8DB26716">
      <w:start w:val="1"/>
      <w:numFmt w:val="bullet"/>
      <w:pStyle w:val="Indent1"/>
      <w:lvlText w:val=""/>
      <w:lvlJc w:val="left"/>
      <w:pPr>
        <w:ind w:left="720" w:hanging="360"/>
      </w:pPr>
      <w:rPr>
        <w:rFonts w:ascii="Symbol" w:hAnsi="Symbol" w:hint="default"/>
      </w:rPr>
    </w:lvl>
    <w:lvl w:ilvl="1" w:tplc="A70AABC6">
      <w:start w:val="1"/>
      <w:numFmt w:val="bullet"/>
      <w:pStyle w:val="Indent2"/>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B132064"/>
    <w:multiLevelType w:val="hybridMultilevel"/>
    <w:tmpl w:val="DD90A0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0C11927"/>
    <w:multiLevelType w:val="hybridMultilevel"/>
    <w:tmpl w:val="6A826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13E309B"/>
    <w:multiLevelType w:val="hybridMultilevel"/>
    <w:tmpl w:val="E356E6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F006B09"/>
    <w:multiLevelType w:val="hybridMultilevel"/>
    <w:tmpl w:val="105279F6"/>
    <w:lvl w:ilvl="0" w:tplc="A760BC30">
      <w:start w:val="1"/>
      <w:numFmt w:val="bullet"/>
      <w:lvlText w:val=""/>
      <w:lvlJc w:val="left"/>
      <w:pPr>
        <w:ind w:left="397" w:hanging="397"/>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66341480">
    <w:abstractNumId w:val="10"/>
  </w:num>
  <w:num w:numId="2" w16cid:durableId="617641460">
    <w:abstractNumId w:val="11"/>
  </w:num>
  <w:num w:numId="3" w16cid:durableId="579995192">
    <w:abstractNumId w:val="13"/>
  </w:num>
  <w:num w:numId="4" w16cid:durableId="1761753597">
    <w:abstractNumId w:val="24"/>
  </w:num>
  <w:num w:numId="5" w16cid:durableId="1628317978">
    <w:abstractNumId w:val="27"/>
  </w:num>
  <w:num w:numId="6" w16cid:durableId="205068389">
    <w:abstractNumId w:val="12"/>
  </w:num>
  <w:num w:numId="7" w16cid:durableId="940449258">
    <w:abstractNumId w:val="18"/>
  </w:num>
  <w:num w:numId="8" w16cid:durableId="1120994498">
    <w:abstractNumId w:val="33"/>
  </w:num>
  <w:num w:numId="9" w16cid:durableId="2031492003">
    <w:abstractNumId w:val="16"/>
  </w:num>
  <w:num w:numId="10" w16cid:durableId="939994286">
    <w:abstractNumId w:val="19"/>
  </w:num>
  <w:num w:numId="11" w16cid:durableId="1223324702">
    <w:abstractNumId w:val="29"/>
  </w:num>
  <w:num w:numId="12" w16cid:durableId="478420040">
    <w:abstractNumId w:val="21"/>
  </w:num>
  <w:num w:numId="13" w16cid:durableId="639656903">
    <w:abstractNumId w:val="15"/>
  </w:num>
  <w:num w:numId="14" w16cid:durableId="908267745">
    <w:abstractNumId w:val="20"/>
  </w:num>
  <w:num w:numId="15" w16cid:durableId="354038165">
    <w:abstractNumId w:val="22"/>
  </w:num>
  <w:num w:numId="16" w16cid:durableId="419328365">
    <w:abstractNumId w:val="25"/>
  </w:num>
  <w:num w:numId="17" w16cid:durableId="418527989">
    <w:abstractNumId w:val="14"/>
  </w:num>
  <w:num w:numId="18" w16cid:durableId="973103370">
    <w:abstractNumId w:val="31"/>
  </w:num>
  <w:num w:numId="19" w16cid:durableId="1109816173">
    <w:abstractNumId w:val="28"/>
  </w:num>
  <w:num w:numId="20" w16cid:durableId="185602246">
    <w:abstractNumId w:val="32"/>
  </w:num>
  <w:num w:numId="21" w16cid:durableId="1508132049">
    <w:abstractNumId w:val="23"/>
  </w:num>
  <w:num w:numId="22" w16cid:durableId="6176120">
    <w:abstractNumId w:val="26"/>
  </w:num>
  <w:num w:numId="23" w16cid:durableId="1332028423">
    <w:abstractNumId w:val="4"/>
  </w:num>
  <w:num w:numId="24" w16cid:durableId="1297637240">
    <w:abstractNumId w:val="5"/>
  </w:num>
  <w:num w:numId="25" w16cid:durableId="1964144503">
    <w:abstractNumId w:val="6"/>
  </w:num>
  <w:num w:numId="26" w16cid:durableId="369688677">
    <w:abstractNumId w:val="7"/>
  </w:num>
  <w:num w:numId="27" w16cid:durableId="30234127">
    <w:abstractNumId w:val="9"/>
  </w:num>
  <w:num w:numId="28" w16cid:durableId="1833789369">
    <w:abstractNumId w:val="0"/>
  </w:num>
  <w:num w:numId="29" w16cid:durableId="1501458836">
    <w:abstractNumId w:val="1"/>
  </w:num>
  <w:num w:numId="30" w16cid:durableId="790318916">
    <w:abstractNumId w:val="2"/>
  </w:num>
  <w:num w:numId="31" w16cid:durableId="598833036">
    <w:abstractNumId w:val="3"/>
  </w:num>
  <w:num w:numId="32" w16cid:durableId="1267956317">
    <w:abstractNumId w:val="8"/>
  </w:num>
  <w:num w:numId="33" w16cid:durableId="1081415722">
    <w:abstractNumId w:val="34"/>
  </w:num>
  <w:num w:numId="34" w16cid:durableId="1350183490">
    <w:abstractNumId w:val="17"/>
  </w:num>
  <w:num w:numId="35" w16cid:durableId="2101247694">
    <w:abstractNumId w:val="3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bordersDoNotSurroundHeader/>
  <w:bordersDoNotSurroundFooter/>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noLineBreaksAfter w:lang="ja-JP" w:val="‘“(〔[{〈《「『【⦅〘〖«〝︵︷︹︻︽︿﹁﹃﹇﹙﹛﹝｢"/>
  <w:noLineBreaksBefore w:lang="ja-JP" w:val="’”)〕]}〉"/>
  <w:doNotValidateAgainstSchema/>
  <w:doNotDemarcateInvalidXml/>
  <w:hdrShapeDefaults>
    <o:shapedefaults v:ext="edit" spidmax="2050">
      <v:stroke weight="0" endcap="round"/>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69E"/>
    <w:rsid w:val="000007FD"/>
    <w:rsid w:val="00000E7F"/>
    <w:rsid w:val="000014D4"/>
    <w:rsid w:val="0000164A"/>
    <w:rsid w:val="0000177F"/>
    <w:rsid w:val="00001EBE"/>
    <w:rsid w:val="000028A0"/>
    <w:rsid w:val="000031E6"/>
    <w:rsid w:val="000037F4"/>
    <w:rsid w:val="0000390D"/>
    <w:rsid w:val="000044C5"/>
    <w:rsid w:val="00005DD4"/>
    <w:rsid w:val="00006E60"/>
    <w:rsid w:val="000078D2"/>
    <w:rsid w:val="00007B8C"/>
    <w:rsid w:val="00007C82"/>
    <w:rsid w:val="000100D6"/>
    <w:rsid w:val="00010A8F"/>
    <w:rsid w:val="00010E30"/>
    <w:rsid w:val="000110BB"/>
    <w:rsid w:val="000112A4"/>
    <w:rsid w:val="000112E7"/>
    <w:rsid w:val="00011494"/>
    <w:rsid w:val="00011774"/>
    <w:rsid w:val="00011AF1"/>
    <w:rsid w:val="00012450"/>
    <w:rsid w:val="000127C1"/>
    <w:rsid w:val="0001391D"/>
    <w:rsid w:val="0001428D"/>
    <w:rsid w:val="000142F4"/>
    <w:rsid w:val="00014650"/>
    <w:rsid w:val="0001493D"/>
    <w:rsid w:val="00015040"/>
    <w:rsid w:val="00015290"/>
    <w:rsid w:val="00015380"/>
    <w:rsid w:val="0001626B"/>
    <w:rsid w:val="0001659C"/>
    <w:rsid w:val="00016D46"/>
    <w:rsid w:val="0001734E"/>
    <w:rsid w:val="000177C3"/>
    <w:rsid w:val="00017980"/>
    <w:rsid w:val="00017BBF"/>
    <w:rsid w:val="00020156"/>
    <w:rsid w:val="00020DBE"/>
    <w:rsid w:val="00021598"/>
    <w:rsid w:val="0002170B"/>
    <w:rsid w:val="000218C0"/>
    <w:rsid w:val="00021E4E"/>
    <w:rsid w:val="00023B1A"/>
    <w:rsid w:val="00023E01"/>
    <w:rsid w:val="00023FCB"/>
    <w:rsid w:val="0002421C"/>
    <w:rsid w:val="000246FC"/>
    <w:rsid w:val="00025538"/>
    <w:rsid w:val="00025C26"/>
    <w:rsid w:val="00026707"/>
    <w:rsid w:val="00026DF5"/>
    <w:rsid w:val="00026FC3"/>
    <w:rsid w:val="00027FF5"/>
    <w:rsid w:val="00030C48"/>
    <w:rsid w:val="0003192E"/>
    <w:rsid w:val="00031FDE"/>
    <w:rsid w:val="00032C1A"/>
    <w:rsid w:val="00032C2D"/>
    <w:rsid w:val="00033264"/>
    <w:rsid w:val="00033295"/>
    <w:rsid w:val="00034160"/>
    <w:rsid w:val="00034BFA"/>
    <w:rsid w:val="00035448"/>
    <w:rsid w:val="000356C9"/>
    <w:rsid w:val="00036E3C"/>
    <w:rsid w:val="000374E9"/>
    <w:rsid w:val="00037B15"/>
    <w:rsid w:val="00037DFD"/>
    <w:rsid w:val="00040968"/>
    <w:rsid w:val="00040B39"/>
    <w:rsid w:val="000419B0"/>
    <w:rsid w:val="000425F1"/>
    <w:rsid w:val="00042876"/>
    <w:rsid w:val="000435F1"/>
    <w:rsid w:val="0004365A"/>
    <w:rsid w:val="00044063"/>
    <w:rsid w:val="00044404"/>
    <w:rsid w:val="0004486A"/>
    <w:rsid w:val="000456F1"/>
    <w:rsid w:val="000457A8"/>
    <w:rsid w:val="00045E34"/>
    <w:rsid w:val="00046695"/>
    <w:rsid w:val="00047520"/>
    <w:rsid w:val="0004779F"/>
    <w:rsid w:val="0004788C"/>
    <w:rsid w:val="00047B2F"/>
    <w:rsid w:val="00047BED"/>
    <w:rsid w:val="000505AB"/>
    <w:rsid w:val="00050BA9"/>
    <w:rsid w:val="000514FD"/>
    <w:rsid w:val="00051A53"/>
    <w:rsid w:val="00051C2B"/>
    <w:rsid w:val="00052650"/>
    <w:rsid w:val="000533E1"/>
    <w:rsid w:val="00053B9E"/>
    <w:rsid w:val="0005450D"/>
    <w:rsid w:val="00055449"/>
    <w:rsid w:val="0005571D"/>
    <w:rsid w:val="00056030"/>
    <w:rsid w:val="00056846"/>
    <w:rsid w:val="0005694D"/>
    <w:rsid w:val="0005699B"/>
    <w:rsid w:val="00056B8B"/>
    <w:rsid w:val="00056C74"/>
    <w:rsid w:val="00056E5E"/>
    <w:rsid w:val="00057842"/>
    <w:rsid w:val="000579C9"/>
    <w:rsid w:val="00060941"/>
    <w:rsid w:val="00061075"/>
    <w:rsid w:val="00061556"/>
    <w:rsid w:val="0006282E"/>
    <w:rsid w:val="00062DCD"/>
    <w:rsid w:val="00062FD1"/>
    <w:rsid w:val="00063866"/>
    <w:rsid w:val="0006391A"/>
    <w:rsid w:val="00063A75"/>
    <w:rsid w:val="00063F50"/>
    <w:rsid w:val="00063FA2"/>
    <w:rsid w:val="0006425B"/>
    <w:rsid w:val="0006441D"/>
    <w:rsid w:val="0006469A"/>
    <w:rsid w:val="00065171"/>
    <w:rsid w:val="00065E66"/>
    <w:rsid w:val="00066374"/>
    <w:rsid w:val="000668A6"/>
    <w:rsid w:val="000679E1"/>
    <w:rsid w:val="00067E1D"/>
    <w:rsid w:val="00067F6E"/>
    <w:rsid w:val="00067FA4"/>
    <w:rsid w:val="00070B91"/>
    <w:rsid w:val="000716EA"/>
    <w:rsid w:val="00071B09"/>
    <w:rsid w:val="00071FCE"/>
    <w:rsid w:val="0007213C"/>
    <w:rsid w:val="0007220C"/>
    <w:rsid w:val="00072293"/>
    <w:rsid w:val="00072822"/>
    <w:rsid w:val="00074FC8"/>
    <w:rsid w:val="00075ADB"/>
    <w:rsid w:val="00075F35"/>
    <w:rsid w:val="0007617C"/>
    <w:rsid w:val="0007693F"/>
    <w:rsid w:val="00077232"/>
    <w:rsid w:val="00077643"/>
    <w:rsid w:val="00077E4C"/>
    <w:rsid w:val="0008055E"/>
    <w:rsid w:val="000808AA"/>
    <w:rsid w:val="00080CC5"/>
    <w:rsid w:val="00082647"/>
    <w:rsid w:val="0008285A"/>
    <w:rsid w:val="000829A2"/>
    <w:rsid w:val="00082C21"/>
    <w:rsid w:val="000838CC"/>
    <w:rsid w:val="00083DF4"/>
    <w:rsid w:val="00084A49"/>
    <w:rsid w:val="00084ADF"/>
    <w:rsid w:val="0008527B"/>
    <w:rsid w:val="000863FD"/>
    <w:rsid w:val="00086593"/>
    <w:rsid w:val="000866D2"/>
    <w:rsid w:val="00086813"/>
    <w:rsid w:val="000870DD"/>
    <w:rsid w:val="00087A2D"/>
    <w:rsid w:val="00090132"/>
    <w:rsid w:val="000905B1"/>
    <w:rsid w:val="0009177F"/>
    <w:rsid w:val="00091CB6"/>
    <w:rsid w:val="00091D9E"/>
    <w:rsid w:val="00092B9F"/>
    <w:rsid w:val="0009307F"/>
    <w:rsid w:val="000939E6"/>
    <w:rsid w:val="00094513"/>
    <w:rsid w:val="000945D4"/>
    <w:rsid w:val="0009464C"/>
    <w:rsid w:val="00095DC9"/>
    <w:rsid w:val="000967B5"/>
    <w:rsid w:val="00097578"/>
    <w:rsid w:val="00097B38"/>
    <w:rsid w:val="00097DD5"/>
    <w:rsid w:val="00097F81"/>
    <w:rsid w:val="000A029B"/>
    <w:rsid w:val="000A0442"/>
    <w:rsid w:val="000A0DD5"/>
    <w:rsid w:val="000A132F"/>
    <w:rsid w:val="000A14B9"/>
    <w:rsid w:val="000A183A"/>
    <w:rsid w:val="000A2196"/>
    <w:rsid w:val="000A25DE"/>
    <w:rsid w:val="000A2B39"/>
    <w:rsid w:val="000A2C99"/>
    <w:rsid w:val="000A2FC4"/>
    <w:rsid w:val="000A337A"/>
    <w:rsid w:val="000A398D"/>
    <w:rsid w:val="000A3F66"/>
    <w:rsid w:val="000A40A8"/>
    <w:rsid w:val="000A40AD"/>
    <w:rsid w:val="000A46E6"/>
    <w:rsid w:val="000A4F4D"/>
    <w:rsid w:val="000A52BD"/>
    <w:rsid w:val="000A56D8"/>
    <w:rsid w:val="000A5AE8"/>
    <w:rsid w:val="000A639B"/>
    <w:rsid w:val="000A65E1"/>
    <w:rsid w:val="000A6FF6"/>
    <w:rsid w:val="000B026D"/>
    <w:rsid w:val="000B08E9"/>
    <w:rsid w:val="000B0975"/>
    <w:rsid w:val="000B0AB2"/>
    <w:rsid w:val="000B16BB"/>
    <w:rsid w:val="000B1A74"/>
    <w:rsid w:val="000B1C5B"/>
    <w:rsid w:val="000B1CEF"/>
    <w:rsid w:val="000B2293"/>
    <w:rsid w:val="000B2407"/>
    <w:rsid w:val="000B2429"/>
    <w:rsid w:val="000B25F9"/>
    <w:rsid w:val="000B286D"/>
    <w:rsid w:val="000B4A46"/>
    <w:rsid w:val="000B4BA7"/>
    <w:rsid w:val="000B5A4C"/>
    <w:rsid w:val="000B6BCC"/>
    <w:rsid w:val="000B7851"/>
    <w:rsid w:val="000B7B54"/>
    <w:rsid w:val="000B7BF6"/>
    <w:rsid w:val="000B7CFF"/>
    <w:rsid w:val="000B7D6B"/>
    <w:rsid w:val="000B7EE5"/>
    <w:rsid w:val="000B7F2F"/>
    <w:rsid w:val="000C0181"/>
    <w:rsid w:val="000C0548"/>
    <w:rsid w:val="000C05DA"/>
    <w:rsid w:val="000C0ABC"/>
    <w:rsid w:val="000C1187"/>
    <w:rsid w:val="000C15E8"/>
    <w:rsid w:val="000C16DC"/>
    <w:rsid w:val="000C20B6"/>
    <w:rsid w:val="000C24E9"/>
    <w:rsid w:val="000C2799"/>
    <w:rsid w:val="000C3C7E"/>
    <w:rsid w:val="000C4455"/>
    <w:rsid w:val="000C4D94"/>
    <w:rsid w:val="000C5234"/>
    <w:rsid w:val="000C5246"/>
    <w:rsid w:val="000C5319"/>
    <w:rsid w:val="000C5424"/>
    <w:rsid w:val="000C562D"/>
    <w:rsid w:val="000C5B1F"/>
    <w:rsid w:val="000C5E33"/>
    <w:rsid w:val="000C63F2"/>
    <w:rsid w:val="000C6BF9"/>
    <w:rsid w:val="000C6E25"/>
    <w:rsid w:val="000D00CA"/>
    <w:rsid w:val="000D0C26"/>
    <w:rsid w:val="000D1A31"/>
    <w:rsid w:val="000D1B0F"/>
    <w:rsid w:val="000D1B2D"/>
    <w:rsid w:val="000D1CA5"/>
    <w:rsid w:val="000D1EF6"/>
    <w:rsid w:val="000D243C"/>
    <w:rsid w:val="000D245A"/>
    <w:rsid w:val="000D2470"/>
    <w:rsid w:val="000D4101"/>
    <w:rsid w:val="000D4D69"/>
    <w:rsid w:val="000D4F74"/>
    <w:rsid w:val="000D5AC1"/>
    <w:rsid w:val="000D5CA3"/>
    <w:rsid w:val="000D5D97"/>
    <w:rsid w:val="000D6625"/>
    <w:rsid w:val="000D6B47"/>
    <w:rsid w:val="000D7499"/>
    <w:rsid w:val="000D763C"/>
    <w:rsid w:val="000D76F2"/>
    <w:rsid w:val="000D77FA"/>
    <w:rsid w:val="000E1680"/>
    <w:rsid w:val="000E1BBB"/>
    <w:rsid w:val="000E1C43"/>
    <w:rsid w:val="000E23AB"/>
    <w:rsid w:val="000E37AA"/>
    <w:rsid w:val="000E37BC"/>
    <w:rsid w:val="000E418F"/>
    <w:rsid w:val="000E47FF"/>
    <w:rsid w:val="000E49B5"/>
    <w:rsid w:val="000E4BB0"/>
    <w:rsid w:val="000E4D69"/>
    <w:rsid w:val="000E4D6A"/>
    <w:rsid w:val="000E5004"/>
    <w:rsid w:val="000E5079"/>
    <w:rsid w:val="000E5355"/>
    <w:rsid w:val="000E5ADB"/>
    <w:rsid w:val="000E5AE0"/>
    <w:rsid w:val="000E6B1E"/>
    <w:rsid w:val="000E7610"/>
    <w:rsid w:val="000F0E31"/>
    <w:rsid w:val="000F12E8"/>
    <w:rsid w:val="000F175A"/>
    <w:rsid w:val="000F184D"/>
    <w:rsid w:val="000F1909"/>
    <w:rsid w:val="000F297F"/>
    <w:rsid w:val="000F2C07"/>
    <w:rsid w:val="000F2DA6"/>
    <w:rsid w:val="000F3237"/>
    <w:rsid w:val="000F389A"/>
    <w:rsid w:val="000F47DA"/>
    <w:rsid w:val="000F4EDF"/>
    <w:rsid w:val="000F61DD"/>
    <w:rsid w:val="000F650B"/>
    <w:rsid w:val="000F66B0"/>
    <w:rsid w:val="000F68A9"/>
    <w:rsid w:val="000F795D"/>
    <w:rsid w:val="001002AC"/>
    <w:rsid w:val="00100BC5"/>
    <w:rsid w:val="00101470"/>
    <w:rsid w:val="00101D26"/>
    <w:rsid w:val="00101FE2"/>
    <w:rsid w:val="001027B1"/>
    <w:rsid w:val="00103712"/>
    <w:rsid w:val="00103AC8"/>
    <w:rsid w:val="00104196"/>
    <w:rsid w:val="00104247"/>
    <w:rsid w:val="0010462B"/>
    <w:rsid w:val="001050F6"/>
    <w:rsid w:val="00105B0C"/>
    <w:rsid w:val="0010623E"/>
    <w:rsid w:val="00106403"/>
    <w:rsid w:val="00106B56"/>
    <w:rsid w:val="00106F87"/>
    <w:rsid w:val="00107DAF"/>
    <w:rsid w:val="00110775"/>
    <w:rsid w:val="0011180D"/>
    <w:rsid w:val="001118D3"/>
    <w:rsid w:val="00111EC9"/>
    <w:rsid w:val="00112058"/>
    <w:rsid w:val="001127E8"/>
    <w:rsid w:val="0011281E"/>
    <w:rsid w:val="00112AD2"/>
    <w:rsid w:val="0011304B"/>
    <w:rsid w:val="00113CE8"/>
    <w:rsid w:val="001149FD"/>
    <w:rsid w:val="00114F68"/>
    <w:rsid w:val="001150CD"/>
    <w:rsid w:val="00115C1D"/>
    <w:rsid w:val="00115D80"/>
    <w:rsid w:val="001162B5"/>
    <w:rsid w:val="001163C8"/>
    <w:rsid w:val="00117744"/>
    <w:rsid w:val="00117C44"/>
    <w:rsid w:val="00117CD8"/>
    <w:rsid w:val="00117F4D"/>
    <w:rsid w:val="0012030A"/>
    <w:rsid w:val="00120BA6"/>
    <w:rsid w:val="001215A1"/>
    <w:rsid w:val="00122FB0"/>
    <w:rsid w:val="001237F4"/>
    <w:rsid w:val="001255CD"/>
    <w:rsid w:val="001260EB"/>
    <w:rsid w:val="00126197"/>
    <w:rsid w:val="001261E6"/>
    <w:rsid w:val="00126495"/>
    <w:rsid w:val="00126BBF"/>
    <w:rsid w:val="0012714E"/>
    <w:rsid w:val="00127522"/>
    <w:rsid w:val="00127A62"/>
    <w:rsid w:val="00127FE6"/>
    <w:rsid w:val="001303CB"/>
    <w:rsid w:val="0013089F"/>
    <w:rsid w:val="001309C4"/>
    <w:rsid w:val="00130B78"/>
    <w:rsid w:val="00130C5F"/>
    <w:rsid w:val="00130CB3"/>
    <w:rsid w:val="00130F1E"/>
    <w:rsid w:val="00131F85"/>
    <w:rsid w:val="0013214F"/>
    <w:rsid w:val="0013217B"/>
    <w:rsid w:val="0013219D"/>
    <w:rsid w:val="001323D4"/>
    <w:rsid w:val="0013262B"/>
    <w:rsid w:val="001329F4"/>
    <w:rsid w:val="00132C12"/>
    <w:rsid w:val="001330B5"/>
    <w:rsid w:val="001330D9"/>
    <w:rsid w:val="00133581"/>
    <w:rsid w:val="0013468B"/>
    <w:rsid w:val="0013505F"/>
    <w:rsid w:val="001357A1"/>
    <w:rsid w:val="001368B4"/>
    <w:rsid w:val="0014017C"/>
    <w:rsid w:val="001421D1"/>
    <w:rsid w:val="00142458"/>
    <w:rsid w:val="00142A03"/>
    <w:rsid w:val="00142B59"/>
    <w:rsid w:val="00142DDB"/>
    <w:rsid w:val="00142EE3"/>
    <w:rsid w:val="001432B9"/>
    <w:rsid w:val="00144AD6"/>
    <w:rsid w:val="00144B94"/>
    <w:rsid w:val="00144CED"/>
    <w:rsid w:val="0014517A"/>
    <w:rsid w:val="0014546B"/>
    <w:rsid w:val="001455D7"/>
    <w:rsid w:val="00145F25"/>
    <w:rsid w:val="00145F30"/>
    <w:rsid w:val="00147271"/>
    <w:rsid w:val="001476F5"/>
    <w:rsid w:val="00147F34"/>
    <w:rsid w:val="00150482"/>
    <w:rsid w:val="00150B44"/>
    <w:rsid w:val="001515CE"/>
    <w:rsid w:val="00151648"/>
    <w:rsid w:val="00151C67"/>
    <w:rsid w:val="001525F3"/>
    <w:rsid w:val="001527CF"/>
    <w:rsid w:val="00152961"/>
    <w:rsid w:val="00152A15"/>
    <w:rsid w:val="001533A0"/>
    <w:rsid w:val="00153495"/>
    <w:rsid w:val="00153DC1"/>
    <w:rsid w:val="0015405B"/>
    <w:rsid w:val="0015406D"/>
    <w:rsid w:val="00154248"/>
    <w:rsid w:val="00154A0B"/>
    <w:rsid w:val="00154AAB"/>
    <w:rsid w:val="00154B09"/>
    <w:rsid w:val="00154B5D"/>
    <w:rsid w:val="00154B91"/>
    <w:rsid w:val="00154D5D"/>
    <w:rsid w:val="00154F77"/>
    <w:rsid w:val="0015505B"/>
    <w:rsid w:val="00155208"/>
    <w:rsid w:val="0015551A"/>
    <w:rsid w:val="00155643"/>
    <w:rsid w:val="00155BEB"/>
    <w:rsid w:val="00155C3B"/>
    <w:rsid w:val="00155E61"/>
    <w:rsid w:val="00157325"/>
    <w:rsid w:val="00157C39"/>
    <w:rsid w:val="00160B71"/>
    <w:rsid w:val="001617A9"/>
    <w:rsid w:val="001617D0"/>
    <w:rsid w:val="00161831"/>
    <w:rsid w:val="00161C79"/>
    <w:rsid w:val="00161D2E"/>
    <w:rsid w:val="00162768"/>
    <w:rsid w:val="00162855"/>
    <w:rsid w:val="00162BE0"/>
    <w:rsid w:val="00162CF5"/>
    <w:rsid w:val="00163120"/>
    <w:rsid w:val="00163260"/>
    <w:rsid w:val="00163908"/>
    <w:rsid w:val="00163CBE"/>
    <w:rsid w:val="001643D2"/>
    <w:rsid w:val="0016452F"/>
    <w:rsid w:val="00164CFF"/>
    <w:rsid w:val="00164D74"/>
    <w:rsid w:val="00165960"/>
    <w:rsid w:val="00165988"/>
    <w:rsid w:val="00165C38"/>
    <w:rsid w:val="00166696"/>
    <w:rsid w:val="00166B77"/>
    <w:rsid w:val="00167A87"/>
    <w:rsid w:val="00170893"/>
    <w:rsid w:val="001709D8"/>
    <w:rsid w:val="00171AB0"/>
    <w:rsid w:val="00173B26"/>
    <w:rsid w:val="00173E06"/>
    <w:rsid w:val="00173F79"/>
    <w:rsid w:val="00174B2A"/>
    <w:rsid w:val="00174ED7"/>
    <w:rsid w:val="00175361"/>
    <w:rsid w:val="001764D0"/>
    <w:rsid w:val="001767BD"/>
    <w:rsid w:val="00177425"/>
    <w:rsid w:val="001778C8"/>
    <w:rsid w:val="00177A0F"/>
    <w:rsid w:val="00177C57"/>
    <w:rsid w:val="00177FBD"/>
    <w:rsid w:val="00180AB7"/>
    <w:rsid w:val="00180FC8"/>
    <w:rsid w:val="00181241"/>
    <w:rsid w:val="0018124F"/>
    <w:rsid w:val="0018195E"/>
    <w:rsid w:val="0018225F"/>
    <w:rsid w:val="001822A8"/>
    <w:rsid w:val="001828BC"/>
    <w:rsid w:val="0018294C"/>
    <w:rsid w:val="00182AEF"/>
    <w:rsid w:val="00183269"/>
    <w:rsid w:val="00183EA8"/>
    <w:rsid w:val="00183F61"/>
    <w:rsid w:val="00184979"/>
    <w:rsid w:val="00185B06"/>
    <w:rsid w:val="00185B1B"/>
    <w:rsid w:val="00185BDA"/>
    <w:rsid w:val="00185D2E"/>
    <w:rsid w:val="00186557"/>
    <w:rsid w:val="001868BB"/>
    <w:rsid w:val="00187459"/>
    <w:rsid w:val="00187591"/>
    <w:rsid w:val="0019018E"/>
    <w:rsid w:val="00190546"/>
    <w:rsid w:val="0019107C"/>
    <w:rsid w:val="00191407"/>
    <w:rsid w:val="001915C5"/>
    <w:rsid w:val="00191AD3"/>
    <w:rsid w:val="00191AF1"/>
    <w:rsid w:val="00192047"/>
    <w:rsid w:val="0019245B"/>
    <w:rsid w:val="00192C7E"/>
    <w:rsid w:val="00192CC3"/>
    <w:rsid w:val="00192E79"/>
    <w:rsid w:val="001937E4"/>
    <w:rsid w:val="00195070"/>
    <w:rsid w:val="00195955"/>
    <w:rsid w:val="00196AC4"/>
    <w:rsid w:val="00196CA6"/>
    <w:rsid w:val="0019715D"/>
    <w:rsid w:val="0019755A"/>
    <w:rsid w:val="00197B34"/>
    <w:rsid w:val="00197D7C"/>
    <w:rsid w:val="001A0668"/>
    <w:rsid w:val="001A23B4"/>
    <w:rsid w:val="001A24C4"/>
    <w:rsid w:val="001A346E"/>
    <w:rsid w:val="001A35E3"/>
    <w:rsid w:val="001A578C"/>
    <w:rsid w:val="001A5A5B"/>
    <w:rsid w:val="001A664A"/>
    <w:rsid w:val="001A6B44"/>
    <w:rsid w:val="001A730B"/>
    <w:rsid w:val="001A75AB"/>
    <w:rsid w:val="001B0608"/>
    <w:rsid w:val="001B06E1"/>
    <w:rsid w:val="001B1152"/>
    <w:rsid w:val="001B1398"/>
    <w:rsid w:val="001B1803"/>
    <w:rsid w:val="001B190B"/>
    <w:rsid w:val="001B27D2"/>
    <w:rsid w:val="001B3014"/>
    <w:rsid w:val="001B3343"/>
    <w:rsid w:val="001B425B"/>
    <w:rsid w:val="001B4384"/>
    <w:rsid w:val="001B561D"/>
    <w:rsid w:val="001B6126"/>
    <w:rsid w:val="001B6182"/>
    <w:rsid w:val="001B61FB"/>
    <w:rsid w:val="001B6EA5"/>
    <w:rsid w:val="001B7407"/>
    <w:rsid w:val="001B7704"/>
    <w:rsid w:val="001B7734"/>
    <w:rsid w:val="001B7962"/>
    <w:rsid w:val="001C037B"/>
    <w:rsid w:val="001C0842"/>
    <w:rsid w:val="001C0B06"/>
    <w:rsid w:val="001C0CB3"/>
    <w:rsid w:val="001C0F85"/>
    <w:rsid w:val="001C2DD7"/>
    <w:rsid w:val="001C2DF3"/>
    <w:rsid w:val="001C320F"/>
    <w:rsid w:val="001C34B9"/>
    <w:rsid w:val="001C3E24"/>
    <w:rsid w:val="001C3FC1"/>
    <w:rsid w:val="001C46D0"/>
    <w:rsid w:val="001C5331"/>
    <w:rsid w:val="001C55D4"/>
    <w:rsid w:val="001C5A90"/>
    <w:rsid w:val="001C655C"/>
    <w:rsid w:val="001C6783"/>
    <w:rsid w:val="001C6A32"/>
    <w:rsid w:val="001C7AC0"/>
    <w:rsid w:val="001D0082"/>
    <w:rsid w:val="001D0879"/>
    <w:rsid w:val="001D0AB8"/>
    <w:rsid w:val="001D12BA"/>
    <w:rsid w:val="001D150E"/>
    <w:rsid w:val="001D189B"/>
    <w:rsid w:val="001D21D2"/>
    <w:rsid w:val="001D284D"/>
    <w:rsid w:val="001D3084"/>
    <w:rsid w:val="001D4595"/>
    <w:rsid w:val="001D5241"/>
    <w:rsid w:val="001D6282"/>
    <w:rsid w:val="001D71C9"/>
    <w:rsid w:val="001D7E5B"/>
    <w:rsid w:val="001D7EFD"/>
    <w:rsid w:val="001E0030"/>
    <w:rsid w:val="001E0EBD"/>
    <w:rsid w:val="001E10EE"/>
    <w:rsid w:val="001E129D"/>
    <w:rsid w:val="001E12FE"/>
    <w:rsid w:val="001E19F5"/>
    <w:rsid w:val="001E221F"/>
    <w:rsid w:val="001E2599"/>
    <w:rsid w:val="001E298C"/>
    <w:rsid w:val="001E2F41"/>
    <w:rsid w:val="001E36A5"/>
    <w:rsid w:val="001E3A76"/>
    <w:rsid w:val="001E3D45"/>
    <w:rsid w:val="001E4584"/>
    <w:rsid w:val="001E45D6"/>
    <w:rsid w:val="001E4753"/>
    <w:rsid w:val="001E47ED"/>
    <w:rsid w:val="001E481C"/>
    <w:rsid w:val="001E5EBE"/>
    <w:rsid w:val="001E6072"/>
    <w:rsid w:val="001E61D9"/>
    <w:rsid w:val="001E6795"/>
    <w:rsid w:val="001E7993"/>
    <w:rsid w:val="001F010C"/>
    <w:rsid w:val="001F099B"/>
    <w:rsid w:val="001F0AF3"/>
    <w:rsid w:val="001F0DF6"/>
    <w:rsid w:val="001F1BED"/>
    <w:rsid w:val="001F1E72"/>
    <w:rsid w:val="001F254F"/>
    <w:rsid w:val="001F2C32"/>
    <w:rsid w:val="001F302B"/>
    <w:rsid w:val="001F3643"/>
    <w:rsid w:val="001F3939"/>
    <w:rsid w:val="001F40E8"/>
    <w:rsid w:val="001F5168"/>
    <w:rsid w:val="001F53E3"/>
    <w:rsid w:val="001F58A9"/>
    <w:rsid w:val="001F6527"/>
    <w:rsid w:val="001F6AB0"/>
    <w:rsid w:val="001F78F5"/>
    <w:rsid w:val="00200CAE"/>
    <w:rsid w:val="00200F79"/>
    <w:rsid w:val="00200FBF"/>
    <w:rsid w:val="00201EB1"/>
    <w:rsid w:val="00201EC5"/>
    <w:rsid w:val="00201FA1"/>
    <w:rsid w:val="00202CF1"/>
    <w:rsid w:val="0020371E"/>
    <w:rsid w:val="00203AD3"/>
    <w:rsid w:val="00203E38"/>
    <w:rsid w:val="00204C3D"/>
    <w:rsid w:val="00205C9C"/>
    <w:rsid w:val="00205D52"/>
    <w:rsid w:val="00205E00"/>
    <w:rsid w:val="00205E38"/>
    <w:rsid w:val="00206186"/>
    <w:rsid w:val="00206398"/>
    <w:rsid w:val="002069E4"/>
    <w:rsid w:val="00206D35"/>
    <w:rsid w:val="002071A8"/>
    <w:rsid w:val="0020725A"/>
    <w:rsid w:val="002079DF"/>
    <w:rsid w:val="00207A72"/>
    <w:rsid w:val="00207DD8"/>
    <w:rsid w:val="002109C0"/>
    <w:rsid w:val="00210F88"/>
    <w:rsid w:val="00211337"/>
    <w:rsid w:val="0021153F"/>
    <w:rsid w:val="00211BAF"/>
    <w:rsid w:val="002120D7"/>
    <w:rsid w:val="0021221B"/>
    <w:rsid w:val="002128BB"/>
    <w:rsid w:val="00213B22"/>
    <w:rsid w:val="00213B87"/>
    <w:rsid w:val="0021416D"/>
    <w:rsid w:val="00214CFC"/>
    <w:rsid w:val="00214D3B"/>
    <w:rsid w:val="00216296"/>
    <w:rsid w:val="002162D2"/>
    <w:rsid w:val="00216B29"/>
    <w:rsid w:val="00217657"/>
    <w:rsid w:val="00217A73"/>
    <w:rsid w:val="00217C1A"/>
    <w:rsid w:val="00217FDC"/>
    <w:rsid w:val="002201C0"/>
    <w:rsid w:val="00220A1C"/>
    <w:rsid w:val="0022135C"/>
    <w:rsid w:val="00221B9C"/>
    <w:rsid w:val="00221F79"/>
    <w:rsid w:val="00221FF7"/>
    <w:rsid w:val="002220B7"/>
    <w:rsid w:val="00222D0E"/>
    <w:rsid w:val="0022375C"/>
    <w:rsid w:val="00224C9D"/>
    <w:rsid w:val="0022636B"/>
    <w:rsid w:val="002263EC"/>
    <w:rsid w:val="002268D8"/>
    <w:rsid w:val="00227BCE"/>
    <w:rsid w:val="00230C1C"/>
    <w:rsid w:val="00231490"/>
    <w:rsid w:val="002318ED"/>
    <w:rsid w:val="002330DF"/>
    <w:rsid w:val="00233CA2"/>
    <w:rsid w:val="00233F02"/>
    <w:rsid w:val="00234103"/>
    <w:rsid w:val="0023497B"/>
    <w:rsid w:val="00235003"/>
    <w:rsid w:val="002353BE"/>
    <w:rsid w:val="00235F81"/>
    <w:rsid w:val="00236711"/>
    <w:rsid w:val="00236CC5"/>
    <w:rsid w:val="00236F61"/>
    <w:rsid w:val="00237577"/>
    <w:rsid w:val="00237F69"/>
    <w:rsid w:val="002409DE"/>
    <w:rsid w:val="00241087"/>
    <w:rsid w:val="00241934"/>
    <w:rsid w:val="00241C04"/>
    <w:rsid w:val="0024229B"/>
    <w:rsid w:val="002423E0"/>
    <w:rsid w:val="002424D1"/>
    <w:rsid w:val="00242791"/>
    <w:rsid w:val="00242A9B"/>
    <w:rsid w:val="00242D22"/>
    <w:rsid w:val="002431D7"/>
    <w:rsid w:val="002432E2"/>
    <w:rsid w:val="002434FC"/>
    <w:rsid w:val="00243627"/>
    <w:rsid w:val="00244223"/>
    <w:rsid w:val="00244279"/>
    <w:rsid w:val="002445D7"/>
    <w:rsid w:val="00244D8A"/>
    <w:rsid w:val="00244EEF"/>
    <w:rsid w:val="00245CCC"/>
    <w:rsid w:val="00245EFB"/>
    <w:rsid w:val="002462E9"/>
    <w:rsid w:val="00246467"/>
    <w:rsid w:val="00247150"/>
    <w:rsid w:val="0024742E"/>
    <w:rsid w:val="00247EDA"/>
    <w:rsid w:val="00250692"/>
    <w:rsid w:val="00250E6F"/>
    <w:rsid w:val="00251163"/>
    <w:rsid w:val="0025119D"/>
    <w:rsid w:val="002526E0"/>
    <w:rsid w:val="00252AB6"/>
    <w:rsid w:val="00253019"/>
    <w:rsid w:val="00253433"/>
    <w:rsid w:val="002544BF"/>
    <w:rsid w:val="0025484A"/>
    <w:rsid w:val="002549FE"/>
    <w:rsid w:val="00254BCC"/>
    <w:rsid w:val="00254DE9"/>
    <w:rsid w:val="00254EA8"/>
    <w:rsid w:val="00255DEF"/>
    <w:rsid w:val="002573E7"/>
    <w:rsid w:val="00260061"/>
    <w:rsid w:val="00260A07"/>
    <w:rsid w:val="00261012"/>
    <w:rsid w:val="0026120A"/>
    <w:rsid w:val="002616DE"/>
    <w:rsid w:val="0026194C"/>
    <w:rsid w:val="002621CB"/>
    <w:rsid w:val="00262F93"/>
    <w:rsid w:val="00262FF9"/>
    <w:rsid w:val="002634F2"/>
    <w:rsid w:val="00263851"/>
    <w:rsid w:val="00263B00"/>
    <w:rsid w:val="0026466A"/>
    <w:rsid w:val="00264EA0"/>
    <w:rsid w:val="00264F09"/>
    <w:rsid w:val="002650E7"/>
    <w:rsid w:val="002650FB"/>
    <w:rsid w:val="002658AC"/>
    <w:rsid w:val="00265993"/>
    <w:rsid w:val="00265B28"/>
    <w:rsid w:val="00265C50"/>
    <w:rsid w:val="0026616B"/>
    <w:rsid w:val="0026649D"/>
    <w:rsid w:val="002666A5"/>
    <w:rsid w:val="0026707E"/>
    <w:rsid w:val="0026782E"/>
    <w:rsid w:val="00270939"/>
    <w:rsid w:val="00271310"/>
    <w:rsid w:val="0027370C"/>
    <w:rsid w:val="00274B70"/>
    <w:rsid w:val="00274DBC"/>
    <w:rsid w:val="00274F5C"/>
    <w:rsid w:val="00275EDC"/>
    <w:rsid w:val="002763C6"/>
    <w:rsid w:val="00277221"/>
    <w:rsid w:val="00277314"/>
    <w:rsid w:val="00277EE5"/>
    <w:rsid w:val="00280094"/>
    <w:rsid w:val="00280CD6"/>
    <w:rsid w:val="00280E7B"/>
    <w:rsid w:val="00280EB7"/>
    <w:rsid w:val="00281381"/>
    <w:rsid w:val="00281C75"/>
    <w:rsid w:val="00283B3D"/>
    <w:rsid w:val="002845C6"/>
    <w:rsid w:val="00284A3E"/>
    <w:rsid w:val="0028579C"/>
    <w:rsid w:val="0028618E"/>
    <w:rsid w:val="00286D09"/>
    <w:rsid w:val="002874F4"/>
    <w:rsid w:val="002879C1"/>
    <w:rsid w:val="00287A82"/>
    <w:rsid w:val="00287B0E"/>
    <w:rsid w:val="002900D9"/>
    <w:rsid w:val="00291CA9"/>
    <w:rsid w:val="00291F01"/>
    <w:rsid w:val="00292180"/>
    <w:rsid w:val="002922C4"/>
    <w:rsid w:val="002923A4"/>
    <w:rsid w:val="00292A59"/>
    <w:rsid w:val="002941C3"/>
    <w:rsid w:val="00294F82"/>
    <w:rsid w:val="002959C1"/>
    <w:rsid w:val="00295BB6"/>
    <w:rsid w:val="002967A7"/>
    <w:rsid w:val="00296CC3"/>
    <w:rsid w:val="00297BAF"/>
    <w:rsid w:val="00297DEA"/>
    <w:rsid w:val="00297E2A"/>
    <w:rsid w:val="002A08E9"/>
    <w:rsid w:val="002A2654"/>
    <w:rsid w:val="002A33E1"/>
    <w:rsid w:val="002A3857"/>
    <w:rsid w:val="002A3B01"/>
    <w:rsid w:val="002A3F3E"/>
    <w:rsid w:val="002A4911"/>
    <w:rsid w:val="002A501C"/>
    <w:rsid w:val="002A5875"/>
    <w:rsid w:val="002A678C"/>
    <w:rsid w:val="002A7489"/>
    <w:rsid w:val="002A780C"/>
    <w:rsid w:val="002A7E7C"/>
    <w:rsid w:val="002A7FE0"/>
    <w:rsid w:val="002B00E0"/>
    <w:rsid w:val="002B0B5F"/>
    <w:rsid w:val="002B0E0C"/>
    <w:rsid w:val="002B2809"/>
    <w:rsid w:val="002B37E8"/>
    <w:rsid w:val="002B3AF1"/>
    <w:rsid w:val="002B3E47"/>
    <w:rsid w:val="002B443C"/>
    <w:rsid w:val="002B44B6"/>
    <w:rsid w:val="002B44FD"/>
    <w:rsid w:val="002B5699"/>
    <w:rsid w:val="002B5863"/>
    <w:rsid w:val="002B5B71"/>
    <w:rsid w:val="002B617A"/>
    <w:rsid w:val="002B62D3"/>
    <w:rsid w:val="002B6B66"/>
    <w:rsid w:val="002B7A2D"/>
    <w:rsid w:val="002B7D8C"/>
    <w:rsid w:val="002C0105"/>
    <w:rsid w:val="002C0220"/>
    <w:rsid w:val="002C08DA"/>
    <w:rsid w:val="002C1434"/>
    <w:rsid w:val="002C1847"/>
    <w:rsid w:val="002C1F1C"/>
    <w:rsid w:val="002C2D70"/>
    <w:rsid w:val="002C3A38"/>
    <w:rsid w:val="002C3B85"/>
    <w:rsid w:val="002C458D"/>
    <w:rsid w:val="002C4628"/>
    <w:rsid w:val="002C4B84"/>
    <w:rsid w:val="002C4D18"/>
    <w:rsid w:val="002C5F2F"/>
    <w:rsid w:val="002C5FE7"/>
    <w:rsid w:val="002C65A6"/>
    <w:rsid w:val="002C6DD6"/>
    <w:rsid w:val="002C7161"/>
    <w:rsid w:val="002C7232"/>
    <w:rsid w:val="002C7411"/>
    <w:rsid w:val="002C7B60"/>
    <w:rsid w:val="002C7BBF"/>
    <w:rsid w:val="002C7C0D"/>
    <w:rsid w:val="002C7D18"/>
    <w:rsid w:val="002C7D5A"/>
    <w:rsid w:val="002D0239"/>
    <w:rsid w:val="002D04FD"/>
    <w:rsid w:val="002D1301"/>
    <w:rsid w:val="002D1308"/>
    <w:rsid w:val="002D1ADC"/>
    <w:rsid w:val="002D2C0E"/>
    <w:rsid w:val="002D2EE9"/>
    <w:rsid w:val="002D3454"/>
    <w:rsid w:val="002D38D1"/>
    <w:rsid w:val="002D46E8"/>
    <w:rsid w:val="002D47C4"/>
    <w:rsid w:val="002D4DD2"/>
    <w:rsid w:val="002D4E32"/>
    <w:rsid w:val="002D5870"/>
    <w:rsid w:val="002D6542"/>
    <w:rsid w:val="002D6822"/>
    <w:rsid w:val="002D6874"/>
    <w:rsid w:val="002D6BF9"/>
    <w:rsid w:val="002D7C0C"/>
    <w:rsid w:val="002E0069"/>
    <w:rsid w:val="002E0851"/>
    <w:rsid w:val="002E0C5B"/>
    <w:rsid w:val="002E157B"/>
    <w:rsid w:val="002E1738"/>
    <w:rsid w:val="002E1AE9"/>
    <w:rsid w:val="002E2224"/>
    <w:rsid w:val="002E22A2"/>
    <w:rsid w:val="002E2D81"/>
    <w:rsid w:val="002E3F76"/>
    <w:rsid w:val="002E44D8"/>
    <w:rsid w:val="002E4ABC"/>
    <w:rsid w:val="002E516B"/>
    <w:rsid w:val="002E5174"/>
    <w:rsid w:val="002E5A84"/>
    <w:rsid w:val="002E6117"/>
    <w:rsid w:val="002E65C5"/>
    <w:rsid w:val="002E6C6B"/>
    <w:rsid w:val="002F0B5F"/>
    <w:rsid w:val="002F116F"/>
    <w:rsid w:val="002F168D"/>
    <w:rsid w:val="002F1F40"/>
    <w:rsid w:val="002F2370"/>
    <w:rsid w:val="002F30CB"/>
    <w:rsid w:val="002F3946"/>
    <w:rsid w:val="002F3EC8"/>
    <w:rsid w:val="002F3F59"/>
    <w:rsid w:val="002F409B"/>
    <w:rsid w:val="002F42FD"/>
    <w:rsid w:val="002F465F"/>
    <w:rsid w:val="002F4CB0"/>
    <w:rsid w:val="002F53FA"/>
    <w:rsid w:val="002F55DA"/>
    <w:rsid w:val="002F5DE1"/>
    <w:rsid w:val="002F5E3E"/>
    <w:rsid w:val="002F6A1C"/>
    <w:rsid w:val="002F6D89"/>
    <w:rsid w:val="002F7C44"/>
    <w:rsid w:val="002F7C98"/>
    <w:rsid w:val="002F7EB2"/>
    <w:rsid w:val="002F7F57"/>
    <w:rsid w:val="003009B5"/>
    <w:rsid w:val="00301516"/>
    <w:rsid w:val="003016A4"/>
    <w:rsid w:val="00301D0C"/>
    <w:rsid w:val="00302080"/>
    <w:rsid w:val="0030259D"/>
    <w:rsid w:val="003025D8"/>
    <w:rsid w:val="0030261C"/>
    <w:rsid w:val="00302D08"/>
    <w:rsid w:val="00302FE4"/>
    <w:rsid w:val="00302FED"/>
    <w:rsid w:val="003035BC"/>
    <w:rsid w:val="003037D0"/>
    <w:rsid w:val="00303A76"/>
    <w:rsid w:val="00303DA5"/>
    <w:rsid w:val="003045E1"/>
    <w:rsid w:val="003051B6"/>
    <w:rsid w:val="00305B50"/>
    <w:rsid w:val="00305E3F"/>
    <w:rsid w:val="00305EE9"/>
    <w:rsid w:val="00305F99"/>
    <w:rsid w:val="0030603D"/>
    <w:rsid w:val="00306209"/>
    <w:rsid w:val="0030651F"/>
    <w:rsid w:val="00306786"/>
    <w:rsid w:val="00306935"/>
    <w:rsid w:val="00307FD7"/>
    <w:rsid w:val="00310B82"/>
    <w:rsid w:val="00311E22"/>
    <w:rsid w:val="00311EA1"/>
    <w:rsid w:val="003124FF"/>
    <w:rsid w:val="00312D25"/>
    <w:rsid w:val="00313D21"/>
    <w:rsid w:val="0031416A"/>
    <w:rsid w:val="003148AE"/>
    <w:rsid w:val="00314BB7"/>
    <w:rsid w:val="00314DD9"/>
    <w:rsid w:val="0031501A"/>
    <w:rsid w:val="00315AD9"/>
    <w:rsid w:val="00316B08"/>
    <w:rsid w:val="00316BBE"/>
    <w:rsid w:val="003170D6"/>
    <w:rsid w:val="003176BB"/>
    <w:rsid w:val="00320573"/>
    <w:rsid w:val="003214DA"/>
    <w:rsid w:val="00321645"/>
    <w:rsid w:val="00321F90"/>
    <w:rsid w:val="00323862"/>
    <w:rsid w:val="00323BA3"/>
    <w:rsid w:val="00323CD0"/>
    <w:rsid w:val="0032436F"/>
    <w:rsid w:val="00324880"/>
    <w:rsid w:val="00324B83"/>
    <w:rsid w:val="00324ED5"/>
    <w:rsid w:val="00325170"/>
    <w:rsid w:val="0032537A"/>
    <w:rsid w:val="0032556A"/>
    <w:rsid w:val="003255CD"/>
    <w:rsid w:val="00325729"/>
    <w:rsid w:val="00325B88"/>
    <w:rsid w:val="003264D6"/>
    <w:rsid w:val="00326744"/>
    <w:rsid w:val="0032693F"/>
    <w:rsid w:val="003276F4"/>
    <w:rsid w:val="003309B1"/>
    <w:rsid w:val="0033185C"/>
    <w:rsid w:val="00332901"/>
    <w:rsid w:val="00332F22"/>
    <w:rsid w:val="003336F4"/>
    <w:rsid w:val="00335015"/>
    <w:rsid w:val="0033526A"/>
    <w:rsid w:val="00335342"/>
    <w:rsid w:val="0033552E"/>
    <w:rsid w:val="00335ECE"/>
    <w:rsid w:val="00336268"/>
    <w:rsid w:val="00336804"/>
    <w:rsid w:val="00336A25"/>
    <w:rsid w:val="00336B06"/>
    <w:rsid w:val="00337CE6"/>
    <w:rsid w:val="00337D97"/>
    <w:rsid w:val="00337DCC"/>
    <w:rsid w:val="00340368"/>
    <w:rsid w:val="00340B53"/>
    <w:rsid w:val="00341193"/>
    <w:rsid w:val="003417B2"/>
    <w:rsid w:val="00341AB4"/>
    <w:rsid w:val="00341AC6"/>
    <w:rsid w:val="00342132"/>
    <w:rsid w:val="00343226"/>
    <w:rsid w:val="003437D1"/>
    <w:rsid w:val="00343D44"/>
    <w:rsid w:val="00343EEA"/>
    <w:rsid w:val="0034471E"/>
    <w:rsid w:val="003447AA"/>
    <w:rsid w:val="00345680"/>
    <w:rsid w:val="00345B0C"/>
    <w:rsid w:val="00346C7A"/>
    <w:rsid w:val="00347236"/>
    <w:rsid w:val="0035046B"/>
    <w:rsid w:val="00350B4C"/>
    <w:rsid w:val="00350B54"/>
    <w:rsid w:val="00351228"/>
    <w:rsid w:val="00352E4F"/>
    <w:rsid w:val="00352E61"/>
    <w:rsid w:val="003531EF"/>
    <w:rsid w:val="003533C0"/>
    <w:rsid w:val="003539B9"/>
    <w:rsid w:val="003549CE"/>
    <w:rsid w:val="003556A7"/>
    <w:rsid w:val="00356256"/>
    <w:rsid w:val="00356682"/>
    <w:rsid w:val="00356C25"/>
    <w:rsid w:val="00356E15"/>
    <w:rsid w:val="0035736D"/>
    <w:rsid w:val="0035781A"/>
    <w:rsid w:val="00357D60"/>
    <w:rsid w:val="00360339"/>
    <w:rsid w:val="003605B8"/>
    <w:rsid w:val="00360614"/>
    <w:rsid w:val="00360E91"/>
    <w:rsid w:val="003614E4"/>
    <w:rsid w:val="00363FD1"/>
    <w:rsid w:val="0036426C"/>
    <w:rsid w:val="003642D0"/>
    <w:rsid w:val="00364993"/>
    <w:rsid w:val="003653B8"/>
    <w:rsid w:val="003655CD"/>
    <w:rsid w:val="00366EAB"/>
    <w:rsid w:val="00367A2C"/>
    <w:rsid w:val="00367E02"/>
    <w:rsid w:val="00367F3C"/>
    <w:rsid w:val="003705A3"/>
    <w:rsid w:val="00370645"/>
    <w:rsid w:val="003708A4"/>
    <w:rsid w:val="00370A29"/>
    <w:rsid w:val="003711BF"/>
    <w:rsid w:val="003721F6"/>
    <w:rsid w:val="003724FF"/>
    <w:rsid w:val="00372843"/>
    <w:rsid w:val="0037297F"/>
    <w:rsid w:val="003729AD"/>
    <w:rsid w:val="00372AB8"/>
    <w:rsid w:val="003739BA"/>
    <w:rsid w:val="00374323"/>
    <w:rsid w:val="003748A2"/>
    <w:rsid w:val="00374940"/>
    <w:rsid w:val="00374F27"/>
    <w:rsid w:val="003753FD"/>
    <w:rsid w:val="00375C8C"/>
    <w:rsid w:val="00375E57"/>
    <w:rsid w:val="00377131"/>
    <w:rsid w:val="003774E1"/>
    <w:rsid w:val="0037767E"/>
    <w:rsid w:val="00377F9A"/>
    <w:rsid w:val="003801DB"/>
    <w:rsid w:val="003802D1"/>
    <w:rsid w:val="00381EE8"/>
    <w:rsid w:val="00382CFD"/>
    <w:rsid w:val="0038345B"/>
    <w:rsid w:val="003834DC"/>
    <w:rsid w:val="003857AE"/>
    <w:rsid w:val="00386632"/>
    <w:rsid w:val="00386696"/>
    <w:rsid w:val="00386A70"/>
    <w:rsid w:val="00387688"/>
    <w:rsid w:val="00387DB3"/>
    <w:rsid w:val="00387F83"/>
    <w:rsid w:val="003905F0"/>
    <w:rsid w:val="00390842"/>
    <w:rsid w:val="003909AC"/>
    <w:rsid w:val="00391A87"/>
    <w:rsid w:val="00391C3B"/>
    <w:rsid w:val="0039210E"/>
    <w:rsid w:val="003926F5"/>
    <w:rsid w:val="00393106"/>
    <w:rsid w:val="003933CD"/>
    <w:rsid w:val="003936D6"/>
    <w:rsid w:val="00393BCF"/>
    <w:rsid w:val="00393EE0"/>
    <w:rsid w:val="00393F48"/>
    <w:rsid w:val="0039417D"/>
    <w:rsid w:val="00394EA5"/>
    <w:rsid w:val="0039570C"/>
    <w:rsid w:val="00395B68"/>
    <w:rsid w:val="00395E08"/>
    <w:rsid w:val="003962F8"/>
    <w:rsid w:val="00396ED8"/>
    <w:rsid w:val="00396F5B"/>
    <w:rsid w:val="0039750C"/>
    <w:rsid w:val="003976D9"/>
    <w:rsid w:val="0039774F"/>
    <w:rsid w:val="003A0FEC"/>
    <w:rsid w:val="003A11D6"/>
    <w:rsid w:val="003A13E9"/>
    <w:rsid w:val="003A15CD"/>
    <w:rsid w:val="003A17AF"/>
    <w:rsid w:val="003A1B08"/>
    <w:rsid w:val="003A25A5"/>
    <w:rsid w:val="003A369D"/>
    <w:rsid w:val="003A3F64"/>
    <w:rsid w:val="003A4321"/>
    <w:rsid w:val="003A43F2"/>
    <w:rsid w:val="003A458B"/>
    <w:rsid w:val="003A5170"/>
    <w:rsid w:val="003A5192"/>
    <w:rsid w:val="003A590C"/>
    <w:rsid w:val="003A59AB"/>
    <w:rsid w:val="003A5EDA"/>
    <w:rsid w:val="003A6E61"/>
    <w:rsid w:val="003A6FC1"/>
    <w:rsid w:val="003A7EF3"/>
    <w:rsid w:val="003B0116"/>
    <w:rsid w:val="003B026A"/>
    <w:rsid w:val="003B05B6"/>
    <w:rsid w:val="003B079B"/>
    <w:rsid w:val="003B10E7"/>
    <w:rsid w:val="003B1B38"/>
    <w:rsid w:val="003B1FE4"/>
    <w:rsid w:val="003B21AB"/>
    <w:rsid w:val="003B24FD"/>
    <w:rsid w:val="003B253F"/>
    <w:rsid w:val="003B2543"/>
    <w:rsid w:val="003B27B2"/>
    <w:rsid w:val="003B28D7"/>
    <w:rsid w:val="003B327E"/>
    <w:rsid w:val="003B34FB"/>
    <w:rsid w:val="003B36B6"/>
    <w:rsid w:val="003B3D86"/>
    <w:rsid w:val="003B3DBB"/>
    <w:rsid w:val="003B6048"/>
    <w:rsid w:val="003B6440"/>
    <w:rsid w:val="003B6A25"/>
    <w:rsid w:val="003B6F84"/>
    <w:rsid w:val="003B770E"/>
    <w:rsid w:val="003C02CC"/>
    <w:rsid w:val="003C0449"/>
    <w:rsid w:val="003C0A36"/>
    <w:rsid w:val="003C1046"/>
    <w:rsid w:val="003C155C"/>
    <w:rsid w:val="003C17C2"/>
    <w:rsid w:val="003C1B41"/>
    <w:rsid w:val="003C1F16"/>
    <w:rsid w:val="003C2965"/>
    <w:rsid w:val="003C384B"/>
    <w:rsid w:val="003C3C81"/>
    <w:rsid w:val="003C4380"/>
    <w:rsid w:val="003C4758"/>
    <w:rsid w:val="003C4A54"/>
    <w:rsid w:val="003C50F9"/>
    <w:rsid w:val="003C54B4"/>
    <w:rsid w:val="003C5945"/>
    <w:rsid w:val="003C5D33"/>
    <w:rsid w:val="003C5E92"/>
    <w:rsid w:val="003C5FB4"/>
    <w:rsid w:val="003C66E8"/>
    <w:rsid w:val="003C7328"/>
    <w:rsid w:val="003C735E"/>
    <w:rsid w:val="003C7509"/>
    <w:rsid w:val="003C76FC"/>
    <w:rsid w:val="003C7937"/>
    <w:rsid w:val="003C7AB1"/>
    <w:rsid w:val="003C7D33"/>
    <w:rsid w:val="003D00A0"/>
    <w:rsid w:val="003D0168"/>
    <w:rsid w:val="003D05AF"/>
    <w:rsid w:val="003D0FF5"/>
    <w:rsid w:val="003D1027"/>
    <w:rsid w:val="003D121A"/>
    <w:rsid w:val="003D1508"/>
    <w:rsid w:val="003D1700"/>
    <w:rsid w:val="003D1D18"/>
    <w:rsid w:val="003D1E32"/>
    <w:rsid w:val="003D1E96"/>
    <w:rsid w:val="003D2297"/>
    <w:rsid w:val="003D26D4"/>
    <w:rsid w:val="003D278A"/>
    <w:rsid w:val="003D28BE"/>
    <w:rsid w:val="003D34F5"/>
    <w:rsid w:val="003D3AC6"/>
    <w:rsid w:val="003D3CE2"/>
    <w:rsid w:val="003D482B"/>
    <w:rsid w:val="003D4EB8"/>
    <w:rsid w:val="003D6F07"/>
    <w:rsid w:val="003D70A3"/>
    <w:rsid w:val="003D72A3"/>
    <w:rsid w:val="003D7DCB"/>
    <w:rsid w:val="003E018B"/>
    <w:rsid w:val="003E028E"/>
    <w:rsid w:val="003E0410"/>
    <w:rsid w:val="003E089C"/>
    <w:rsid w:val="003E09B7"/>
    <w:rsid w:val="003E1C69"/>
    <w:rsid w:val="003E2598"/>
    <w:rsid w:val="003E3206"/>
    <w:rsid w:val="003E369F"/>
    <w:rsid w:val="003E3D97"/>
    <w:rsid w:val="003E4026"/>
    <w:rsid w:val="003E41BE"/>
    <w:rsid w:val="003E5BF0"/>
    <w:rsid w:val="003E61A4"/>
    <w:rsid w:val="003E6819"/>
    <w:rsid w:val="003E6FBA"/>
    <w:rsid w:val="003E79A5"/>
    <w:rsid w:val="003F0166"/>
    <w:rsid w:val="003F034E"/>
    <w:rsid w:val="003F04A2"/>
    <w:rsid w:val="003F0580"/>
    <w:rsid w:val="003F06B6"/>
    <w:rsid w:val="003F2252"/>
    <w:rsid w:val="003F2549"/>
    <w:rsid w:val="003F32F0"/>
    <w:rsid w:val="003F38B1"/>
    <w:rsid w:val="003F391E"/>
    <w:rsid w:val="003F4105"/>
    <w:rsid w:val="003F4134"/>
    <w:rsid w:val="003F4EC0"/>
    <w:rsid w:val="003F52CC"/>
    <w:rsid w:val="003F57A1"/>
    <w:rsid w:val="003F5C22"/>
    <w:rsid w:val="003F5E18"/>
    <w:rsid w:val="003F6568"/>
    <w:rsid w:val="003F6582"/>
    <w:rsid w:val="003F7676"/>
    <w:rsid w:val="0040000E"/>
    <w:rsid w:val="00400486"/>
    <w:rsid w:val="00400B4F"/>
    <w:rsid w:val="00400E5B"/>
    <w:rsid w:val="004011F4"/>
    <w:rsid w:val="00401A46"/>
    <w:rsid w:val="00402229"/>
    <w:rsid w:val="00403019"/>
    <w:rsid w:val="00403265"/>
    <w:rsid w:val="0040489B"/>
    <w:rsid w:val="00404AFF"/>
    <w:rsid w:val="00404BA6"/>
    <w:rsid w:val="00404FED"/>
    <w:rsid w:val="004050EC"/>
    <w:rsid w:val="0040512C"/>
    <w:rsid w:val="00405217"/>
    <w:rsid w:val="00405900"/>
    <w:rsid w:val="00405CC8"/>
    <w:rsid w:val="00405FCE"/>
    <w:rsid w:val="004063B7"/>
    <w:rsid w:val="0040640F"/>
    <w:rsid w:val="004069F7"/>
    <w:rsid w:val="00406C42"/>
    <w:rsid w:val="00407644"/>
    <w:rsid w:val="00407B35"/>
    <w:rsid w:val="00410163"/>
    <w:rsid w:val="0041063D"/>
    <w:rsid w:val="0041078C"/>
    <w:rsid w:val="00410B08"/>
    <w:rsid w:val="00410B43"/>
    <w:rsid w:val="00411184"/>
    <w:rsid w:val="004112D6"/>
    <w:rsid w:val="00411786"/>
    <w:rsid w:val="00411F24"/>
    <w:rsid w:val="00411F32"/>
    <w:rsid w:val="004130F1"/>
    <w:rsid w:val="0041320A"/>
    <w:rsid w:val="00413572"/>
    <w:rsid w:val="004137D5"/>
    <w:rsid w:val="00413B3E"/>
    <w:rsid w:val="00413F8B"/>
    <w:rsid w:val="0041477D"/>
    <w:rsid w:val="004147FA"/>
    <w:rsid w:val="00414E9C"/>
    <w:rsid w:val="0041671A"/>
    <w:rsid w:val="00417A12"/>
    <w:rsid w:val="0042032F"/>
    <w:rsid w:val="00420415"/>
    <w:rsid w:val="00420472"/>
    <w:rsid w:val="00420518"/>
    <w:rsid w:val="00420639"/>
    <w:rsid w:val="00420C62"/>
    <w:rsid w:val="00421C21"/>
    <w:rsid w:val="00421D67"/>
    <w:rsid w:val="00422B46"/>
    <w:rsid w:val="004233B0"/>
    <w:rsid w:val="004238A9"/>
    <w:rsid w:val="00423D81"/>
    <w:rsid w:val="004253A3"/>
    <w:rsid w:val="0042548A"/>
    <w:rsid w:val="00425F83"/>
    <w:rsid w:val="00426769"/>
    <w:rsid w:val="00426AD5"/>
    <w:rsid w:val="00426DDC"/>
    <w:rsid w:val="00426F02"/>
    <w:rsid w:val="00427D89"/>
    <w:rsid w:val="00427E14"/>
    <w:rsid w:val="00427EBC"/>
    <w:rsid w:val="00430498"/>
    <w:rsid w:val="00430A4D"/>
    <w:rsid w:val="00430F6C"/>
    <w:rsid w:val="00430FA1"/>
    <w:rsid w:val="004322CE"/>
    <w:rsid w:val="004333D7"/>
    <w:rsid w:val="00433CA4"/>
    <w:rsid w:val="004341B7"/>
    <w:rsid w:val="00434217"/>
    <w:rsid w:val="00434829"/>
    <w:rsid w:val="00434C1F"/>
    <w:rsid w:val="004350D6"/>
    <w:rsid w:val="004351C8"/>
    <w:rsid w:val="00435484"/>
    <w:rsid w:val="00435B2D"/>
    <w:rsid w:val="00436210"/>
    <w:rsid w:val="004367B3"/>
    <w:rsid w:val="00436A62"/>
    <w:rsid w:val="00436D66"/>
    <w:rsid w:val="00436F7E"/>
    <w:rsid w:val="004375D6"/>
    <w:rsid w:val="0043772A"/>
    <w:rsid w:val="00437EA8"/>
    <w:rsid w:val="00440CDA"/>
    <w:rsid w:val="00441194"/>
    <w:rsid w:val="00441800"/>
    <w:rsid w:val="004438B6"/>
    <w:rsid w:val="00443A2E"/>
    <w:rsid w:val="00443B9D"/>
    <w:rsid w:val="00443CF2"/>
    <w:rsid w:val="00444249"/>
    <w:rsid w:val="004444C8"/>
    <w:rsid w:val="0044509A"/>
    <w:rsid w:val="004461A5"/>
    <w:rsid w:val="004464BD"/>
    <w:rsid w:val="00446CE9"/>
    <w:rsid w:val="004476C8"/>
    <w:rsid w:val="00450030"/>
    <w:rsid w:val="00450BCD"/>
    <w:rsid w:val="004524A0"/>
    <w:rsid w:val="0045281B"/>
    <w:rsid w:val="00453C4D"/>
    <w:rsid w:val="00453DD6"/>
    <w:rsid w:val="00453E57"/>
    <w:rsid w:val="00453FE6"/>
    <w:rsid w:val="00454459"/>
    <w:rsid w:val="00454555"/>
    <w:rsid w:val="00454685"/>
    <w:rsid w:val="00454CCC"/>
    <w:rsid w:val="00454E7C"/>
    <w:rsid w:val="00454ED2"/>
    <w:rsid w:val="004558C0"/>
    <w:rsid w:val="00455B85"/>
    <w:rsid w:val="00456769"/>
    <w:rsid w:val="00457148"/>
    <w:rsid w:val="00457700"/>
    <w:rsid w:val="004602C5"/>
    <w:rsid w:val="00460357"/>
    <w:rsid w:val="00461286"/>
    <w:rsid w:val="00461E37"/>
    <w:rsid w:val="00462129"/>
    <w:rsid w:val="0046237F"/>
    <w:rsid w:val="00462C62"/>
    <w:rsid w:val="00462E08"/>
    <w:rsid w:val="00463445"/>
    <w:rsid w:val="00463E2B"/>
    <w:rsid w:val="004641F1"/>
    <w:rsid w:val="004648C1"/>
    <w:rsid w:val="004648D8"/>
    <w:rsid w:val="00464AD5"/>
    <w:rsid w:val="004662B9"/>
    <w:rsid w:val="0046757E"/>
    <w:rsid w:val="00470835"/>
    <w:rsid w:val="00470D9D"/>
    <w:rsid w:val="004715B2"/>
    <w:rsid w:val="0047167F"/>
    <w:rsid w:val="0047203A"/>
    <w:rsid w:val="004726C5"/>
    <w:rsid w:val="00472D5F"/>
    <w:rsid w:val="004730B6"/>
    <w:rsid w:val="0047315C"/>
    <w:rsid w:val="004734D5"/>
    <w:rsid w:val="004737F2"/>
    <w:rsid w:val="004738FC"/>
    <w:rsid w:val="00473AAE"/>
    <w:rsid w:val="00473BF2"/>
    <w:rsid w:val="0047404E"/>
    <w:rsid w:val="00474AEC"/>
    <w:rsid w:val="00474B7F"/>
    <w:rsid w:val="00474CB4"/>
    <w:rsid w:val="00475049"/>
    <w:rsid w:val="004755F8"/>
    <w:rsid w:val="00475A25"/>
    <w:rsid w:val="00476050"/>
    <w:rsid w:val="00476A85"/>
    <w:rsid w:val="00477745"/>
    <w:rsid w:val="004778EF"/>
    <w:rsid w:val="004779E4"/>
    <w:rsid w:val="0048069E"/>
    <w:rsid w:val="00480BA5"/>
    <w:rsid w:val="00480D1F"/>
    <w:rsid w:val="00481223"/>
    <w:rsid w:val="0048160A"/>
    <w:rsid w:val="00482614"/>
    <w:rsid w:val="0048423C"/>
    <w:rsid w:val="004849CF"/>
    <w:rsid w:val="00484CA6"/>
    <w:rsid w:val="00484D04"/>
    <w:rsid w:val="004852EF"/>
    <w:rsid w:val="00485513"/>
    <w:rsid w:val="0048558F"/>
    <w:rsid w:val="00485D67"/>
    <w:rsid w:val="00485D86"/>
    <w:rsid w:val="00485F5B"/>
    <w:rsid w:val="00486B2A"/>
    <w:rsid w:val="00486F3D"/>
    <w:rsid w:val="00486F67"/>
    <w:rsid w:val="00490F90"/>
    <w:rsid w:val="00491D82"/>
    <w:rsid w:val="004921B7"/>
    <w:rsid w:val="00492A7D"/>
    <w:rsid w:val="004933C4"/>
    <w:rsid w:val="004944B4"/>
    <w:rsid w:val="00494CC2"/>
    <w:rsid w:val="004952E3"/>
    <w:rsid w:val="00495EC1"/>
    <w:rsid w:val="00496067"/>
    <w:rsid w:val="0049672B"/>
    <w:rsid w:val="00496859"/>
    <w:rsid w:val="00496B02"/>
    <w:rsid w:val="00497AE7"/>
    <w:rsid w:val="00497E1B"/>
    <w:rsid w:val="004A106E"/>
    <w:rsid w:val="004A1194"/>
    <w:rsid w:val="004A1711"/>
    <w:rsid w:val="004A20FE"/>
    <w:rsid w:val="004A2F93"/>
    <w:rsid w:val="004A31F1"/>
    <w:rsid w:val="004A321B"/>
    <w:rsid w:val="004A344F"/>
    <w:rsid w:val="004A3939"/>
    <w:rsid w:val="004A5179"/>
    <w:rsid w:val="004A5372"/>
    <w:rsid w:val="004A5AA4"/>
    <w:rsid w:val="004A5ACF"/>
    <w:rsid w:val="004A5B69"/>
    <w:rsid w:val="004A5CF7"/>
    <w:rsid w:val="004A6350"/>
    <w:rsid w:val="004A672B"/>
    <w:rsid w:val="004A6899"/>
    <w:rsid w:val="004A7A2E"/>
    <w:rsid w:val="004A7EE8"/>
    <w:rsid w:val="004B00F3"/>
    <w:rsid w:val="004B02B6"/>
    <w:rsid w:val="004B02FC"/>
    <w:rsid w:val="004B05FA"/>
    <w:rsid w:val="004B1D3F"/>
    <w:rsid w:val="004B2180"/>
    <w:rsid w:val="004B28F1"/>
    <w:rsid w:val="004B2BAC"/>
    <w:rsid w:val="004B3013"/>
    <w:rsid w:val="004B4E32"/>
    <w:rsid w:val="004B52D6"/>
    <w:rsid w:val="004B5D86"/>
    <w:rsid w:val="004B5FEB"/>
    <w:rsid w:val="004B6626"/>
    <w:rsid w:val="004B68D3"/>
    <w:rsid w:val="004B6F28"/>
    <w:rsid w:val="004B7A3A"/>
    <w:rsid w:val="004B7A7F"/>
    <w:rsid w:val="004B7F33"/>
    <w:rsid w:val="004C0417"/>
    <w:rsid w:val="004C16A2"/>
    <w:rsid w:val="004C1E2C"/>
    <w:rsid w:val="004C2D74"/>
    <w:rsid w:val="004C31ED"/>
    <w:rsid w:val="004C4546"/>
    <w:rsid w:val="004C4B2D"/>
    <w:rsid w:val="004C50ED"/>
    <w:rsid w:val="004C5122"/>
    <w:rsid w:val="004C57F9"/>
    <w:rsid w:val="004C6501"/>
    <w:rsid w:val="004C669D"/>
    <w:rsid w:val="004C6A3E"/>
    <w:rsid w:val="004D1AD8"/>
    <w:rsid w:val="004D2662"/>
    <w:rsid w:val="004D26AC"/>
    <w:rsid w:val="004D2848"/>
    <w:rsid w:val="004D2D9D"/>
    <w:rsid w:val="004D3B28"/>
    <w:rsid w:val="004D41DE"/>
    <w:rsid w:val="004D4FE6"/>
    <w:rsid w:val="004D5A75"/>
    <w:rsid w:val="004D5AC2"/>
    <w:rsid w:val="004D5AC6"/>
    <w:rsid w:val="004D5ECA"/>
    <w:rsid w:val="004D7295"/>
    <w:rsid w:val="004D754D"/>
    <w:rsid w:val="004D7613"/>
    <w:rsid w:val="004D785A"/>
    <w:rsid w:val="004D7F76"/>
    <w:rsid w:val="004E060F"/>
    <w:rsid w:val="004E14AD"/>
    <w:rsid w:val="004E169E"/>
    <w:rsid w:val="004E1CB5"/>
    <w:rsid w:val="004E367E"/>
    <w:rsid w:val="004E3A94"/>
    <w:rsid w:val="004E43B3"/>
    <w:rsid w:val="004E4A63"/>
    <w:rsid w:val="004E4B4E"/>
    <w:rsid w:val="004E5AC9"/>
    <w:rsid w:val="004E5F8D"/>
    <w:rsid w:val="004E6C89"/>
    <w:rsid w:val="004F0FDD"/>
    <w:rsid w:val="004F2568"/>
    <w:rsid w:val="004F2C79"/>
    <w:rsid w:val="004F2EE6"/>
    <w:rsid w:val="004F2F8D"/>
    <w:rsid w:val="004F303D"/>
    <w:rsid w:val="004F3265"/>
    <w:rsid w:val="004F3382"/>
    <w:rsid w:val="004F3D52"/>
    <w:rsid w:val="004F480D"/>
    <w:rsid w:val="004F4AF0"/>
    <w:rsid w:val="004F617F"/>
    <w:rsid w:val="004F6E0C"/>
    <w:rsid w:val="004F6FC8"/>
    <w:rsid w:val="004F72CE"/>
    <w:rsid w:val="004F762D"/>
    <w:rsid w:val="005007CC"/>
    <w:rsid w:val="00501545"/>
    <w:rsid w:val="005023AB"/>
    <w:rsid w:val="00502CE2"/>
    <w:rsid w:val="005031BD"/>
    <w:rsid w:val="005038C2"/>
    <w:rsid w:val="00503A67"/>
    <w:rsid w:val="005044C6"/>
    <w:rsid w:val="00504C20"/>
    <w:rsid w:val="00504C3A"/>
    <w:rsid w:val="00504F79"/>
    <w:rsid w:val="00505429"/>
    <w:rsid w:val="005054A3"/>
    <w:rsid w:val="00505FDB"/>
    <w:rsid w:val="0050698C"/>
    <w:rsid w:val="00506E47"/>
    <w:rsid w:val="00510026"/>
    <w:rsid w:val="00510059"/>
    <w:rsid w:val="005102DE"/>
    <w:rsid w:val="00510A72"/>
    <w:rsid w:val="00510EB2"/>
    <w:rsid w:val="00510FE1"/>
    <w:rsid w:val="00511126"/>
    <w:rsid w:val="00511CBF"/>
    <w:rsid w:val="00511EBA"/>
    <w:rsid w:val="00512586"/>
    <w:rsid w:val="005125F9"/>
    <w:rsid w:val="00513F14"/>
    <w:rsid w:val="005142F7"/>
    <w:rsid w:val="00514355"/>
    <w:rsid w:val="00514B03"/>
    <w:rsid w:val="00515ECB"/>
    <w:rsid w:val="0051659A"/>
    <w:rsid w:val="005176AE"/>
    <w:rsid w:val="00517E9B"/>
    <w:rsid w:val="005204AB"/>
    <w:rsid w:val="005208AE"/>
    <w:rsid w:val="0052149A"/>
    <w:rsid w:val="005214BC"/>
    <w:rsid w:val="005216E9"/>
    <w:rsid w:val="005220D1"/>
    <w:rsid w:val="00522214"/>
    <w:rsid w:val="005232CC"/>
    <w:rsid w:val="00523381"/>
    <w:rsid w:val="0052364D"/>
    <w:rsid w:val="005237CE"/>
    <w:rsid w:val="00523ACB"/>
    <w:rsid w:val="00525C1B"/>
    <w:rsid w:val="00525EFD"/>
    <w:rsid w:val="00526E8C"/>
    <w:rsid w:val="00526F11"/>
    <w:rsid w:val="00526F56"/>
    <w:rsid w:val="00527054"/>
    <w:rsid w:val="005270CA"/>
    <w:rsid w:val="00527915"/>
    <w:rsid w:val="00527D40"/>
    <w:rsid w:val="005304C4"/>
    <w:rsid w:val="005305E5"/>
    <w:rsid w:val="00530D79"/>
    <w:rsid w:val="00530E4B"/>
    <w:rsid w:val="00531144"/>
    <w:rsid w:val="0053162A"/>
    <w:rsid w:val="005316E5"/>
    <w:rsid w:val="00532FD8"/>
    <w:rsid w:val="0053322D"/>
    <w:rsid w:val="00533898"/>
    <w:rsid w:val="0053390B"/>
    <w:rsid w:val="005341CD"/>
    <w:rsid w:val="00535F69"/>
    <w:rsid w:val="00536019"/>
    <w:rsid w:val="00536377"/>
    <w:rsid w:val="00537254"/>
    <w:rsid w:val="00537BEA"/>
    <w:rsid w:val="0054076C"/>
    <w:rsid w:val="00540B9B"/>
    <w:rsid w:val="00540F1B"/>
    <w:rsid w:val="0054140E"/>
    <w:rsid w:val="00541709"/>
    <w:rsid w:val="0054181F"/>
    <w:rsid w:val="00541DF2"/>
    <w:rsid w:val="00542745"/>
    <w:rsid w:val="00542BCD"/>
    <w:rsid w:val="00542D68"/>
    <w:rsid w:val="00543753"/>
    <w:rsid w:val="00543E20"/>
    <w:rsid w:val="00544113"/>
    <w:rsid w:val="005447A7"/>
    <w:rsid w:val="005447E4"/>
    <w:rsid w:val="00544B57"/>
    <w:rsid w:val="00545B4C"/>
    <w:rsid w:val="00545B60"/>
    <w:rsid w:val="00546F4F"/>
    <w:rsid w:val="00547064"/>
    <w:rsid w:val="005471D8"/>
    <w:rsid w:val="005476D5"/>
    <w:rsid w:val="005477D3"/>
    <w:rsid w:val="0055155E"/>
    <w:rsid w:val="005519A6"/>
    <w:rsid w:val="005521D5"/>
    <w:rsid w:val="00552F07"/>
    <w:rsid w:val="00553D90"/>
    <w:rsid w:val="00554D43"/>
    <w:rsid w:val="005555CF"/>
    <w:rsid w:val="00556183"/>
    <w:rsid w:val="0055651E"/>
    <w:rsid w:val="00561151"/>
    <w:rsid w:val="00561426"/>
    <w:rsid w:val="00561458"/>
    <w:rsid w:val="005616CE"/>
    <w:rsid w:val="00561E8C"/>
    <w:rsid w:val="00561F73"/>
    <w:rsid w:val="005626A8"/>
    <w:rsid w:val="00562AB7"/>
    <w:rsid w:val="00562EB7"/>
    <w:rsid w:val="0056352B"/>
    <w:rsid w:val="00563653"/>
    <w:rsid w:val="005639FA"/>
    <w:rsid w:val="00563B98"/>
    <w:rsid w:val="00564648"/>
    <w:rsid w:val="00564D4A"/>
    <w:rsid w:val="00565022"/>
    <w:rsid w:val="00565081"/>
    <w:rsid w:val="0056520B"/>
    <w:rsid w:val="00565BEA"/>
    <w:rsid w:val="00565F16"/>
    <w:rsid w:val="00565F71"/>
    <w:rsid w:val="00566729"/>
    <w:rsid w:val="00566961"/>
    <w:rsid w:val="00566A5F"/>
    <w:rsid w:val="00567601"/>
    <w:rsid w:val="00567622"/>
    <w:rsid w:val="00571143"/>
    <w:rsid w:val="0057136D"/>
    <w:rsid w:val="005718A0"/>
    <w:rsid w:val="00572137"/>
    <w:rsid w:val="005729B5"/>
    <w:rsid w:val="00572B76"/>
    <w:rsid w:val="00572D25"/>
    <w:rsid w:val="00572F47"/>
    <w:rsid w:val="00574692"/>
    <w:rsid w:val="00574F18"/>
    <w:rsid w:val="0057531E"/>
    <w:rsid w:val="00575B57"/>
    <w:rsid w:val="00575C7F"/>
    <w:rsid w:val="00575C8A"/>
    <w:rsid w:val="00576E36"/>
    <w:rsid w:val="0057739D"/>
    <w:rsid w:val="00577AB6"/>
    <w:rsid w:val="005800E2"/>
    <w:rsid w:val="00580245"/>
    <w:rsid w:val="00580A23"/>
    <w:rsid w:val="00581126"/>
    <w:rsid w:val="0058116A"/>
    <w:rsid w:val="005814D6"/>
    <w:rsid w:val="00581869"/>
    <w:rsid w:val="005820DB"/>
    <w:rsid w:val="00582810"/>
    <w:rsid w:val="00582F27"/>
    <w:rsid w:val="00583CDB"/>
    <w:rsid w:val="0058422B"/>
    <w:rsid w:val="0058442A"/>
    <w:rsid w:val="00584B52"/>
    <w:rsid w:val="00584BC6"/>
    <w:rsid w:val="00584E6F"/>
    <w:rsid w:val="00584F91"/>
    <w:rsid w:val="0058584C"/>
    <w:rsid w:val="00585A89"/>
    <w:rsid w:val="005864E7"/>
    <w:rsid w:val="00586CF1"/>
    <w:rsid w:val="00586D5D"/>
    <w:rsid w:val="005871B9"/>
    <w:rsid w:val="005873AB"/>
    <w:rsid w:val="005874C3"/>
    <w:rsid w:val="0059002C"/>
    <w:rsid w:val="005900FF"/>
    <w:rsid w:val="005904CD"/>
    <w:rsid w:val="005914AA"/>
    <w:rsid w:val="00591A14"/>
    <w:rsid w:val="00591A85"/>
    <w:rsid w:val="00593BDD"/>
    <w:rsid w:val="00593C8B"/>
    <w:rsid w:val="00594252"/>
    <w:rsid w:val="0059456A"/>
    <w:rsid w:val="00594D78"/>
    <w:rsid w:val="00595852"/>
    <w:rsid w:val="00595AD5"/>
    <w:rsid w:val="00595D75"/>
    <w:rsid w:val="00596739"/>
    <w:rsid w:val="00596FB0"/>
    <w:rsid w:val="0059752B"/>
    <w:rsid w:val="005975A1"/>
    <w:rsid w:val="005976C6"/>
    <w:rsid w:val="005977A1"/>
    <w:rsid w:val="00597A85"/>
    <w:rsid w:val="00597CC9"/>
    <w:rsid w:val="00597D06"/>
    <w:rsid w:val="00597E39"/>
    <w:rsid w:val="005A01EC"/>
    <w:rsid w:val="005A034F"/>
    <w:rsid w:val="005A0BEB"/>
    <w:rsid w:val="005A153A"/>
    <w:rsid w:val="005A1A7D"/>
    <w:rsid w:val="005A1AA4"/>
    <w:rsid w:val="005A1B8B"/>
    <w:rsid w:val="005A1E2E"/>
    <w:rsid w:val="005A227B"/>
    <w:rsid w:val="005A240A"/>
    <w:rsid w:val="005A26E8"/>
    <w:rsid w:val="005A2782"/>
    <w:rsid w:val="005A27B0"/>
    <w:rsid w:val="005A2E73"/>
    <w:rsid w:val="005A3880"/>
    <w:rsid w:val="005A39FA"/>
    <w:rsid w:val="005A45C3"/>
    <w:rsid w:val="005A4ED6"/>
    <w:rsid w:val="005A51A4"/>
    <w:rsid w:val="005A5302"/>
    <w:rsid w:val="005A5825"/>
    <w:rsid w:val="005A60EB"/>
    <w:rsid w:val="005A65E5"/>
    <w:rsid w:val="005A6E78"/>
    <w:rsid w:val="005A6EB3"/>
    <w:rsid w:val="005A777E"/>
    <w:rsid w:val="005A7CBA"/>
    <w:rsid w:val="005B015E"/>
    <w:rsid w:val="005B04B7"/>
    <w:rsid w:val="005B081E"/>
    <w:rsid w:val="005B1675"/>
    <w:rsid w:val="005B1890"/>
    <w:rsid w:val="005B1C3B"/>
    <w:rsid w:val="005B1F74"/>
    <w:rsid w:val="005B3B74"/>
    <w:rsid w:val="005B4C3C"/>
    <w:rsid w:val="005B5439"/>
    <w:rsid w:val="005B65F1"/>
    <w:rsid w:val="005B77E6"/>
    <w:rsid w:val="005B7DA6"/>
    <w:rsid w:val="005C0D36"/>
    <w:rsid w:val="005C1148"/>
    <w:rsid w:val="005C177C"/>
    <w:rsid w:val="005C1BF1"/>
    <w:rsid w:val="005C2D61"/>
    <w:rsid w:val="005C31A8"/>
    <w:rsid w:val="005C34C5"/>
    <w:rsid w:val="005C3E10"/>
    <w:rsid w:val="005C474C"/>
    <w:rsid w:val="005C4929"/>
    <w:rsid w:val="005C56BC"/>
    <w:rsid w:val="005C57A6"/>
    <w:rsid w:val="005C5CD4"/>
    <w:rsid w:val="005C5FD4"/>
    <w:rsid w:val="005C64F5"/>
    <w:rsid w:val="005C6A9A"/>
    <w:rsid w:val="005C6B1D"/>
    <w:rsid w:val="005C6EC1"/>
    <w:rsid w:val="005C7083"/>
    <w:rsid w:val="005C7938"/>
    <w:rsid w:val="005D1006"/>
    <w:rsid w:val="005D1183"/>
    <w:rsid w:val="005D13D7"/>
    <w:rsid w:val="005D16AB"/>
    <w:rsid w:val="005D1DBF"/>
    <w:rsid w:val="005D1F18"/>
    <w:rsid w:val="005D293D"/>
    <w:rsid w:val="005D38FC"/>
    <w:rsid w:val="005D3EF6"/>
    <w:rsid w:val="005D41C9"/>
    <w:rsid w:val="005D44A8"/>
    <w:rsid w:val="005D4CE9"/>
    <w:rsid w:val="005D5AA7"/>
    <w:rsid w:val="005D5EC3"/>
    <w:rsid w:val="005D61C3"/>
    <w:rsid w:val="005D675A"/>
    <w:rsid w:val="005D6E88"/>
    <w:rsid w:val="005D7521"/>
    <w:rsid w:val="005D7561"/>
    <w:rsid w:val="005D776F"/>
    <w:rsid w:val="005D78F8"/>
    <w:rsid w:val="005D7DA8"/>
    <w:rsid w:val="005E0787"/>
    <w:rsid w:val="005E0F8A"/>
    <w:rsid w:val="005E1162"/>
    <w:rsid w:val="005E1406"/>
    <w:rsid w:val="005E1618"/>
    <w:rsid w:val="005E17A1"/>
    <w:rsid w:val="005E1D9E"/>
    <w:rsid w:val="005E284E"/>
    <w:rsid w:val="005E2C0C"/>
    <w:rsid w:val="005E3F31"/>
    <w:rsid w:val="005E4799"/>
    <w:rsid w:val="005E4A17"/>
    <w:rsid w:val="005E4CBC"/>
    <w:rsid w:val="005E4D84"/>
    <w:rsid w:val="005E520A"/>
    <w:rsid w:val="005E5267"/>
    <w:rsid w:val="005E5554"/>
    <w:rsid w:val="005E5AC8"/>
    <w:rsid w:val="005E6EC7"/>
    <w:rsid w:val="005E760F"/>
    <w:rsid w:val="005F0298"/>
    <w:rsid w:val="005F03DA"/>
    <w:rsid w:val="005F0926"/>
    <w:rsid w:val="005F198E"/>
    <w:rsid w:val="005F209F"/>
    <w:rsid w:val="005F227C"/>
    <w:rsid w:val="005F24BB"/>
    <w:rsid w:val="005F297B"/>
    <w:rsid w:val="005F2A20"/>
    <w:rsid w:val="005F331B"/>
    <w:rsid w:val="005F41DA"/>
    <w:rsid w:val="005F4772"/>
    <w:rsid w:val="005F4A12"/>
    <w:rsid w:val="005F54A4"/>
    <w:rsid w:val="005F5DA7"/>
    <w:rsid w:val="005F6135"/>
    <w:rsid w:val="005F7368"/>
    <w:rsid w:val="005F7DFF"/>
    <w:rsid w:val="005F7FA9"/>
    <w:rsid w:val="0060015D"/>
    <w:rsid w:val="006001C3"/>
    <w:rsid w:val="006003C7"/>
    <w:rsid w:val="006005F4"/>
    <w:rsid w:val="006014D6"/>
    <w:rsid w:val="00601A46"/>
    <w:rsid w:val="0060213E"/>
    <w:rsid w:val="0060273F"/>
    <w:rsid w:val="00602FC4"/>
    <w:rsid w:val="0060313C"/>
    <w:rsid w:val="00604144"/>
    <w:rsid w:val="006042AC"/>
    <w:rsid w:val="00604753"/>
    <w:rsid w:val="0060484E"/>
    <w:rsid w:val="00604C20"/>
    <w:rsid w:val="00604F32"/>
    <w:rsid w:val="00605CFA"/>
    <w:rsid w:val="0060638E"/>
    <w:rsid w:val="006068A9"/>
    <w:rsid w:val="00606C7E"/>
    <w:rsid w:val="00607528"/>
    <w:rsid w:val="00607A9E"/>
    <w:rsid w:val="00607CA9"/>
    <w:rsid w:val="00607EA4"/>
    <w:rsid w:val="00610496"/>
    <w:rsid w:val="0061108C"/>
    <w:rsid w:val="00611731"/>
    <w:rsid w:val="00611ADB"/>
    <w:rsid w:val="006120CF"/>
    <w:rsid w:val="006121D9"/>
    <w:rsid w:val="006138D5"/>
    <w:rsid w:val="00614697"/>
    <w:rsid w:val="00614948"/>
    <w:rsid w:val="00614F46"/>
    <w:rsid w:val="00615F2B"/>
    <w:rsid w:val="00616099"/>
    <w:rsid w:val="006160DC"/>
    <w:rsid w:val="00616644"/>
    <w:rsid w:val="0061682B"/>
    <w:rsid w:val="006174BD"/>
    <w:rsid w:val="006201DB"/>
    <w:rsid w:val="00620216"/>
    <w:rsid w:val="0062025F"/>
    <w:rsid w:val="00620CB9"/>
    <w:rsid w:val="00620D50"/>
    <w:rsid w:val="006212DB"/>
    <w:rsid w:val="00622004"/>
    <w:rsid w:val="00622978"/>
    <w:rsid w:val="006232D9"/>
    <w:rsid w:val="00624649"/>
    <w:rsid w:val="00624DFA"/>
    <w:rsid w:val="00625F24"/>
    <w:rsid w:val="00626419"/>
    <w:rsid w:val="0062646E"/>
    <w:rsid w:val="0062653C"/>
    <w:rsid w:val="00630BD0"/>
    <w:rsid w:val="00630F9D"/>
    <w:rsid w:val="00631B72"/>
    <w:rsid w:val="006333EE"/>
    <w:rsid w:val="0063392D"/>
    <w:rsid w:val="0063598F"/>
    <w:rsid w:val="00635C9E"/>
    <w:rsid w:val="0063603F"/>
    <w:rsid w:val="006364C8"/>
    <w:rsid w:val="00636D1E"/>
    <w:rsid w:val="006372C5"/>
    <w:rsid w:val="00637313"/>
    <w:rsid w:val="0063740E"/>
    <w:rsid w:val="006376AF"/>
    <w:rsid w:val="00637777"/>
    <w:rsid w:val="00640612"/>
    <w:rsid w:val="00640D78"/>
    <w:rsid w:val="00641B57"/>
    <w:rsid w:val="00642850"/>
    <w:rsid w:val="00642E9C"/>
    <w:rsid w:val="006434A6"/>
    <w:rsid w:val="00644D12"/>
    <w:rsid w:val="00644E44"/>
    <w:rsid w:val="00645388"/>
    <w:rsid w:val="00645A9E"/>
    <w:rsid w:val="00645DA9"/>
    <w:rsid w:val="00650539"/>
    <w:rsid w:val="00650C8E"/>
    <w:rsid w:val="00650FED"/>
    <w:rsid w:val="00651029"/>
    <w:rsid w:val="0065140D"/>
    <w:rsid w:val="00651430"/>
    <w:rsid w:val="006515CE"/>
    <w:rsid w:val="006516BA"/>
    <w:rsid w:val="00651BDE"/>
    <w:rsid w:val="00651FB8"/>
    <w:rsid w:val="0065268C"/>
    <w:rsid w:val="00652C11"/>
    <w:rsid w:val="00652EFF"/>
    <w:rsid w:val="006535EF"/>
    <w:rsid w:val="00653F7B"/>
    <w:rsid w:val="00653FB7"/>
    <w:rsid w:val="00654099"/>
    <w:rsid w:val="0065452F"/>
    <w:rsid w:val="006547D0"/>
    <w:rsid w:val="00654863"/>
    <w:rsid w:val="00655960"/>
    <w:rsid w:val="00656A58"/>
    <w:rsid w:val="00656D76"/>
    <w:rsid w:val="006575CB"/>
    <w:rsid w:val="00657A7C"/>
    <w:rsid w:val="00657AFB"/>
    <w:rsid w:val="006600C3"/>
    <w:rsid w:val="0066041A"/>
    <w:rsid w:val="00660780"/>
    <w:rsid w:val="00660F5E"/>
    <w:rsid w:val="00661F43"/>
    <w:rsid w:val="00661F52"/>
    <w:rsid w:val="00662047"/>
    <w:rsid w:val="00662479"/>
    <w:rsid w:val="00662672"/>
    <w:rsid w:val="00662B8E"/>
    <w:rsid w:val="00664206"/>
    <w:rsid w:val="0066427F"/>
    <w:rsid w:val="00664477"/>
    <w:rsid w:val="0066466D"/>
    <w:rsid w:val="00664896"/>
    <w:rsid w:val="00664A8F"/>
    <w:rsid w:val="00664CD5"/>
    <w:rsid w:val="00665061"/>
    <w:rsid w:val="006659D5"/>
    <w:rsid w:val="00665C42"/>
    <w:rsid w:val="0066658B"/>
    <w:rsid w:val="00666A2A"/>
    <w:rsid w:val="00667435"/>
    <w:rsid w:val="00667D5A"/>
    <w:rsid w:val="006712F3"/>
    <w:rsid w:val="00671566"/>
    <w:rsid w:val="00671B16"/>
    <w:rsid w:val="00671DCF"/>
    <w:rsid w:val="00672F85"/>
    <w:rsid w:val="006735CC"/>
    <w:rsid w:val="00673B2F"/>
    <w:rsid w:val="006741AA"/>
    <w:rsid w:val="006748FE"/>
    <w:rsid w:val="00675821"/>
    <w:rsid w:val="00676FF3"/>
    <w:rsid w:val="006776AF"/>
    <w:rsid w:val="00680045"/>
    <w:rsid w:val="0068016A"/>
    <w:rsid w:val="006803C7"/>
    <w:rsid w:val="00680575"/>
    <w:rsid w:val="006805C4"/>
    <w:rsid w:val="00681545"/>
    <w:rsid w:val="00681733"/>
    <w:rsid w:val="00681FAA"/>
    <w:rsid w:val="00682368"/>
    <w:rsid w:val="006830E3"/>
    <w:rsid w:val="006832CF"/>
    <w:rsid w:val="00683585"/>
    <w:rsid w:val="00684098"/>
    <w:rsid w:val="00684305"/>
    <w:rsid w:val="006845A0"/>
    <w:rsid w:val="00684679"/>
    <w:rsid w:val="00684B72"/>
    <w:rsid w:val="00684C43"/>
    <w:rsid w:val="00684C86"/>
    <w:rsid w:val="00684D35"/>
    <w:rsid w:val="00685083"/>
    <w:rsid w:val="0068576D"/>
    <w:rsid w:val="00685E5D"/>
    <w:rsid w:val="00685ECF"/>
    <w:rsid w:val="0068694F"/>
    <w:rsid w:val="00686DDC"/>
    <w:rsid w:val="00687CD4"/>
    <w:rsid w:val="0069024A"/>
    <w:rsid w:val="0069107E"/>
    <w:rsid w:val="006917B6"/>
    <w:rsid w:val="0069197D"/>
    <w:rsid w:val="00691E63"/>
    <w:rsid w:val="0069206B"/>
    <w:rsid w:val="006922FA"/>
    <w:rsid w:val="00692846"/>
    <w:rsid w:val="006928DE"/>
    <w:rsid w:val="00692A84"/>
    <w:rsid w:val="0069342B"/>
    <w:rsid w:val="00693547"/>
    <w:rsid w:val="00693F84"/>
    <w:rsid w:val="0069511B"/>
    <w:rsid w:val="0069519D"/>
    <w:rsid w:val="00695464"/>
    <w:rsid w:val="00695686"/>
    <w:rsid w:val="0069637E"/>
    <w:rsid w:val="0069640E"/>
    <w:rsid w:val="00696AA6"/>
    <w:rsid w:val="006973A0"/>
    <w:rsid w:val="006A08AC"/>
    <w:rsid w:val="006A106C"/>
    <w:rsid w:val="006A1124"/>
    <w:rsid w:val="006A321C"/>
    <w:rsid w:val="006A3FC4"/>
    <w:rsid w:val="006A450B"/>
    <w:rsid w:val="006A4E07"/>
    <w:rsid w:val="006A4F5A"/>
    <w:rsid w:val="006A59DB"/>
    <w:rsid w:val="006A59E4"/>
    <w:rsid w:val="006A5FD9"/>
    <w:rsid w:val="006A603E"/>
    <w:rsid w:val="006A6306"/>
    <w:rsid w:val="006A66AC"/>
    <w:rsid w:val="006A6FA3"/>
    <w:rsid w:val="006B042E"/>
    <w:rsid w:val="006B06E6"/>
    <w:rsid w:val="006B0743"/>
    <w:rsid w:val="006B13CB"/>
    <w:rsid w:val="006B1594"/>
    <w:rsid w:val="006B1699"/>
    <w:rsid w:val="006B1778"/>
    <w:rsid w:val="006B17FF"/>
    <w:rsid w:val="006B1968"/>
    <w:rsid w:val="006B1CE8"/>
    <w:rsid w:val="006B2216"/>
    <w:rsid w:val="006B29C2"/>
    <w:rsid w:val="006B2A2C"/>
    <w:rsid w:val="006B3283"/>
    <w:rsid w:val="006B32C5"/>
    <w:rsid w:val="006B3B32"/>
    <w:rsid w:val="006B41AD"/>
    <w:rsid w:val="006B4F5A"/>
    <w:rsid w:val="006B5085"/>
    <w:rsid w:val="006B56E9"/>
    <w:rsid w:val="006B5843"/>
    <w:rsid w:val="006B5FCE"/>
    <w:rsid w:val="006B6611"/>
    <w:rsid w:val="006B6AA2"/>
    <w:rsid w:val="006B6BC4"/>
    <w:rsid w:val="006B6C7A"/>
    <w:rsid w:val="006B6D1F"/>
    <w:rsid w:val="006B7E31"/>
    <w:rsid w:val="006C01D3"/>
    <w:rsid w:val="006C0FB4"/>
    <w:rsid w:val="006C1C42"/>
    <w:rsid w:val="006C1E3D"/>
    <w:rsid w:val="006C20E5"/>
    <w:rsid w:val="006C2225"/>
    <w:rsid w:val="006C22FE"/>
    <w:rsid w:val="006C24CD"/>
    <w:rsid w:val="006C2C2D"/>
    <w:rsid w:val="006C2CC5"/>
    <w:rsid w:val="006C41F9"/>
    <w:rsid w:val="006C547E"/>
    <w:rsid w:val="006C5EF3"/>
    <w:rsid w:val="006C6209"/>
    <w:rsid w:val="006C6F0F"/>
    <w:rsid w:val="006C7ADB"/>
    <w:rsid w:val="006C7C60"/>
    <w:rsid w:val="006C7D31"/>
    <w:rsid w:val="006D0E94"/>
    <w:rsid w:val="006D0FA7"/>
    <w:rsid w:val="006D1977"/>
    <w:rsid w:val="006D1AC3"/>
    <w:rsid w:val="006D1DD3"/>
    <w:rsid w:val="006D1FFD"/>
    <w:rsid w:val="006D20CF"/>
    <w:rsid w:val="006D2128"/>
    <w:rsid w:val="006D224F"/>
    <w:rsid w:val="006D23A3"/>
    <w:rsid w:val="006D263B"/>
    <w:rsid w:val="006D29A2"/>
    <w:rsid w:val="006D36D9"/>
    <w:rsid w:val="006D381B"/>
    <w:rsid w:val="006D3E5B"/>
    <w:rsid w:val="006D5614"/>
    <w:rsid w:val="006D5A1B"/>
    <w:rsid w:val="006D614E"/>
    <w:rsid w:val="006D6590"/>
    <w:rsid w:val="006D65B3"/>
    <w:rsid w:val="006D6CE0"/>
    <w:rsid w:val="006D7703"/>
    <w:rsid w:val="006D7CC1"/>
    <w:rsid w:val="006D7EA0"/>
    <w:rsid w:val="006D7FAE"/>
    <w:rsid w:val="006E00A2"/>
    <w:rsid w:val="006E0A27"/>
    <w:rsid w:val="006E0B74"/>
    <w:rsid w:val="006E0BE3"/>
    <w:rsid w:val="006E1B6B"/>
    <w:rsid w:val="006E1F26"/>
    <w:rsid w:val="006E2A88"/>
    <w:rsid w:val="006E2E65"/>
    <w:rsid w:val="006E36E6"/>
    <w:rsid w:val="006E36E7"/>
    <w:rsid w:val="006E3DC5"/>
    <w:rsid w:val="006E461F"/>
    <w:rsid w:val="006E4776"/>
    <w:rsid w:val="006E493C"/>
    <w:rsid w:val="006E4C27"/>
    <w:rsid w:val="006E4E0E"/>
    <w:rsid w:val="006E52C6"/>
    <w:rsid w:val="006E5462"/>
    <w:rsid w:val="006E5877"/>
    <w:rsid w:val="006E6726"/>
    <w:rsid w:val="006E6A9D"/>
    <w:rsid w:val="006E6BCE"/>
    <w:rsid w:val="006E6D1F"/>
    <w:rsid w:val="006F00F1"/>
    <w:rsid w:val="006F0A00"/>
    <w:rsid w:val="006F26EE"/>
    <w:rsid w:val="006F2789"/>
    <w:rsid w:val="006F3111"/>
    <w:rsid w:val="006F373B"/>
    <w:rsid w:val="006F3D84"/>
    <w:rsid w:val="006F4465"/>
    <w:rsid w:val="006F4722"/>
    <w:rsid w:val="006F4A02"/>
    <w:rsid w:val="006F573F"/>
    <w:rsid w:val="006F5A13"/>
    <w:rsid w:val="006F5A1C"/>
    <w:rsid w:val="006F5D91"/>
    <w:rsid w:val="006F63E6"/>
    <w:rsid w:val="006F6CB1"/>
    <w:rsid w:val="006F727D"/>
    <w:rsid w:val="006F7C00"/>
    <w:rsid w:val="00700929"/>
    <w:rsid w:val="007013D8"/>
    <w:rsid w:val="0070149E"/>
    <w:rsid w:val="007017C1"/>
    <w:rsid w:val="007018C6"/>
    <w:rsid w:val="00701D25"/>
    <w:rsid w:val="00702DF6"/>
    <w:rsid w:val="00702EBB"/>
    <w:rsid w:val="00702FAE"/>
    <w:rsid w:val="0070360D"/>
    <w:rsid w:val="0070452F"/>
    <w:rsid w:val="007046E4"/>
    <w:rsid w:val="00704C3C"/>
    <w:rsid w:val="007050A9"/>
    <w:rsid w:val="007059E3"/>
    <w:rsid w:val="00705C00"/>
    <w:rsid w:val="00706190"/>
    <w:rsid w:val="007067AB"/>
    <w:rsid w:val="00707109"/>
    <w:rsid w:val="007071BC"/>
    <w:rsid w:val="00707357"/>
    <w:rsid w:val="00707857"/>
    <w:rsid w:val="00707B94"/>
    <w:rsid w:val="00707C02"/>
    <w:rsid w:val="007101FF"/>
    <w:rsid w:val="00710A98"/>
    <w:rsid w:val="00710B7C"/>
    <w:rsid w:val="00711638"/>
    <w:rsid w:val="00711C84"/>
    <w:rsid w:val="00711ED3"/>
    <w:rsid w:val="0071230E"/>
    <w:rsid w:val="007123FF"/>
    <w:rsid w:val="00712DE2"/>
    <w:rsid w:val="007131E2"/>
    <w:rsid w:val="0071496B"/>
    <w:rsid w:val="00714E55"/>
    <w:rsid w:val="00714EB7"/>
    <w:rsid w:val="007155CF"/>
    <w:rsid w:val="007155D2"/>
    <w:rsid w:val="00715FFB"/>
    <w:rsid w:val="007163BE"/>
    <w:rsid w:val="00716764"/>
    <w:rsid w:val="00716A22"/>
    <w:rsid w:val="00716C0D"/>
    <w:rsid w:val="00716F64"/>
    <w:rsid w:val="007175FA"/>
    <w:rsid w:val="0071794E"/>
    <w:rsid w:val="00720263"/>
    <w:rsid w:val="00721850"/>
    <w:rsid w:val="0072216D"/>
    <w:rsid w:val="0072251F"/>
    <w:rsid w:val="0072298C"/>
    <w:rsid w:val="00722E0F"/>
    <w:rsid w:val="0072315A"/>
    <w:rsid w:val="0072323A"/>
    <w:rsid w:val="007233F3"/>
    <w:rsid w:val="007236CA"/>
    <w:rsid w:val="007243A4"/>
    <w:rsid w:val="00724492"/>
    <w:rsid w:val="00724ACE"/>
    <w:rsid w:val="00724D1B"/>
    <w:rsid w:val="00724FDE"/>
    <w:rsid w:val="00724FEC"/>
    <w:rsid w:val="007253AE"/>
    <w:rsid w:val="00725720"/>
    <w:rsid w:val="00726A5E"/>
    <w:rsid w:val="00726A7D"/>
    <w:rsid w:val="00726E33"/>
    <w:rsid w:val="0072726F"/>
    <w:rsid w:val="00727A37"/>
    <w:rsid w:val="00727A8A"/>
    <w:rsid w:val="007308D2"/>
    <w:rsid w:val="007314F9"/>
    <w:rsid w:val="00731C1C"/>
    <w:rsid w:val="007326FA"/>
    <w:rsid w:val="0073292A"/>
    <w:rsid w:val="00733D04"/>
    <w:rsid w:val="00734360"/>
    <w:rsid w:val="00734732"/>
    <w:rsid w:val="00734E95"/>
    <w:rsid w:val="0073573C"/>
    <w:rsid w:val="00735819"/>
    <w:rsid w:val="00735DED"/>
    <w:rsid w:val="00735DFF"/>
    <w:rsid w:val="007363E2"/>
    <w:rsid w:val="00737947"/>
    <w:rsid w:val="00737D2E"/>
    <w:rsid w:val="00737D4A"/>
    <w:rsid w:val="00737ECB"/>
    <w:rsid w:val="00737F8A"/>
    <w:rsid w:val="007402DD"/>
    <w:rsid w:val="00740B7F"/>
    <w:rsid w:val="00740F5C"/>
    <w:rsid w:val="00741412"/>
    <w:rsid w:val="00741E80"/>
    <w:rsid w:val="00742318"/>
    <w:rsid w:val="00742AB8"/>
    <w:rsid w:val="00742C83"/>
    <w:rsid w:val="00743B70"/>
    <w:rsid w:val="00744CC8"/>
    <w:rsid w:val="00745095"/>
    <w:rsid w:val="0074512F"/>
    <w:rsid w:val="00745437"/>
    <w:rsid w:val="00745640"/>
    <w:rsid w:val="00745AE8"/>
    <w:rsid w:val="00746832"/>
    <w:rsid w:val="00746CCF"/>
    <w:rsid w:val="007507B6"/>
    <w:rsid w:val="0075103E"/>
    <w:rsid w:val="007518C2"/>
    <w:rsid w:val="00751ED9"/>
    <w:rsid w:val="00751FE6"/>
    <w:rsid w:val="00752761"/>
    <w:rsid w:val="00752B65"/>
    <w:rsid w:val="007536FC"/>
    <w:rsid w:val="00755067"/>
    <w:rsid w:val="0075575C"/>
    <w:rsid w:val="00755F5F"/>
    <w:rsid w:val="00755FFE"/>
    <w:rsid w:val="00756AE2"/>
    <w:rsid w:val="00756E41"/>
    <w:rsid w:val="00757888"/>
    <w:rsid w:val="007600D9"/>
    <w:rsid w:val="00760598"/>
    <w:rsid w:val="00761794"/>
    <w:rsid w:val="00762010"/>
    <w:rsid w:val="00762073"/>
    <w:rsid w:val="007624E5"/>
    <w:rsid w:val="00762B8A"/>
    <w:rsid w:val="00762C12"/>
    <w:rsid w:val="00763BBD"/>
    <w:rsid w:val="00763C29"/>
    <w:rsid w:val="00764B72"/>
    <w:rsid w:val="00764CDF"/>
    <w:rsid w:val="00764E73"/>
    <w:rsid w:val="007651C9"/>
    <w:rsid w:val="007654D1"/>
    <w:rsid w:val="0076589B"/>
    <w:rsid w:val="0076595D"/>
    <w:rsid w:val="00765E00"/>
    <w:rsid w:val="00766B79"/>
    <w:rsid w:val="00766BF1"/>
    <w:rsid w:val="00766C55"/>
    <w:rsid w:val="00766DC8"/>
    <w:rsid w:val="0076752D"/>
    <w:rsid w:val="00767C2C"/>
    <w:rsid w:val="00771CF1"/>
    <w:rsid w:val="00772362"/>
    <w:rsid w:val="00773A7D"/>
    <w:rsid w:val="00774212"/>
    <w:rsid w:val="0077474E"/>
    <w:rsid w:val="007748C0"/>
    <w:rsid w:val="00774AE0"/>
    <w:rsid w:val="00774E35"/>
    <w:rsid w:val="00774F3E"/>
    <w:rsid w:val="00776972"/>
    <w:rsid w:val="00777053"/>
    <w:rsid w:val="00777403"/>
    <w:rsid w:val="00777750"/>
    <w:rsid w:val="00777F7A"/>
    <w:rsid w:val="007800DD"/>
    <w:rsid w:val="00781482"/>
    <w:rsid w:val="00781D0C"/>
    <w:rsid w:val="007825F9"/>
    <w:rsid w:val="0078288E"/>
    <w:rsid w:val="007837AD"/>
    <w:rsid w:val="0078393E"/>
    <w:rsid w:val="00784470"/>
    <w:rsid w:val="00784497"/>
    <w:rsid w:val="0078455A"/>
    <w:rsid w:val="007860B0"/>
    <w:rsid w:val="0078642F"/>
    <w:rsid w:val="00787706"/>
    <w:rsid w:val="00787BCB"/>
    <w:rsid w:val="00787EDE"/>
    <w:rsid w:val="00790036"/>
    <w:rsid w:val="007904B9"/>
    <w:rsid w:val="00791C5B"/>
    <w:rsid w:val="00792379"/>
    <w:rsid w:val="007928BF"/>
    <w:rsid w:val="00792C2E"/>
    <w:rsid w:val="00792CC9"/>
    <w:rsid w:val="00793816"/>
    <w:rsid w:val="00793A57"/>
    <w:rsid w:val="007942A5"/>
    <w:rsid w:val="00794313"/>
    <w:rsid w:val="00794B14"/>
    <w:rsid w:val="007957A1"/>
    <w:rsid w:val="00795E59"/>
    <w:rsid w:val="00796EDA"/>
    <w:rsid w:val="00797801"/>
    <w:rsid w:val="007A02A1"/>
    <w:rsid w:val="007A0E8D"/>
    <w:rsid w:val="007A0F59"/>
    <w:rsid w:val="007A12DD"/>
    <w:rsid w:val="007A1526"/>
    <w:rsid w:val="007A37FF"/>
    <w:rsid w:val="007A41CD"/>
    <w:rsid w:val="007A4383"/>
    <w:rsid w:val="007A4932"/>
    <w:rsid w:val="007A4D44"/>
    <w:rsid w:val="007A693F"/>
    <w:rsid w:val="007A6991"/>
    <w:rsid w:val="007A6CE4"/>
    <w:rsid w:val="007A71E7"/>
    <w:rsid w:val="007A75A6"/>
    <w:rsid w:val="007B1A46"/>
    <w:rsid w:val="007B1E9B"/>
    <w:rsid w:val="007B1FB7"/>
    <w:rsid w:val="007B2A79"/>
    <w:rsid w:val="007B2C9C"/>
    <w:rsid w:val="007B315C"/>
    <w:rsid w:val="007B3ED0"/>
    <w:rsid w:val="007B40ED"/>
    <w:rsid w:val="007B43E5"/>
    <w:rsid w:val="007B5029"/>
    <w:rsid w:val="007B52DD"/>
    <w:rsid w:val="007B55EC"/>
    <w:rsid w:val="007B56F1"/>
    <w:rsid w:val="007B5B25"/>
    <w:rsid w:val="007B5C55"/>
    <w:rsid w:val="007B6C4A"/>
    <w:rsid w:val="007B6CB9"/>
    <w:rsid w:val="007B6EAD"/>
    <w:rsid w:val="007B75D4"/>
    <w:rsid w:val="007B7A2A"/>
    <w:rsid w:val="007B7C94"/>
    <w:rsid w:val="007C13BC"/>
    <w:rsid w:val="007C1CED"/>
    <w:rsid w:val="007C1D93"/>
    <w:rsid w:val="007C27D9"/>
    <w:rsid w:val="007C27DB"/>
    <w:rsid w:val="007C3A3B"/>
    <w:rsid w:val="007C3A4F"/>
    <w:rsid w:val="007C3B11"/>
    <w:rsid w:val="007C417B"/>
    <w:rsid w:val="007C42D5"/>
    <w:rsid w:val="007C48D2"/>
    <w:rsid w:val="007C50F6"/>
    <w:rsid w:val="007C5CC0"/>
    <w:rsid w:val="007C6704"/>
    <w:rsid w:val="007C6AC0"/>
    <w:rsid w:val="007C6D22"/>
    <w:rsid w:val="007C77C6"/>
    <w:rsid w:val="007C7CF3"/>
    <w:rsid w:val="007D0590"/>
    <w:rsid w:val="007D16A8"/>
    <w:rsid w:val="007D1EE8"/>
    <w:rsid w:val="007D21C5"/>
    <w:rsid w:val="007D23AB"/>
    <w:rsid w:val="007D26A8"/>
    <w:rsid w:val="007D4846"/>
    <w:rsid w:val="007D4EAC"/>
    <w:rsid w:val="007D530B"/>
    <w:rsid w:val="007D542B"/>
    <w:rsid w:val="007D5579"/>
    <w:rsid w:val="007D6C0E"/>
    <w:rsid w:val="007D7823"/>
    <w:rsid w:val="007D7A56"/>
    <w:rsid w:val="007E0DFC"/>
    <w:rsid w:val="007E1082"/>
    <w:rsid w:val="007E144D"/>
    <w:rsid w:val="007E164E"/>
    <w:rsid w:val="007E1A82"/>
    <w:rsid w:val="007E1A9F"/>
    <w:rsid w:val="007E1FCB"/>
    <w:rsid w:val="007E27F8"/>
    <w:rsid w:val="007E2C47"/>
    <w:rsid w:val="007E3463"/>
    <w:rsid w:val="007E38DF"/>
    <w:rsid w:val="007E42B2"/>
    <w:rsid w:val="007E53D8"/>
    <w:rsid w:val="007E5E31"/>
    <w:rsid w:val="007E5F86"/>
    <w:rsid w:val="007E606D"/>
    <w:rsid w:val="007E6330"/>
    <w:rsid w:val="007E68FC"/>
    <w:rsid w:val="007E6A97"/>
    <w:rsid w:val="007E74DE"/>
    <w:rsid w:val="007E75B3"/>
    <w:rsid w:val="007E773A"/>
    <w:rsid w:val="007F14BE"/>
    <w:rsid w:val="007F1BD3"/>
    <w:rsid w:val="007F22E1"/>
    <w:rsid w:val="007F29BE"/>
    <w:rsid w:val="007F3A55"/>
    <w:rsid w:val="007F44BE"/>
    <w:rsid w:val="007F57E0"/>
    <w:rsid w:val="007F5A26"/>
    <w:rsid w:val="007F5AD0"/>
    <w:rsid w:val="007F6ED9"/>
    <w:rsid w:val="00800146"/>
    <w:rsid w:val="0080037A"/>
    <w:rsid w:val="00800917"/>
    <w:rsid w:val="00800EA8"/>
    <w:rsid w:val="00801287"/>
    <w:rsid w:val="0080139F"/>
    <w:rsid w:val="00801A42"/>
    <w:rsid w:val="00801B78"/>
    <w:rsid w:val="00802E7C"/>
    <w:rsid w:val="00803230"/>
    <w:rsid w:val="00803BE9"/>
    <w:rsid w:val="00804127"/>
    <w:rsid w:val="00804163"/>
    <w:rsid w:val="0080507A"/>
    <w:rsid w:val="008055B0"/>
    <w:rsid w:val="00805838"/>
    <w:rsid w:val="00805CE5"/>
    <w:rsid w:val="0080633F"/>
    <w:rsid w:val="00806DE4"/>
    <w:rsid w:val="00807246"/>
    <w:rsid w:val="00807F55"/>
    <w:rsid w:val="008102E5"/>
    <w:rsid w:val="00810718"/>
    <w:rsid w:val="00811267"/>
    <w:rsid w:val="008115E9"/>
    <w:rsid w:val="00811C66"/>
    <w:rsid w:val="00811FB1"/>
    <w:rsid w:val="00812600"/>
    <w:rsid w:val="00812FB9"/>
    <w:rsid w:val="0081301F"/>
    <w:rsid w:val="008134BD"/>
    <w:rsid w:val="00813B6A"/>
    <w:rsid w:val="00813C86"/>
    <w:rsid w:val="00814025"/>
    <w:rsid w:val="008172FB"/>
    <w:rsid w:val="0081738D"/>
    <w:rsid w:val="00820D51"/>
    <w:rsid w:val="00820FAD"/>
    <w:rsid w:val="0082108C"/>
    <w:rsid w:val="00821097"/>
    <w:rsid w:val="00821962"/>
    <w:rsid w:val="00822030"/>
    <w:rsid w:val="008224D4"/>
    <w:rsid w:val="008225B9"/>
    <w:rsid w:val="00822615"/>
    <w:rsid w:val="00822F5D"/>
    <w:rsid w:val="00822FE5"/>
    <w:rsid w:val="00822FF3"/>
    <w:rsid w:val="008234AF"/>
    <w:rsid w:val="00824152"/>
    <w:rsid w:val="008245AE"/>
    <w:rsid w:val="0082695B"/>
    <w:rsid w:val="00826EF2"/>
    <w:rsid w:val="008276AA"/>
    <w:rsid w:val="008307D0"/>
    <w:rsid w:val="008308DB"/>
    <w:rsid w:val="00830E4F"/>
    <w:rsid w:val="00831112"/>
    <w:rsid w:val="008314C4"/>
    <w:rsid w:val="008327D8"/>
    <w:rsid w:val="0083354D"/>
    <w:rsid w:val="008335F1"/>
    <w:rsid w:val="008336FC"/>
    <w:rsid w:val="00833C44"/>
    <w:rsid w:val="00833D99"/>
    <w:rsid w:val="008340C0"/>
    <w:rsid w:val="00834334"/>
    <w:rsid w:val="00834590"/>
    <w:rsid w:val="008346CA"/>
    <w:rsid w:val="00834B6C"/>
    <w:rsid w:val="008352B4"/>
    <w:rsid w:val="00835866"/>
    <w:rsid w:val="00836340"/>
    <w:rsid w:val="00836401"/>
    <w:rsid w:val="00836567"/>
    <w:rsid w:val="008365E2"/>
    <w:rsid w:val="00836B0A"/>
    <w:rsid w:val="00836D48"/>
    <w:rsid w:val="00836D5F"/>
    <w:rsid w:val="0083743D"/>
    <w:rsid w:val="008374AF"/>
    <w:rsid w:val="00837CC6"/>
    <w:rsid w:val="00837DCF"/>
    <w:rsid w:val="00837F0B"/>
    <w:rsid w:val="00840065"/>
    <w:rsid w:val="00840C8F"/>
    <w:rsid w:val="0084139A"/>
    <w:rsid w:val="008413F2"/>
    <w:rsid w:val="00842706"/>
    <w:rsid w:val="00842CCD"/>
    <w:rsid w:val="0084333C"/>
    <w:rsid w:val="00844143"/>
    <w:rsid w:val="00844AC5"/>
    <w:rsid w:val="00844B10"/>
    <w:rsid w:val="008456E4"/>
    <w:rsid w:val="00846169"/>
    <w:rsid w:val="00846484"/>
    <w:rsid w:val="008466D7"/>
    <w:rsid w:val="00847DCF"/>
    <w:rsid w:val="00850D22"/>
    <w:rsid w:val="00850F76"/>
    <w:rsid w:val="00851CCD"/>
    <w:rsid w:val="00851F29"/>
    <w:rsid w:val="00853117"/>
    <w:rsid w:val="00853AD6"/>
    <w:rsid w:val="00854671"/>
    <w:rsid w:val="00854816"/>
    <w:rsid w:val="00854DF0"/>
    <w:rsid w:val="008558A2"/>
    <w:rsid w:val="00855B60"/>
    <w:rsid w:val="00855BE6"/>
    <w:rsid w:val="00855DB0"/>
    <w:rsid w:val="00856446"/>
    <w:rsid w:val="0085666A"/>
    <w:rsid w:val="00856A11"/>
    <w:rsid w:val="0085768F"/>
    <w:rsid w:val="00857739"/>
    <w:rsid w:val="00857A97"/>
    <w:rsid w:val="00860263"/>
    <w:rsid w:val="008603C2"/>
    <w:rsid w:val="00860654"/>
    <w:rsid w:val="00860D6D"/>
    <w:rsid w:val="00861506"/>
    <w:rsid w:val="0086326B"/>
    <w:rsid w:val="00863FF4"/>
    <w:rsid w:val="0086419D"/>
    <w:rsid w:val="008645D7"/>
    <w:rsid w:val="00865276"/>
    <w:rsid w:val="00865470"/>
    <w:rsid w:val="0086574A"/>
    <w:rsid w:val="008665F6"/>
    <w:rsid w:val="008673A2"/>
    <w:rsid w:val="00867ACA"/>
    <w:rsid w:val="00867F82"/>
    <w:rsid w:val="008705AF"/>
    <w:rsid w:val="00870A92"/>
    <w:rsid w:val="00870E55"/>
    <w:rsid w:val="008716FD"/>
    <w:rsid w:val="00871D40"/>
    <w:rsid w:val="00871EB5"/>
    <w:rsid w:val="00872135"/>
    <w:rsid w:val="00872700"/>
    <w:rsid w:val="00872A38"/>
    <w:rsid w:val="00872E52"/>
    <w:rsid w:val="0087349C"/>
    <w:rsid w:val="00873505"/>
    <w:rsid w:val="008752AD"/>
    <w:rsid w:val="008755F9"/>
    <w:rsid w:val="008757ED"/>
    <w:rsid w:val="00875E9F"/>
    <w:rsid w:val="00876341"/>
    <w:rsid w:val="008763C9"/>
    <w:rsid w:val="00876E2F"/>
    <w:rsid w:val="008771A1"/>
    <w:rsid w:val="008774E8"/>
    <w:rsid w:val="008776F6"/>
    <w:rsid w:val="00877B70"/>
    <w:rsid w:val="00877B79"/>
    <w:rsid w:val="0088063C"/>
    <w:rsid w:val="00880CE7"/>
    <w:rsid w:val="00880D13"/>
    <w:rsid w:val="008810D3"/>
    <w:rsid w:val="008824BC"/>
    <w:rsid w:val="00882DCF"/>
    <w:rsid w:val="008847B6"/>
    <w:rsid w:val="008848EC"/>
    <w:rsid w:val="00885D25"/>
    <w:rsid w:val="0088606B"/>
    <w:rsid w:val="00886095"/>
    <w:rsid w:val="008863D0"/>
    <w:rsid w:val="008876FB"/>
    <w:rsid w:val="0088784A"/>
    <w:rsid w:val="00887A0C"/>
    <w:rsid w:val="00887F3C"/>
    <w:rsid w:val="00890357"/>
    <w:rsid w:val="00890534"/>
    <w:rsid w:val="00891552"/>
    <w:rsid w:val="008917D0"/>
    <w:rsid w:val="00892F7F"/>
    <w:rsid w:val="00893C49"/>
    <w:rsid w:val="00893FDE"/>
    <w:rsid w:val="008941C6"/>
    <w:rsid w:val="00895631"/>
    <w:rsid w:val="00896252"/>
    <w:rsid w:val="008962CF"/>
    <w:rsid w:val="008966B3"/>
    <w:rsid w:val="00896D65"/>
    <w:rsid w:val="00897324"/>
    <w:rsid w:val="008973C9"/>
    <w:rsid w:val="008A06C4"/>
    <w:rsid w:val="008A082A"/>
    <w:rsid w:val="008A1990"/>
    <w:rsid w:val="008A1A19"/>
    <w:rsid w:val="008A23A8"/>
    <w:rsid w:val="008A2A4C"/>
    <w:rsid w:val="008A2AF4"/>
    <w:rsid w:val="008A4953"/>
    <w:rsid w:val="008A60A7"/>
    <w:rsid w:val="008A673A"/>
    <w:rsid w:val="008A6854"/>
    <w:rsid w:val="008A7002"/>
    <w:rsid w:val="008A7324"/>
    <w:rsid w:val="008A7733"/>
    <w:rsid w:val="008A7A5E"/>
    <w:rsid w:val="008A7DF3"/>
    <w:rsid w:val="008B0101"/>
    <w:rsid w:val="008B09A4"/>
    <w:rsid w:val="008B242D"/>
    <w:rsid w:val="008B25D5"/>
    <w:rsid w:val="008B311F"/>
    <w:rsid w:val="008B37E8"/>
    <w:rsid w:val="008B3883"/>
    <w:rsid w:val="008B3A4C"/>
    <w:rsid w:val="008B3D93"/>
    <w:rsid w:val="008B3EB1"/>
    <w:rsid w:val="008B4337"/>
    <w:rsid w:val="008B4B3B"/>
    <w:rsid w:val="008B4E60"/>
    <w:rsid w:val="008B4EAD"/>
    <w:rsid w:val="008B5732"/>
    <w:rsid w:val="008B58C9"/>
    <w:rsid w:val="008B61BE"/>
    <w:rsid w:val="008B6710"/>
    <w:rsid w:val="008B7186"/>
    <w:rsid w:val="008B7348"/>
    <w:rsid w:val="008B7CA7"/>
    <w:rsid w:val="008C0115"/>
    <w:rsid w:val="008C0232"/>
    <w:rsid w:val="008C0C20"/>
    <w:rsid w:val="008C10E1"/>
    <w:rsid w:val="008C1489"/>
    <w:rsid w:val="008C2D4B"/>
    <w:rsid w:val="008C3A45"/>
    <w:rsid w:val="008C40D6"/>
    <w:rsid w:val="008C4AAF"/>
    <w:rsid w:val="008C4EE5"/>
    <w:rsid w:val="008C5C52"/>
    <w:rsid w:val="008C6681"/>
    <w:rsid w:val="008C72D5"/>
    <w:rsid w:val="008C7CB4"/>
    <w:rsid w:val="008D0875"/>
    <w:rsid w:val="008D0D66"/>
    <w:rsid w:val="008D11A0"/>
    <w:rsid w:val="008D1250"/>
    <w:rsid w:val="008D15B9"/>
    <w:rsid w:val="008D3BC0"/>
    <w:rsid w:val="008D3C4A"/>
    <w:rsid w:val="008D3E6B"/>
    <w:rsid w:val="008D3F59"/>
    <w:rsid w:val="008D432A"/>
    <w:rsid w:val="008D4DFE"/>
    <w:rsid w:val="008D4EC7"/>
    <w:rsid w:val="008D5148"/>
    <w:rsid w:val="008D589C"/>
    <w:rsid w:val="008D5EBB"/>
    <w:rsid w:val="008D67AB"/>
    <w:rsid w:val="008D6DB3"/>
    <w:rsid w:val="008D6F48"/>
    <w:rsid w:val="008D6F61"/>
    <w:rsid w:val="008D6FD1"/>
    <w:rsid w:val="008D7309"/>
    <w:rsid w:val="008D7B75"/>
    <w:rsid w:val="008D7CA8"/>
    <w:rsid w:val="008D7FB2"/>
    <w:rsid w:val="008E08CA"/>
    <w:rsid w:val="008E0C79"/>
    <w:rsid w:val="008E114A"/>
    <w:rsid w:val="008E1572"/>
    <w:rsid w:val="008E1F64"/>
    <w:rsid w:val="008E25D5"/>
    <w:rsid w:val="008E264C"/>
    <w:rsid w:val="008E27CD"/>
    <w:rsid w:val="008E390D"/>
    <w:rsid w:val="008E3E7D"/>
    <w:rsid w:val="008E48E7"/>
    <w:rsid w:val="008E4979"/>
    <w:rsid w:val="008E4A62"/>
    <w:rsid w:val="008E508D"/>
    <w:rsid w:val="008E55AA"/>
    <w:rsid w:val="008E5852"/>
    <w:rsid w:val="008E5915"/>
    <w:rsid w:val="008E65CE"/>
    <w:rsid w:val="008E6B28"/>
    <w:rsid w:val="008E6CAD"/>
    <w:rsid w:val="008E7015"/>
    <w:rsid w:val="008E73A8"/>
    <w:rsid w:val="008E7A7B"/>
    <w:rsid w:val="008E7CB2"/>
    <w:rsid w:val="008F04AE"/>
    <w:rsid w:val="008F0747"/>
    <w:rsid w:val="008F0E10"/>
    <w:rsid w:val="008F1705"/>
    <w:rsid w:val="008F2099"/>
    <w:rsid w:val="008F2D1F"/>
    <w:rsid w:val="008F3201"/>
    <w:rsid w:val="008F357B"/>
    <w:rsid w:val="008F41F2"/>
    <w:rsid w:val="008F43AC"/>
    <w:rsid w:val="008F4476"/>
    <w:rsid w:val="008F45CE"/>
    <w:rsid w:val="008F4A9C"/>
    <w:rsid w:val="008F651C"/>
    <w:rsid w:val="008F7181"/>
    <w:rsid w:val="008F74E3"/>
    <w:rsid w:val="0090071B"/>
    <w:rsid w:val="009009C7"/>
    <w:rsid w:val="009010DF"/>
    <w:rsid w:val="0090264A"/>
    <w:rsid w:val="009029DB"/>
    <w:rsid w:val="00902C7E"/>
    <w:rsid w:val="009035A3"/>
    <w:rsid w:val="009037F6"/>
    <w:rsid w:val="00903C8A"/>
    <w:rsid w:val="00904522"/>
    <w:rsid w:val="0090453D"/>
    <w:rsid w:val="00904729"/>
    <w:rsid w:val="009053B3"/>
    <w:rsid w:val="0090592C"/>
    <w:rsid w:val="00905AD8"/>
    <w:rsid w:val="00906682"/>
    <w:rsid w:val="0090695D"/>
    <w:rsid w:val="00906F91"/>
    <w:rsid w:val="00907868"/>
    <w:rsid w:val="00907F86"/>
    <w:rsid w:val="00910523"/>
    <w:rsid w:val="009110C4"/>
    <w:rsid w:val="009116DE"/>
    <w:rsid w:val="00911DB0"/>
    <w:rsid w:val="00912104"/>
    <w:rsid w:val="0091246B"/>
    <w:rsid w:val="00912C27"/>
    <w:rsid w:val="00913506"/>
    <w:rsid w:val="00914D11"/>
    <w:rsid w:val="00914E46"/>
    <w:rsid w:val="009152C2"/>
    <w:rsid w:val="009157F5"/>
    <w:rsid w:val="00915E27"/>
    <w:rsid w:val="00916672"/>
    <w:rsid w:val="00916703"/>
    <w:rsid w:val="0091732B"/>
    <w:rsid w:val="0091785A"/>
    <w:rsid w:val="00917D82"/>
    <w:rsid w:val="009211AE"/>
    <w:rsid w:val="009219AE"/>
    <w:rsid w:val="00921BAB"/>
    <w:rsid w:val="00923FF7"/>
    <w:rsid w:val="00924155"/>
    <w:rsid w:val="00924552"/>
    <w:rsid w:val="0092486B"/>
    <w:rsid w:val="009252FA"/>
    <w:rsid w:val="0092582C"/>
    <w:rsid w:val="00926BAF"/>
    <w:rsid w:val="00927421"/>
    <w:rsid w:val="00927ED5"/>
    <w:rsid w:val="009301AA"/>
    <w:rsid w:val="00930600"/>
    <w:rsid w:val="0093068B"/>
    <w:rsid w:val="00930882"/>
    <w:rsid w:val="00930D90"/>
    <w:rsid w:val="009313A3"/>
    <w:rsid w:val="009317EB"/>
    <w:rsid w:val="009321A6"/>
    <w:rsid w:val="00932A17"/>
    <w:rsid w:val="00932A36"/>
    <w:rsid w:val="0093334B"/>
    <w:rsid w:val="00933798"/>
    <w:rsid w:val="00933990"/>
    <w:rsid w:val="00933CEB"/>
    <w:rsid w:val="00934AED"/>
    <w:rsid w:val="0093564A"/>
    <w:rsid w:val="00935664"/>
    <w:rsid w:val="0093579C"/>
    <w:rsid w:val="00935CDB"/>
    <w:rsid w:val="009367A8"/>
    <w:rsid w:val="00936FDC"/>
    <w:rsid w:val="00937D60"/>
    <w:rsid w:val="009405DB"/>
    <w:rsid w:val="00940F95"/>
    <w:rsid w:val="0094104A"/>
    <w:rsid w:val="00941361"/>
    <w:rsid w:val="00941D44"/>
    <w:rsid w:val="009425DB"/>
    <w:rsid w:val="009428C4"/>
    <w:rsid w:val="00943F5E"/>
    <w:rsid w:val="00943FF4"/>
    <w:rsid w:val="00944151"/>
    <w:rsid w:val="00944650"/>
    <w:rsid w:val="009453A5"/>
    <w:rsid w:val="00945968"/>
    <w:rsid w:val="00945C44"/>
    <w:rsid w:val="00945D71"/>
    <w:rsid w:val="0094768D"/>
    <w:rsid w:val="009479C2"/>
    <w:rsid w:val="00947DD1"/>
    <w:rsid w:val="00947EE2"/>
    <w:rsid w:val="00947FC3"/>
    <w:rsid w:val="00950023"/>
    <w:rsid w:val="00950254"/>
    <w:rsid w:val="009502FB"/>
    <w:rsid w:val="009504DC"/>
    <w:rsid w:val="00950B14"/>
    <w:rsid w:val="00950E53"/>
    <w:rsid w:val="00950FF5"/>
    <w:rsid w:val="009510F8"/>
    <w:rsid w:val="009511DE"/>
    <w:rsid w:val="00951739"/>
    <w:rsid w:val="0095182B"/>
    <w:rsid w:val="00951DEF"/>
    <w:rsid w:val="00951F36"/>
    <w:rsid w:val="00952E10"/>
    <w:rsid w:val="009530C9"/>
    <w:rsid w:val="00953F43"/>
    <w:rsid w:val="00954CC1"/>
    <w:rsid w:val="009553B4"/>
    <w:rsid w:val="0095592D"/>
    <w:rsid w:val="009566C5"/>
    <w:rsid w:val="00957224"/>
    <w:rsid w:val="00957D51"/>
    <w:rsid w:val="0096000E"/>
    <w:rsid w:val="00960BEE"/>
    <w:rsid w:val="00960F5E"/>
    <w:rsid w:val="00961C06"/>
    <w:rsid w:val="00961C40"/>
    <w:rsid w:val="00961FA1"/>
    <w:rsid w:val="009620A7"/>
    <w:rsid w:val="00962542"/>
    <w:rsid w:val="00962F91"/>
    <w:rsid w:val="00963ED5"/>
    <w:rsid w:val="00966B9B"/>
    <w:rsid w:val="0096719C"/>
    <w:rsid w:val="0096775E"/>
    <w:rsid w:val="009679E1"/>
    <w:rsid w:val="00967D57"/>
    <w:rsid w:val="0097015F"/>
    <w:rsid w:val="00970C08"/>
    <w:rsid w:val="00970F45"/>
    <w:rsid w:val="0097159D"/>
    <w:rsid w:val="009718EA"/>
    <w:rsid w:val="00971A5B"/>
    <w:rsid w:val="00971DA3"/>
    <w:rsid w:val="00972096"/>
    <w:rsid w:val="009724E9"/>
    <w:rsid w:val="00972B6F"/>
    <w:rsid w:val="00972F8A"/>
    <w:rsid w:val="0097344E"/>
    <w:rsid w:val="009740C9"/>
    <w:rsid w:val="009741D8"/>
    <w:rsid w:val="009750CB"/>
    <w:rsid w:val="009756D8"/>
    <w:rsid w:val="00975F79"/>
    <w:rsid w:val="0097602D"/>
    <w:rsid w:val="00976D02"/>
    <w:rsid w:val="00977681"/>
    <w:rsid w:val="009819E4"/>
    <w:rsid w:val="00981D1C"/>
    <w:rsid w:val="00983CA1"/>
    <w:rsid w:val="00983CEA"/>
    <w:rsid w:val="00984084"/>
    <w:rsid w:val="00985DB7"/>
    <w:rsid w:val="00986630"/>
    <w:rsid w:val="0098694C"/>
    <w:rsid w:val="009871A9"/>
    <w:rsid w:val="0098798E"/>
    <w:rsid w:val="00990332"/>
    <w:rsid w:val="0099079C"/>
    <w:rsid w:val="00990800"/>
    <w:rsid w:val="00990A4C"/>
    <w:rsid w:val="0099179B"/>
    <w:rsid w:val="00991A81"/>
    <w:rsid w:val="00991ED9"/>
    <w:rsid w:val="00992227"/>
    <w:rsid w:val="0099240B"/>
    <w:rsid w:val="0099268A"/>
    <w:rsid w:val="00992B2C"/>
    <w:rsid w:val="00994A13"/>
    <w:rsid w:val="00994FCE"/>
    <w:rsid w:val="009950F9"/>
    <w:rsid w:val="00995E10"/>
    <w:rsid w:val="00997167"/>
    <w:rsid w:val="009976D2"/>
    <w:rsid w:val="00997CAF"/>
    <w:rsid w:val="009A0041"/>
    <w:rsid w:val="009A06D0"/>
    <w:rsid w:val="009A07CB"/>
    <w:rsid w:val="009A0BBE"/>
    <w:rsid w:val="009A0D55"/>
    <w:rsid w:val="009A0F7C"/>
    <w:rsid w:val="009A25DA"/>
    <w:rsid w:val="009A2729"/>
    <w:rsid w:val="009A3C25"/>
    <w:rsid w:val="009A400A"/>
    <w:rsid w:val="009A426E"/>
    <w:rsid w:val="009A4388"/>
    <w:rsid w:val="009A46FE"/>
    <w:rsid w:val="009A519C"/>
    <w:rsid w:val="009A54A8"/>
    <w:rsid w:val="009A5AD0"/>
    <w:rsid w:val="009A5E03"/>
    <w:rsid w:val="009A627E"/>
    <w:rsid w:val="009A6391"/>
    <w:rsid w:val="009A63C1"/>
    <w:rsid w:val="009A68CC"/>
    <w:rsid w:val="009A6991"/>
    <w:rsid w:val="009A78F6"/>
    <w:rsid w:val="009A7A73"/>
    <w:rsid w:val="009B02E6"/>
    <w:rsid w:val="009B2635"/>
    <w:rsid w:val="009B292A"/>
    <w:rsid w:val="009B29B0"/>
    <w:rsid w:val="009B3DE5"/>
    <w:rsid w:val="009B3F1A"/>
    <w:rsid w:val="009B4899"/>
    <w:rsid w:val="009B4BED"/>
    <w:rsid w:val="009B5925"/>
    <w:rsid w:val="009B605F"/>
    <w:rsid w:val="009B6339"/>
    <w:rsid w:val="009B6D8A"/>
    <w:rsid w:val="009B7658"/>
    <w:rsid w:val="009B7D3D"/>
    <w:rsid w:val="009C0574"/>
    <w:rsid w:val="009C1170"/>
    <w:rsid w:val="009C1AD9"/>
    <w:rsid w:val="009C23CC"/>
    <w:rsid w:val="009C268C"/>
    <w:rsid w:val="009C2C25"/>
    <w:rsid w:val="009C2E85"/>
    <w:rsid w:val="009C3BDA"/>
    <w:rsid w:val="009C3EB9"/>
    <w:rsid w:val="009C4BEF"/>
    <w:rsid w:val="009C4C3A"/>
    <w:rsid w:val="009C5530"/>
    <w:rsid w:val="009C576D"/>
    <w:rsid w:val="009C59CC"/>
    <w:rsid w:val="009C6165"/>
    <w:rsid w:val="009C6600"/>
    <w:rsid w:val="009C66F3"/>
    <w:rsid w:val="009C6D62"/>
    <w:rsid w:val="009C7792"/>
    <w:rsid w:val="009C7BF0"/>
    <w:rsid w:val="009D2C4E"/>
    <w:rsid w:val="009D3438"/>
    <w:rsid w:val="009D3AD2"/>
    <w:rsid w:val="009D4A4B"/>
    <w:rsid w:val="009D4C03"/>
    <w:rsid w:val="009D4CF9"/>
    <w:rsid w:val="009D4FB4"/>
    <w:rsid w:val="009D5FF2"/>
    <w:rsid w:val="009D614E"/>
    <w:rsid w:val="009D7623"/>
    <w:rsid w:val="009D7F21"/>
    <w:rsid w:val="009E091C"/>
    <w:rsid w:val="009E0A2B"/>
    <w:rsid w:val="009E1304"/>
    <w:rsid w:val="009E1C12"/>
    <w:rsid w:val="009E24A4"/>
    <w:rsid w:val="009E2BEE"/>
    <w:rsid w:val="009E2F5D"/>
    <w:rsid w:val="009E2FB6"/>
    <w:rsid w:val="009E3F1E"/>
    <w:rsid w:val="009E42BF"/>
    <w:rsid w:val="009E5162"/>
    <w:rsid w:val="009E5A7E"/>
    <w:rsid w:val="009E5A99"/>
    <w:rsid w:val="009E5F52"/>
    <w:rsid w:val="009E6FF9"/>
    <w:rsid w:val="009E7399"/>
    <w:rsid w:val="009E7842"/>
    <w:rsid w:val="009E7999"/>
    <w:rsid w:val="009E79B0"/>
    <w:rsid w:val="009F05B1"/>
    <w:rsid w:val="009F0B1D"/>
    <w:rsid w:val="009F0D57"/>
    <w:rsid w:val="009F2130"/>
    <w:rsid w:val="009F2FF3"/>
    <w:rsid w:val="009F34DE"/>
    <w:rsid w:val="009F4271"/>
    <w:rsid w:val="009F42D2"/>
    <w:rsid w:val="009F50DF"/>
    <w:rsid w:val="009F6266"/>
    <w:rsid w:val="009F7313"/>
    <w:rsid w:val="009F78A8"/>
    <w:rsid w:val="00A01884"/>
    <w:rsid w:val="00A01A60"/>
    <w:rsid w:val="00A0249A"/>
    <w:rsid w:val="00A02622"/>
    <w:rsid w:val="00A0439F"/>
    <w:rsid w:val="00A043ED"/>
    <w:rsid w:val="00A04D33"/>
    <w:rsid w:val="00A05058"/>
    <w:rsid w:val="00A05322"/>
    <w:rsid w:val="00A05BFF"/>
    <w:rsid w:val="00A05D0C"/>
    <w:rsid w:val="00A06D6D"/>
    <w:rsid w:val="00A07FBA"/>
    <w:rsid w:val="00A101EC"/>
    <w:rsid w:val="00A1030D"/>
    <w:rsid w:val="00A11270"/>
    <w:rsid w:val="00A11912"/>
    <w:rsid w:val="00A1193E"/>
    <w:rsid w:val="00A122C7"/>
    <w:rsid w:val="00A12594"/>
    <w:rsid w:val="00A1347E"/>
    <w:rsid w:val="00A13BAC"/>
    <w:rsid w:val="00A13EE6"/>
    <w:rsid w:val="00A14AC4"/>
    <w:rsid w:val="00A14F46"/>
    <w:rsid w:val="00A1514D"/>
    <w:rsid w:val="00A15F13"/>
    <w:rsid w:val="00A15F19"/>
    <w:rsid w:val="00A1659B"/>
    <w:rsid w:val="00A16B96"/>
    <w:rsid w:val="00A16C6C"/>
    <w:rsid w:val="00A16FD6"/>
    <w:rsid w:val="00A171A4"/>
    <w:rsid w:val="00A17573"/>
    <w:rsid w:val="00A200C3"/>
    <w:rsid w:val="00A2024C"/>
    <w:rsid w:val="00A205FB"/>
    <w:rsid w:val="00A213FE"/>
    <w:rsid w:val="00A2151F"/>
    <w:rsid w:val="00A2157B"/>
    <w:rsid w:val="00A21CD3"/>
    <w:rsid w:val="00A21FB3"/>
    <w:rsid w:val="00A22793"/>
    <w:rsid w:val="00A22E00"/>
    <w:rsid w:val="00A23537"/>
    <w:rsid w:val="00A2369D"/>
    <w:rsid w:val="00A23F65"/>
    <w:rsid w:val="00A24286"/>
    <w:rsid w:val="00A24A4F"/>
    <w:rsid w:val="00A24C12"/>
    <w:rsid w:val="00A255E1"/>
    <w:rsid w:val="00A25BE4"/>
    <w:rsid w:val="00A27402"/>
    <w:rsid w:val="00A2756E"/>
    <w:rsid w:val="00A27B85"/>
    <w:rsid w:val="00A30AB4"/>
    <w:rsid w:val="00A30B0D"/>
    <w:rsid w:val="00A31B11"/>
    <w:rsid w:val="00A31ED4"/>
    <w:rsid w:val="00A322AB"/>
    <w:rsid w:val="00A3245F"/>
    <w:rsid w:val="00A32D82"/>
    <w:rsid w:val="00A3323A"/>
    <w:rsid w:val="00A33506"/>
    <w:rsid w:val="00A339F3"/>
    <w:rsid w:val="00A34001"/>
    <w:rsid w:val="00A34570"/>
    <w:rsid w:val="00A34ACB"/>
    <w:rsid w:val="00A35B03"/>
    <w:rsid w:val="00A362C0"/>
    <w:rsid w:val="00A3640B"/>
    <w:rsid w:val="00A3770E"/>
    <w:rsid w:val="00A402E6"/>
    <w:rsid w:val="00A4233E"/>
    <w:rsid w:val="00A423F5"/>
    <w:rsid w:val="00A42AF9"/>
    <w:rsid w:val="00A42F8E"/>
    <w:rsid w:val="00A43445"/>
    <w:rsid w:val="00A43511"/>
    <w:rsid w:val="00A435A4"/>
    <w:rsid w:val="00A437E6"/>
    <w:rsid w:val="00A44A8E"/>
    <w:rsid w:val="00A452B1"/>
    <w:rsid w:val="00A457FC"/>
    <w:rsid w:val="00A458C9"/>
    <w:rsid w:val="00A45B22"/>
    <w:rsid w:val="00A46569"/>
    <w:rsid w:val="00A46B7A"/>
    <w:rsid w:val="00A46D59"/>
    <w:rsid w:val="00A50409"/>
    <w:rsid w:val="00A50521"/>
    <w:rsid w:val="00A50A4C"/>
    <w:rsid w:val="00A50BC3"/>
    <w:rsid w:val="00A50C88"/>
    <w:rsid w:val="00A51787"/>
    <w:rsid w:val="00A51795"/>
    <w:rsid w:val="00A517AB"/>
    <w:rsid w:val="00A51AA1"/>
    <w:rsid w:val="00A51FAF"/>
    <w:rsid w:val="00A529A5"/>
    <w:rsid w:val="00A52ADE"/>
    <w:rsid w:val="00A52B04"/>
    <w:rsid w:val="00A52DF8"/>
    <w:rsid w:val="00A532E7"/>
    <w:rsid w:val="00A533F6"/>
    <w:rsid w:val="00A53807"/>
    <w:rsid w:val="00A53D33"/>
    <w:rsid w:val="00A53E36"/>
    <w:rsid w:val="00A54102"/>
    <w:rsid w:val="00A5443D"/>
    <w:rsid w:val="00A549DF"/>
    <w:rsid w:val="00A56869"/>
    <w:rsid w:val="00A570A8"/>
    <w:rsid w:val="00A57A3E"/>
    <w:rsid w:val="00A607E0"/>
    <w:rsid w:val="00A60EAE"/>
    <w:rsid w:val="00A61392"/>
    <w:rsid w:val="00A622FC"/>
    <w:rsid w:val="00A62D9B"/>
    <w:rsid w:val="00A63657"/>
    <w:rsid w:val="00A639A0"/>
    <w:rsid w:val="00A649F0"/>
    <w:rsid w:val="00A65C39"/>
    <w:rsid w:val="00A66103"/>
    <w:rsid w:val="00A662BB"/>
    <w:rsid w:val="00A700C6"/>
    <w:rsid w:val="00A71120"/>
    <w:rsid w:val="00A713FF"/>
    <w:rsid w:val="00A71871"/>
    <w:rsid w:val="00A721F3"/>
    <w:rsid w:val="00A72595"/>
    <w:rsid w:val="00A7264C"/>
    <w:rsid w:val="00A72C4E"/>
    <w:rsid w:val="00A72C57"/>
    <w:rsid w:val="00A72CA1"/>
    <w:rsid w:val="00A732F5"/>
    <w:rsid w:val="00A733FB"/>
    <w:rsid w:val="00A73C36"/>
    <w:rsid w:val="00A73E8F"/>
    <w:rsid w:val="00A74295"/>
    <w:rsid w:val="00A74D0A"/>
    <w:rsid w:val="00A74DF9"/>
    <w:rsid w:val="00A75470"/>
    <w:rsid w:val="00A76826"/>
    <w:rsid w:val="00A76C25"/>
    <w:rsid w:val="00A76C5E"/>
    <w:rsid w:val="00A76FAF"/>
    <w:rsid w:val="00A77304"/>
    <w:rsid w:val="00A7766D"/>
    <w:rsid w:val="00A77D49"/>
    <w:rsid w:val="00A77EA9"/>
    <w:rsid w:val="00A80130"/>
    <w:rsid w:val="00A80178"/>
    <w:rsid w:val="00A8038E"/>
    <w:rsid w:val="00A80699"/>
    <w:rsid w:val="00A809B7"/>
    <w:rsid w:val="00A816D4"/>
    <w:rsid w:val="00A81FEB"/>
    <w:rsid w:val="00A8200C"/>
    <w:rsid w:val="00A82267"/>
    <w:rsid w:val="00A835CB"/>
    <w:rsid w:val="00A8374C"/>
    <w:rsid w:val="00A83774"/>
    <w:rsid w:val="00A83D01"/>
    <w:rsid w:val="00A84AA5"/>
    <w:rsid w:val="00A8532D"/>
    <w:rsid w:val="00A85C82"/>
    <w:rsid w:val="00A85E39"/>
    <w:rsid w:val="00A85E85"/>
    <w:rsid w:val="00A8643B"/>
    <w:rsid w:val="00A86492"/>
    <w:rsid w:val="00A8707B"/>
    <w:rsid w:val="00A87591"/>
    <w:rsid w:val="00A878C3"/>
    <w:rsid w:val="00A87CEE"/>
    <w:rsid w:val="00A90881"/>
    <w:rsid w:val="00A90B33"/>
    <w:rsid w:val="00A90CE0"/>
    <w:rsid w:val="00A90D2A"/>
    <w:rsid w:val="00A922D5"/>
    <w:rsid w:val="00A926A7"/>
    <w:rsid w:val="00A936E7"/>
    <w:rsid w:val="00A937EB"/>
    <w:rsid w:val="00A94571"/>
    <w:rsid w:val="00A946EF"/>
    <w:rsid w:val="00A94896"/>
    <w:rsid w:val="00A94F02"/>
    <w:rsid w:val="00A955A1"/>
    <w:rsid w:val="00A95D28"/>
    <w:rsid w:val="00A96D85"/>
    <w:rsid w:val="00A973CA"/>
    <w:rsid w:val="00A97B82"/>
    <w:rsid w:val="00AA030E"/>
    <w:rsid w:val="00AA0653"/>
    <w:rsid w:val="00AA19FD"/>
    <w:rsid w:val="00AA2088"/>
    <w:rsid w:val="00AA2C60"/>
    <w:rsid w:val="00AA2EAC"/>
    <w:rsid w:val="00AA3B73"/>
    <w:rsid w:val="00AA3DF3"/>
    <w:rsid w:val="00AA3E97"/>
    <w:rsid w:val="00AA3EA7"/>
    <w:rsid w:val="00AA4542"/>
    <w:rsid w:val="00AA48E2"/>
    <w:rsid w:val="00AA5136"/>
    <w:rsid w:val="00AA5742"/>
    <w:rsid w:val="00AA6D42"/>
    <w:rsid w:val="00AA742B"/>
    <w:rsid w:val="00AA78AB"/>
    <w:rsid w:val="00AA7C23"/>
    <w:rsid w:val="00AA7F12"/>
    <w:rsid w:val="00AB0875"/>
    <w:rsid w:val="00AB1067"/>
    <w:rsid w:val="00AB12C9"/>
    <w:rsid w:val="00AB17CB"/>
    <w:rsid w:val="00AB18E0"/>
    <w:rsid w:val="00AB1A97"/>
    <w:rsid w:val="00AB2874"/>
    <w:rsid w:val="00AB2EAA"/>
    <w:rsid w:val="00AB331E"/>
    <w:rsid w:val="00AB3874"/>
    <w:rsid w:val="00AB39DF"/>
    <w:rsid w:val="00AB4357"/>
    <w:rsid w:val="00AB43C8"/>
    <w:rsid w:val="00AB4BC8"/>
    <w:rsid w:val="00AB6156"/>
    <w:rsid w:val="00AB6626"/>
    <w:rsid w:val="00AB6845"/>
    <w:rsid w:val="00AB77AC"/>
    <w:rsid w:val="00AC03C6"/>
    <w:rsid w:val="00AC0F80"/>
    <w:rsid w:val="00AC1679"/>
    <w:rsid w:val="00AC1AED"/>
    <w:rsid w:val="00AC2403"/>
    <w:rsid w:val="00AC2D71"/>
    <w:rsid w:val="00AC3969"/>
    <w:rsid w:val="00AC3987"/>
    <w:rsid w:val="00AC3D93"/>
    <w:rsid w:val="00AC3EC6"/>
    <w:rsid w:val="00AC4E01"/>
    <w:rsid w:val="00AC5037"/>
    <w:rsid w:val="00AC5070"/>
    <w:rsid w:val="00AC52A3"/>
    <w:rsid w:val="00AC5F0D"/>
    <w:rsid w:val="00AC5F74"/>
    <w:rsid w:val="00AC6C06"/>
    <w:rsid w:val="00AC6D58"/>
    <w:rsid w:val="00AC6DB5"/>
    <w:rsid w:val="00AC7072"/>
    <w:rsid w:val="00AD0397"/>
    <w:rsid w:val="00AD0BCF"/>
    <w:rsid w:val="00AD1040"/>
    <w:rsid w:val="00AD188C"/>
    <w:rsid w:val="00AD1925"/>
    <w:rsid w:val="00AD3196"/>
    <w:rsid w:val="00AD31A1"/>
    <w:rsid w:val="00AD3548"/>
    <w:rsid w:val="00AD35AB"/>
    <w:rsid w:val="00AD3990"/>
    <w:rsid w:val="00AD4544"/>
    <w:rsid w:val="00AD4A56"/>
    <w:rsid w:val="00AD5B3F"/>
    <w:rsid w:val="00AD5CCB"/>
    <w:rsid w:val="00AD5D40"/>
    <w:rsid w:val="00AD5E9B"/>
    <w:rsid w:val="00AD6B8F"/>
    <w:rsid w:val="00AD7D15"/>
    <w:rsid w:val="00AE0446"/>
    <w:rsid w:val="00AE0F07"/>
    <w:rsid w:val="00AE1788"/>
    <w:rsid w:val="00AE2344"/>
    <w:rsid w:val="00AE26A4"/>
    <w:rsid w:val="00AE276D"/>
    <w:rsid w:val="00AE29E7"/>
    <w:rsid w:val="00AE2E78"/>
    <w:rsid w:val="00AE4084"/>
    <w:rsid w:val="00AE4198"/>
    <w:rsid w:val="00AE54F0"/>
    <w:rsid w:val="00AE60BA"/>
    <w:rsid w:val="00AE63A7"/>
    <w:rsid w:val="00AE6496"/>
    <w:rsid w:val="00AE66E6"/>
    <w:rsid w:val="00AE790E"/>
    <w:rsid w:val="00AF01E5"/>
    <w:rsid w:val="00AF0387"/>
    <w:rsid w:val="00AF045A"/>
    <w:rsid w:val="00AF0A23"/>
    <w:rsid w:val="00AF1854"/>
    <w:rsid w:val="00AF1979"/>
    <w:rsid w:val="00AF1F85"/>
    <w:rsid w:val="00AF2003"/>
    <w:rsid w:val="00AF27E9"/>
    <w:rsid w:val="00AF2907"/>
    <w:rsid w:val="00AF30B6"/>
    <w:rsid w:val="00AF350B"/>
    <w:rsid w:val="00AF36B5"/>
    <w:rsid w:val="00AF4135"/>
    <w:rsid w:val="00AF4893"/>
    <w:rsid w:val="00AF4CDA"/>
    <w:rsid w:val="00AF5171"/>
    <w:rsid w:val="00AF5596"/>
    <w:rsid w:val="00AF578A"/>
    <w:rsid w:val="00AF6A51"/>
    <w:rsid w:val="00AF70ED"/>
    <w:rsid w:val="00AF7915"/>
    <w:rsid w:val="00B00112"/>
    <w:rsid w:val="00B0081A"/>
    <w:rsid w:val="00B0091B"/>
    <w:rsid w:val="00B00B55"/>
    <w:rsid w:val="00B00CF2"/>
    <w:rsid w:val="00B011D3"/>
    <w:rsid w:val="00B01686"/>
    <w:rsid w:val="00B017CF"/>
    <w:rsid w:val="00B020D8"/>
    <w:rsid w:val="00B021F8"/>
    <w:rsid w:val="00B029DA"/>
    <w:rsid w:val="00B02F9B"/>
    <w:rsid w:val="00B04822"/>
    <w:rsid w:val="00B048B3"/>
    <w:rsid w:val="00B04FC6"/>
    <w:rsid w:val="00B063E1"/>
    <w:rsid w:val="00B06452"/>
    <w:rsid w:val="00B069F5"/>
    <w:rsid w:val="00B06ABC"/>
    <w:rsid w:val="00B07626"/>
    <w:rsid w:val="00B07A4E"/>
    <w:rsid w:val="00B07ED3"/>
    <w:rsid w:val="00B10235"/>
    <w:rsid w:val="00B11764"/>
    <w:rsid w:val="00B125DD"/>
    <w:rsid w:val="00B1314C"/>
    <w:rsid w:val="00B13782"/>
    <w:rsid w:val="00B14666"/>
    <w:rsid w:val="00B14EBB"/>
    <w:rsid w:val="00B15E5E"/>
    <w:rsid w:val="00B15F82"/>
    <w:rsid w:val="00B161D7"/>
    <w:rsid w:val="00B16BC6"/>
    <w:rsid w:val="00B17A29"/>
    <w:rsid w:val="00B203EA"/>
    <w:rsid w:val="00B208B2"/>
    <w:rsid w:val="00B221A9"/>
    <w:rsid w:val="00B22A4E"/>
    <w:rsid w:val="00B22F71"/>
    <w:rsid w:val="00B237C0"/>
    <w:rsid w:val="00B24667"/>
    <w:rsid w:val="00B24973"/>
    <w:rsid w:val="00B256E6"/>
    <w:rsid w:val="00B25EE7"/>
    <w:rsid w:val="00B26338"/>
    <w:rsid w:val="00B26737"/>
    <w:rsid w:val="00B26953"/>
    <w:rsid w:val="00B26E22"/>
    <w:rsid w:val="00B26F6C"/>
    <w:rsid w:val="00B276F3"/>
    <w:rsid w:val="00B3046E"/>
    <w:rsid w:val="00B30610"/>
    <w:rsid w:val="00B3076E"/>
    <w:rsid w:val="00B30F50"/>
    <w:rsid w:val="00B3129D"/>
    <w:rsid w:val="00B313A6"/>
    <w:rsid w:val="00B31CA9"/>
    <w:rsid w:val="00B326C7"/>
    <w:rsid w:val="00B329D2"/>
    <w:rsid w:val="00B32E4E"/>
    <w:rsid w:val="00B33128"/>
    <w:rsid w:val="00B338C6"/>
    <w:rsid w:val="00B347E6"/>
    <w:rsid w:val="00B34B80"/>
    <w:rsid w:val="00B34C45"/>
    <w:rsid w:val="00B35A56"/>
    <w:rsid w:val="00B35DFA"/>
    <w:rsid w:val="00B3709D"/>
    <w:rsid w:val="00B3711C"/>
    <w:rsid w:val="00B37AA2"/>
    <w:rsid w:val="00B37DAA"/>
    <w:rsid w:val="00B4000C"/>
    <w:rsid w:val="00B400CE"/>
    <w:rsid w:val="00B41211"/>
    <w:rsid w:val="00B416B8"/>
    <w:rsid w:val="00B4190D"/>
    <w:rsid w:val="00B42B0A"/>
    <w:rsid w:val="00B43185"/>
    <w:rsid w:val="00B446D9"/>
    <w:rsid w:val="00B449FA"/>
    <w:rsid w:val="00B457B6"/>
    <w:rsid w:val="00B45CDB"/>
    <w:rsid w:val="00B46395"/>
    <w:rsid w:val="00B4639B"/>
    <w:rsid w:val="00B463BB"/>
    <w:rsid w:val="00B46783"/>
    <w:rsid w:val="00B468DC"/>
    <w:rsid w:val="00B46B86"/>
    <w:rsid w:val="00B46E4A"/>
    <w:rsid w:val="00B479BA"/>
    <w:rsid w:val="00B47E4C"/>
    <w:rsid w:val="00B47EEB"/>
    <w:rsid w:val="00B47FB8"/>
    <w:rsid w:val="00B507E4"/>
    <w:rsid w:val="00B50A94"/>
    <w:rsid w:val="00B50DFC"/>
    <w:rsid w:val="00B50E47"/>
    <w:rsid w:val="00B52198"/>
    <w:rsid w:val="00B525CD"/>
    <w:rsid w:val="00B52838"/>
    <w:rsid w:val="00B531C7"/>
    <w:rsid w:val="00B53F07"/>
    <w:rsid w:val="00B54D0E"/>
    <w:rsid w:val="00B54D32"/>
    <w:rsid w:val="00B55058"/>
    <w:rsid w:val="00B557DB"/>
    <w:rsid w:val="00B55A76"/>
    <w:rsid w:val="00B55C74"/>
    <w:rsid w:val="00B56FE6"/>
    <w:rsid w:val="00B578C2"/>
    <w:rsid w:val="00B57C1F"/>
    <w:rsid w:val="00B6045F"/>
    <w:rsid w:val="00B606D3"/>
    <w:rsid w:val="00B60A5A"/>
    <w:rsid w:val="00B60FA4"/>
    <w:rsid w:val="00B61BF0"/>
    <w:rsid w:val="00B61F61"/>
    <w:rsid w:val="00B62403"/>
    <w:rsid w:val="00B6355A"/>
    <w:rsid w:val="00B63696"/>
    <w:rsid w:val="00B63B1B"/>
    <w:rsid w:val="00B63EF6"/>
    <w:rsid w:val="00B640D3"/>
    <w:rsid w:val="00B64AFF"/>
    <w:rsid w:val="00B64F2A"/>
    <w:rsid w:val="00B65161"/>
    <w:rsid w:val="00B653C4"/>
    <w:rsid w:val="00B65887"/>
    <w:rsid w:val="00B6657E"/>
    <w:rsid w:val="00B6673D"/>
    <w:rsid w:val="00B67368"/>
    <w:rsid w:val="00B67556"/>
    <w:rsid w:val="00B67CBF"/>
    <w:rsid w:val="00B70971"/>
    <w:rsid w:val="00B70F71"/>
    <w:rsid w:val="00B70FE9"/>
    <w:rsid w:val="00B71374"/>
    <w:rsid w:val="00B71A00"/>
    <w:rsid w:val="00B71E9A"/>
    <w:rsid w:val="00B726C4"/>
    <w:rsid w:val="00B749F1"/>
    <w:rsid w:val="00B767FF"/>
    <w:rsid w:val="00B76A0A"/>
    <w:rsid w:val="00B76AA4"/>
    <w:rsid w:val="00B778F8"/>
    <w:rsid w:val="00B8089B"/>
    <w:rsid w:val="00B81C9F"/>
    <w:rsid w:val="00B82432"/>
    <w:rsid w:val="00B8318E"/>
    <w:rsid w:val="00B840D6"/>
    <w:rsid w:val="00B844D8"/>
    <w:rsid w:val="00B845F8"/>
    <w:rsid w:val="00B849C5"/>
    <w:rsid w:val="00B85315"/>
    <w:rsid w:val="00B862FB"/>
    <w:rsid w:val="00B8648B"/>
    <w:rsid w:val="00B86C1A"/>
    <w:rsid w:val="00B8717B"/>
    <w:rsid w:val="00B871DA"/>
    <w:rsid w:val="00B872F7"/>
    <w:rsid w:val="00B8790C"/>
    <w:rsid w:val="00B90BA7"/>
    <w:rsid w:val="00B90BE0"/>
    <w:rsid w:val="00B90C38"/>
    <w:rsid w:val="00B916DB"/>
    <w:rsid w:val="00B91982"/>
    <w:rsid w:val="00B91C32"/>
    <w:rsid w:val="00B91E6B"/>
    <w:rsid w:val="00B92173"/>
    <w:rsid w:val="00B9271C"/>
    <w:rsid w:val="00B9295A"/>
    <w:rsid w:val="00B92EA2"/>
    <w:rsid w:val="00B933CC"/>
    <w:rsid w:val="00B9355C"/>
    <w:rsid w:val="00B93CF5"/>
    <w:rsid w:val="00B955A9"/>
    <w:rsid w:val="00B95706"/>
    <w:rsid w:val="00B967AA"/>
    <w:rsid w:val="00B97414"/>
    <w:rsid w:val="00BA11CA"/>
    <w:rsid w:val="00BA16CB"/>
    <w:rsid w:val="00BA1D5B"/>
    <w:rsid w:val="00BA26E9"/>
    <w:rsid w:val="00BA3039"/>
    <w:rsid w:val="00BA337B"/>
    <w:rsid w:val="00BA35C3"/>
    <w:rsid w:val="00BA3B6C"/>
    <w:rsid w:val="00BA4192"/>
    <w:rsid w:val="00BA4302"/>
    <w:rsid w:val="00BA4D61"/>
    <w:rsid w:val="00BA5307"/>
    <w:rsid w:val="00BA53BA"/>
    <w:rsid w:val="00BA547D"/>
    <w:rsid w:val="00BA59CC"/>
    <w:rsid w:val="00BA5E1B"/>
    <w:rsid w:val="00BA5E78"/>
    <w:rsid w:val="00BA695B"/>
    <w:rsid w:val="00BA6D6F"/>
    <w:rsid w:val="00BA70F3"/>
    <w:rsid w:val="00BA7477"/>
    <w:rsid w:val="00BB06DD"/>
    <w:rsid w:val="00BB0EC3"/>
    <w:rsid w:val="00BB132D"/>
    <w:rsid w:val="00BB13B3"/>
    <w:rsid w:val="00BB16A9"/>
    <w:rsid w:val="00BB1F33"/>
    <w:rsid w:val="00BB219A"/>
    <w:rsid w:val="00BB3774"/>
    <w:rsid w:val="00BB382F"/>
    <w:rsid w:val="00BB4280"/>
    <w:rsid w:val="00BB44D4"/>
    <w:rsid w:val="00BB49C5"/>
    <w:rsid w:val="00BB4B4A"/>
    <w:rsid w:val="00BB4E76"/>
    <w:rsid w:val="00BB528D"/>
    <w:rsid w:val="00BB5DD3"/>
    <w:rsid w:val="00BB5E27"/>
    <w:rsid w:val="00BB616F"/>
    <w:rsid w:val="00BB650C"/>
    <w:rsid w:val="00BB6753"/>
    <w:rsid w:val="00BB6DCA"/>
    <w:rsid w:val="00BB6F87"/>
    <w:rsid w:val="00BB7172"/>
    <w:rsid w:val="00BB799F"/>
    <w:rsid w:val="00BC0083"/>
    <w:rsid w:val="00BC0ADE"/>
    <w:rsid w:val="00BC161B"/>
    <w:rsid w:val="00BC20A2"/>
    <w:rsid w:val="00BC2315"/>
    <w:rsid w:val="00BC23C4"/>
    <w:rsid w:val="00BC3765"/>
    <w:rsid w:val="00BC40B5"/>
    <w:rsid w:val="00BC4176"/>
    <w:rsid w:val="00BC4499"/>
    <w:rsid w:val="00BC4589"/>
    <w:rsid w:val="00BC46F9"/>
    <w:rsid w:val="00BC4B08"/>
    <w:rsid w:val="00BC4C4B"/>
    <w:rsid w:val="00BC5464"/>
    <w:rsid w:val="00BC6529"/>
    <w:rsid w:val="00BC66C0"/>
    <w:rsid w:val="00BC66F7"/>
    <w:rsid w:val="00BC6B3A"/>
    <w:rsid w:val="00BC73AD"/>
    <w:rsid w:val="00BC7AB7"/>
    <w:rsid w:val="00BC7C29"/>
    <w:rsid w:val="00BD06EC"/>
    <w:rsid w:val="00BD07A1"/>
    <w:rsid w:val="00BD088F"/>
    <w:rsid w:val="00BD127D"/>
    <w:rsid w:val="00BD2067"/>
    <w:rsid w:val="00BD221B"/>
    <w:rsid w:val="00BD23CA"/>
    <w:rsid w:val="00BD25A3"/>
    <w:rsid w:val="00BD3331"/>
    <w:rsid w:val="00BD346E"/>
    <w:rsid w:val="00BD3D4C"/>
    <w:rsid w:val="00BD4380"/>
    <w:rsid w:val="00BD4B6A"/>
    <w:rsid w:val="00BD4B7E"/>
    <w:rsid w:val="00BD4E29"/>
    <w:rsid w:val="00BD4EEA"/>
    <w:rsid w:val="00BD52B8"/>
    <w:rsid w:val="00BD5D3C"/>
    <w:rsid w:val="00BD5E46"/>
    <w:rsid w:val="00BD5EBB"/>
    <w:rsid w:val="00BD6165"/>
    <w:rsid w:val="00BD6664"/>
    <w:rsid w:val="00BD69D3"/>
    <w:rsid w:val="00BD6AAB"/>
    <w:rsid w:val="00BD71D1"/>
    <w:rsid w:val="00BE0376"/>
    <w:rsid w:val="00BE0775"/>
    <w:rsid w:val="00BE0B45"/>
    <w:rsid w:val="00BE0CFD"/>
    <w:rsid w:val="00BE1C9E"/>
    <w:rsid w:val="00BE2544"/>
    <w:rsid w:val="00BE279D"/>
    <w:rsid w:val="00BE2855"/>
    <w:rsid w:val="00BE3275"/>
    <w:rsid w:val="00BE42BB"/>
    <w:rsid w:val="00BE42CA"/>
    <w:rsid w:val="00BE4D8B"/>
    <w:rsid w:val="00BE5133"/>
    <w:rsid w:val="00BE516A"/>
    <w:rsid w:val="00BE602A"/>
    <w:rsid w:val="00BE6390"/>
    <w:rsid w:val="00BE7C7C"/>
    <w:rsid w:val="00BF05FE"/>
    <w:rsid w:val="00BF098E"/>
    <w:rsid w:val="00BF1778"/>
    <w:rsid w:val="00BF2F06"/>
    <w:rsid w:val="00BF358D"/>
    <w:rsid w:val="00BF3626"/>
    <w:rsid w:val="00BF3E06"/>
    <w:rsid w:val="00BF3E8C"/>
    <w:rsid w:val="00BF3F25"/>
    <w:rsid w:val="00BF41BA"/>
    <w:rsid w:val="00BF44B8"/>
    <w:rsid w:val="00BF4F15"/>
    <w:rsid w:val="00BF571B"/>
    <w:rsid w:val="00BF5E08"/>
    <w:rsid w:val="00BF6C99"/>
    <w:rsid w:val="00BF6EB8"/>
    <w:rsid w:val="00BF7984"/>
    <w:rsid w:val="00C000EC"/>
    <w:rsid w:val="00C00426"/>
    <w:rsid w:val="00C004B1"/>
    <w:rsid w:val="00C008C1"/>
    <w:rsid w:val="00C00961"/>
    <w:rsid w:val="00C01025"/>
    <w:rsid w:val="00C01288"/>
    <w:rsid w:val="00C01F77"/>
    <w:rsid w:val="00C0273D"/>
    <w:rsid w:val="00C02B95"/>
    <w:rsid w:val="00C036DA"/>
    <w:rsid w:val="00C037C5"/>
    <w:rsid w:val="00C03C2C"/>
    <w:rsid w:val="00C0455C"/>
    <w:rsid w:val="00C04B5C"/>
    <w:rsid w:val="00C04DC8"/>
    <w:rsid w:val="00C0534D"/>
    <w:rsid w:val="00C0601D"/>
    <w:rsid w:val="00C06D4A"/>
    <w:rsid w:val="00C07280"/>
    <w:rsid w:val="00C0728C"/>
    <w:rsid w:val="00C078AD"/>
    <w:rsid w:val="00C07A75"/>
    <w:rsid w:val="00C07A84"/>
    <w:rsid w:val="00C10222"/>
    <w:rsid w:val="00C125B7"/>
    <w:rsid w:val="00C1310C"/>
    <w:rsid w:val="00C13328"/>
    <w:rsid w:val="00C13782"/>
    <w:rsid w:val="00C144D4"/>
    <w:rsid w:val="00C1662D"/>
    <w:rsid w:val="00C16749"/>
    <w:rsid w:val="00C16B76"/>
    <w:rsid w:val="00C173AD"/>
    <w:rsid w:val="00C2024B"/>
    <w:rsid w:val="00C20699"/>
    <w:rsid w:val="00C20F9F"/>
    <w:rsid w:val="00C21059"/>
    <w:rsid w:val="00C2154C"/>
    <w:rsid w:val="00C224F3"/>
    <w:rsid w:val="00C22FEF"/>
    <w:rsid w:val="00C235FD"/>
    <w:rsid w:val="00C23626"/>
    <w:rsid w:val="00C23648"/>
    <w:rsid w:val="00C23C04"/>
    <w:rsid w:val="00C248C4"/>
    <w:rsid w:val="00C24E5E"/>
    <w:rsid w:val="00C2621D"/>
    <w:rsid w:val="00C262FA"/>
    <w:rsid w:val="00C2676A"/>
    <w:rsid w:val="00C26939"/>
    <w:rsid w:val="00C26C0D"/>
    <w:rsid w:val="00C26C1D"/>
    <w:rsid w:val="00C26C64"/>
    <w:rsid w:val="00C27966"/>
    <w:rsid w:val="00C30259"/>
    <w:rsid w:val="00C304FA"/>
    <w:rsid w:val="00C31B79"/>
    <w:rsid w:val="00C32006"/>
    <w:rsid w:val="00C3216F"/>
    <w:rsid w:val="00C327D4"/>
    <w:rsid w:val="00C3282B"/>
    <w:rsid w:val="00C329FD"/>
    <w:rsid w:val="00C32E49"/>
    <w:rsid w:val="00C334DD"/>
    <w:rsid w:val="00C3376F"/>
    <w:rsid w:val="00C33AE6"/>
    <w:rsid w:val="00C347CF"/>
    <w:rsid w:val="00C34995"/>
    <w:rsid w:val="00C351E8"/>
    <w:rsid w:val="00C36216"/>
    <w:rsid w:val="00C3690C"/>
    <w:rsid w:val="00C37B02"/>
    <w:rsid w:val="00C40487"/>
    <w:rsid w:val="00C40636"/>
    <w:rsid w:val="00C414EA"/>
    <w:rsid w:val="00C418E7"/>
    <w:rsid w:val="00C4244B"/>
    <w:rsid w:val="00C42746"/>
    <w:rsid w:val="00C42C3E"/>
    <w:rsid w:val="00C42E0A"/>
    <w:rsid w:val="00C43871"/>
    <w:rsid w:val="00C43F73"/>
    <w:rsid w:val="00C44758"/>
    <w:rsid w:val="00C44B8E"/>
    <w:rsid w:val="00C44E32"/>
    <w:rsid w:val="00C458DB"/>
    <w:rsid w:val="00C45EF2"/>
    <w:rsid w:val="00C460F2"/>
    <w:rsid w:val="00C46199"/>
    <w:rsid w:val="00C46831"/>
    <w:rsid w:val="00C46E40"/>
    <w:rsid w:val="00C470DD"/>
    <w:rsid w:val="00C47498"/>
    <w:rsid w:val="00C47A5B"/>
    <w:rsid w:val="00C50427"/>
    <w:rsid w:val="00C507A2"/>
    <w:rsid w:val="00C50C70"/>
    <w:rsid w:val="00C51307"/>
    <w:rsid w:val="00C51EDF"/>
    <w:rsid w:val="00C5237E"/>
    <w:rsid w:val="00C524AB"/>
    <w:rsid w:val="00C529A5"/>
    <w:rsid w:val="00C529E7"/>
    <w:rsid w:val="00C532F2"/>
    <w:rsid w:val="00C53646"/>
    <w:rsid w:val="00C53AA4"/>
    <w:rsid w:val="00C53E12"/>
    <w:rsid w:val="00C53E7C"/>
    <w:rsid w:val="00C541FE"/>
    <w:rsid w:val="00C54A34"/>
    <w:rsid w:val="00C54D8F"/>
    <w:rsid w:val="00C54FFE"/>
    <w:rsid w:val="00C559D5"/>
    <w:rsid w:val="00C56391"/>
    <w:rsid w:val="00C56DC2"/>
    <w:rsid w:val="00C5792A"/>
    <w:rsid w:val="00C57F89"/>
    <w:rsid w:val="00C6131D"/>
    <w:rsid w:val="00C61878"/>
    <w:rsid w:val="00C61DF9"/>
    <w:rsid w:val="00C61E69"/>
    <w:rsid w:val="00C620A8"/>
    <w:rsid w:val="00C6215C"/>
    <w:rsid w:val="00C62950"/>
    <w:rsid w:val="00C62A13"/>
    <w:rsid w:val="00C62AC8"/>
    <w:rsid w:val="00C62EA1"/>
    <w:rsid w:val="00C6324B"/>
    <w:rsid w:val="00C641F0"/>
    <w:rsid w:val="00C65636"/>
    <w:rsid w:val="00C65EA7"/>
    <w:rsid w:val="00C66E18"/>
    <w:rsid w:val="00C678C0"/>
    <w:rsid w:val="00C679AF"/>
    <w:rsid w:val="00C67E02"/>
    <w:rsid w:val="00C702B4"/>
    <w:rsid w:val="00C704BD"/>
    <w:rsid w:val="00C728D7"/>
    <w:rsid w:val="00C72D2B"/>
    <w:rsid w:val="00C72DD0"/>
    <w:rsid w:val="00C72F0B"/>
    <w:rsid w:val="00C736BB"/>
    <w:rsid w:val="00C74B22"/>
    <w:rsid w:val="00C756DA"/>
    <w:rsid w:val="00C75AF1"/>
    <w:rsid w:val="00C75FB2"/>
    <w:rsid w:val="00C764C3"/>
    <w:rsid w:val="00C766B0"/>
    <w:rsid w:val="00C770F6"/>
    <w:rsid w:val="00C772CB"/>
    <w:rsid w:val="00C77327"/>
    <w:rsid w:val="00C7740E"/>
    <w:rsid w:val="00C77A12"/>
    <w:rsid w:val="00C77E09"/>
    <w:rsid w:val="00C77F73"/>
    <w:rsid w:val="00C81018"/>
    <w:rsid w:val="00C821B6"/>
    <w:rsid w:val="00C825A7"/>
    <w:rsid w:val="00C82C6C"/>
    <w:rsid w:val="00C85317"/>
    <w:rsid w:val="00C85509"/>
    <w:rsid w:val="00C85933"/>
    <w:rsid w:val="00C859CE"/>
    <w:rsid w:val="00C85F4C"/>
    <w:rsid w:val="00C867B9"/>
    <w:rsid w:val="00C87730"/>
    <w:rsid w:val="00C901D0"/>
    <w:rsid w:val="00C90579"/>
    <w:rsid w:val="00C90765"/>
    <w:rsid w:val="00C9128A"/>
    <w:rsid w:val="00C913BA"/>
    <w:rsid w:val="00C91532"/>
    <w:rsid w:val="00C91A90"/>
    <w:rsid w:val="00C92156"/>
    <w:rsid w:val="00C9227F"/>
    <w:rsid w:val="00C93790"/>
    <w:rsid w:val="00C93A1D"/>
    <w:rsid w:val="00C94427"/>
    <w:rsid w:val="00C94FAC"/>
    <w:rsid w:val="00C9538C"/>
    <w:rsid w:val="00C9544A"/>
    <w:rsid w:val="00C96B05"/>
    <w:rsid w:val="00C96B6C"/>
    <w:rsid w:val="00C97FDD"/>
    <w:rsid w:val="00CA0543"/>
    <w:rsid w:val="00CA0C26"/>
    <w:rsid w:val="00CA1583"/>
    <w:rsid w:val="00CA1725"/>
    <w:rsid w:val="00CA1732"/>
    <w:rsid w:val="00CA338B"/>
    <w:rsid w:val="00CA35FB"/>
    <w:rsid w:val="00CA3B02"/>
    <w:rsid w:val="00CA47C5"/>
    <w:rsid w:val="00CA4AD0"/>
    <w:rsid w:val="00CA537C"/>
    <w:rsid w:val="00CA5669"/>
    <w:rsid w:val="00CA5A91"/>
    <w:rsid w:val="00CA5C97"/>
    <w:rsid w:val="00CA62E2"/>
    <w:rsid w:val="00CA721B"/>
    <w:rsid w:val="00CA7922"/>
    <w:rsid w:val="00CA7D6B"/>
    <w:rsid w:val="00CA7F28"/>
    <w:rsid w:val="00CA7F92"/>
    <w:rsid w:val="00CB00AE"/>
    <w:rsid w:val="00CB02A3"/>
    <w:rsid w:val="00CB07B1"/>
    <w:rsid w:val="00CB0A77"/>
    <w:rsid w:val="00CB307A"/>
    <w:rsid w:val="00CB3D13"/>
    <w:rsid w:val="00CB3FDB"/>
    <w:rsid w:val="00CB45A0"/>
    <w:rsid w:val="00CB51FE"/>
    <w:rsid w:val="00CB5D91"/>
    <w:rsid w:val="00CB6799"/>
    <w:rsid w:val="00CB6BA9"/>
    <w:rsid w:val="00CB6DF2"/>
    <w:rsid w:val="00CB6E02"/>
    <w:rsid w:val="00CB7273"/>
    <w:rsid w:val="00CB7579"/>
    <w:rsid w:val="00CB757A"/>
    <w:rsid w:val="00CB79C3"/>
    <w:rsid w:val="00CB7D0E"/>
    <w:rsid w:val="00CC036B"/>
    <w:rsid w:val="00CC0BDC"/>
    <w:rsid w:val="00CC16DF"/>
    <w:rsid w:val="00CC17BF"/>
    <w:rsid w:val="00CC1AAF"/>
    <w:rsid w:val="00CC1AC1"/>
    <w:rsid w:val="00CC2AD4"/>
    <w:rsid w:val="00CC2BE4"/>
    <w:rsid w:val="00CC2CC2"/>
    <w:rsid w:val="00CC33D5"/>
    <w:rsid w:val="00CC3829"/>
    <w:rsid w:val="00CC4053"/>
    <w:rsid w:val="00CC63C4"/>
    <w:rsid w:val="00CC73E5"/>
    <w:rsid w:val="00CC75DF"/>
    <w:rsid w:val="00CC7AA0"/>
    <w:rsid w:val="00CC7F9C"/>
    <w:rsid w:val="00CD0E11"/>
    <w:rsid w:val="00CD0EF1"/>
    <w:rsid w:val="00CD13B9"/>
    <w:rsid w:val="00CD14F3"/>
    <w:rsid w:val="00CD1AF1"/>
    <w:rsid w:val="00CD2BC3"/>
    <w:rsid w:val="00CD30F8"/>
    <w:rsid w:val="00CD42E9"/>
    <w:rsid w:val="00CD4308"/>
    <w:rsid w:val="00CD4BF6"/>
    <w:rsid w:val="00CD5E5C"/>
    <w:rsid w:val="00CD64A9"/>
    <w:rsid w:val="00CD6CDD"/>
    <w:rsid w:val="00CD7594"/>
    <w:rsid w:val="00CD78B0"/>
    <w:rsid w:val="00CD7A54"/>
    <w:rsid w:val="00CD7AC5"/>
    <w:rsid w:val="00CD7AFA"/>
    <w:rsid w:val="00CD7C11"/>
    <w:rsid w:val="00CD7DEE"/>
    <w:rsid w:val="00CD7F51"/>
    <w:rsid w:val="00CE02BE"/>
    <w:rsid w:val="00CE02F4"/>
    <w:rsid w:val="00CE0499"/>
    <w:rsid w:val="00CE0723"/>
    <w:rsid w:val="00CE0846"/>
    <w:rsid w:val="00CE132F"/>
    <w:rsid w:val="00CE16FF"/>
    <w:rsid w:val="00CE2576"/>
    <w:rsid w:val="00CE2780"/>
    <w:rsid w:val="00CE2C48"/>
    <w:rsid w:val="00CE3736"/>
    <w:rsid w:val="00CE3AB8"/>
    <w:rsid w:val="00CE494E"/>
    <w:rsid w:val="00CE4A03"/>
    <w:rsid w:val="00CE4F80"/>
    <w:rsid w:val="00CE5567"/>
    <w:rsid w:val="00CE5FF4"/>
    <w:rsid w:val="00CE6610"/>
    <w:rsid w:val="00CE6A27"/>
    <w:rsid w:val="00CE6DAA"/>
    <w:rsid w:val="00CE6FEB"/>
    <w:rsid w:val="00CF0257"/>
    <w:rsid w:val="00CF04CD"/>
    <w:rsid w:val="00CF098A"/>
    <w:rsid w:val="00CF0E90"/>
    <w:rsid w:val="00CF15BD"/>
    <w:rsid w:val="00CF21A4"/>
    <w:rsid w:val="00CF23F0"/>
    <w:rsid w:val="00CF2474"/>
    <w:rsid w:val="00CF24C8"/>
    <w:rsid w:val="00CF279D"/>
    <w:rsid w:val="00CF2DBC"/>
    <w:rsid w:val="00CF37E8"/>
    <w:rsid w:val="00CF3BCF"/>
    <w:rsid w:val="00CF3C64"/>
    <w:rsid w:val="00CF47F0"/>
    <w:rsid w:val="00CF4ABA"/>
    <w:rsid w:val="00CF60D0"/>
    <w:rsid w:val="00CF6B1A"/>
    <w:rsid w:val="00CF6D4C"/>
    <w:rsid w:val="00CF6ECE"/>
    <w:rsid w:val="00CF709E"/>
    <w:rsid w:val="00CF7E07"/>
    <w:rsid w:val="00CF7FC5"/>
    <w:rsid w:val="00D0026F"/>
    <w:rsid w:val="00D006DA"/>
    <w:rsid w:val="00D007A5"/>
    <w:rsid w:val="00D00D79"/>
    <w:rsid w:val="00D015B4"/>
    <w:rsid w:val="00D01D0F"/>
    <w:rsid w:val="00D01E84"/>
    <w:rsid w:val="00D02746"/>
    <w:rsid w:val="00D02F7E"/>
    <w:rsid w:val="00D03052"/>
    <w:rsid w:val="00D03510"/>
    <w:rsid w:val="00D0398D"/>
    <w:rsid w:val="00D03A92"/>
    <w:rsid w:val="00D055CC"/>
    <w:rsid w:val="00D05646"/>
    <w:rsid w:val="00D058F7"/>
    <w:rsid w:val="00D05C87"/>
    <w:rsid w:val="00D06B3C"/>
    <w:rsid w:val="00D06BEE"/>
    <w:rsid w:val="00D06CCD"/>
    <w:rsid w:val="00D07A07"/>
    <w:rsid w:val="00D10727"/>
    <w:rsid w:val="00D111BC"/>
    <w:rsid w:val="00D116ED"/>
    <w:rsid w:val="00D1226B"/>
    <w:rsid w:val="00D1260D"/>
    <w:rsid w:val="00D12652"/>
    <w:rsid w:val="00D12B6D"/>
    <w:rsid w:val="00D12FAD"/>
    <w:rsid w:val="00D136D7"/>
    <w:rsid w:val="00D13EA4"/>
    <w:rsid w:val="00D14994"/>
    <w:rsid w:val="00D156D9"/>
    <w:rsid w:val="00D15F66"/>
    <w:rsid w:val="00D162CC"/>
    <w:rsid w:val="00D164D6"/>
    <w:rsid w:val="00D16557"/>
    <w:rsid w:val="00D167E3"/>
    <w:rsid w:val="00D16DFD"/>
    <w:rsid w:val="00D17A65"/>
    <w:rsid w:val="00D17C26"/>
    <w:rsid w:val="00D202D8"/>
    <w:rsid w:val="00D203DC"/>
    <w:rsid w:val="00D20474"/>
    <w:rsid w:val="00D20568"/>
    <w:rsid w:val="00D20921"/>
    <w:rsid w:val="00D20B50"/>
    <w:rsid w:val="00D20B95"/>
    <w:rsid w:val="00D20CD1"/>
    <w:rsid w:val="00D22722"/>
    <w:rsid w:val="00D2272C"/>
    <w:rsid w:val="00D23438"/>
    <w:rsid w:val="00D23C24"/>
    <w:rsid w:val="00D245A1"/>
    <w:rsid w:val="00D24BE9"/>
    <w:rsid w:val="00D256E6"/>
    <w:rsid w:val="00D2584C"/>
    <w:rsid w:val="00D25AA8"/>
    <w:rsid w:val="00D263B2"/>
    <w:rsid w:val="00D264B6"/>
    <w:rsid w:val="00D265FE"/>
    <w:rsid w:val="00D269FD"/>
    <w:rsid w:val="00D26E1D"/>
    <w:rsid w:val="00D27BC8"/>
    <w:rsid w:val="00D31139"/>
    <w:rsid w:val="00D322EE"/>
    <w:rsid w:val="00D3265F"/>
    <w:rsid w:val="00D32BE7"/>
    <w:rsid w:val="00D32C84"/>
    <w:rsid w:val="00D32EA1"/>
    <w:rsid w:val="00D33700"/>
    <w:rsid w:val="00D34A6C"/>
    <w:rsid w:val="00D34BC9"/>
    <w:rsid w:val="00D3525C"/>
    <w:rsid w:val="00D358A9"/>
    <w:rsid w:val="00D35C79"/>
    <w:rsid w:val="00D35FBF"/>
    <w:rsid w:val="00D36379"/>
    <w:rsid w:val="00D3708A"/>
    <w:rsid w:val="00D37188"/>
    <w:rsid w:val="00D37413"/>
    <w:rsid w:val="00D37CDE"/>
    <w:rsid w:val="00D40414"/>
    <w:rsid w:val="00D405E7"/>
    <w:rsid w:val="00D40C50"/>
    <w:rsid w:val="00D40D93"/>
    <w:rsid w:val="00D41990"/>
    <w:rsid w:val="00D41A02"/>
    <w:rsid w:val="00D4232B"/>
    <w:rsid w:val="00D429EE"/>
    <w:rsid w:val="00D42BF6"/>
    <w:rsid w:val="00D42BFC"/>
    <w:rsid w:val="00D432D3"/>
    <w:rsid w:val="00D436AF"/>
    <w:rsid w:val="00D437A9"/>
    <w:rsid w:val="00D43C69"/>
    <w:rsid w:val="00D43DAA"/>
    <w:rsid w:val="00D44151"/>
    <w:rsid w:val="00D44477"/>
    <w:rsid w:val="00D44593"/>
    <w:rsid w:val="00D44E37"/>
    <w:rsid w:val="00D45505"/>
    <w:rsid w:val="00D458FB"/>
    <w:rsid w:val="00D45ECE"/>
    <w:rsid w:val="00D46560"/>
    <w:rsid w:val="00D46C27"/>
    <w:rsid w:val="00D47300"/>
    <w:rsid w:val="00D47AFD"/>
    <w:rsid w:val="00D509E3"/>
    <w:rsid w:val="00D50C35"/>
    <w:rsid w:val="00D50EB4"/>
    <w:rsid w:val="00D5124C"/>
    <w:rsid w:val="00D513F0"/>
    <w:rsid w:val="00D515F6"/>
    <w:rsid w:val="00D518A8"/>
    <w:rsid w:val="00D51914"/>
    <w:rsid w:val="00D52EC8"/>
    <w:rsid w:val="00D5335A"/>
    <w:rsid w:val="00D5344E"/>
    <w:rsid w:val="00D53697"/>
    <w:rsid w:val="00D5381A"/>
    <w:rsid w:val="00D53B2F"/>
    <w:rsid w:val="00D5431C"/>
    <w:rsid w:val="00D5488A"/>
    <w:rsid w:val="00D54A36"/>
    <w:rsid w:val="00D55572"/>
    <w:rsid w:val="00D55C6F"/>
    <w:rsid w:val="00D5631A"/>
    <w:rsid w:val="00D564DC"/>
    <w:rsid w:val="00D56581"/>
    <w:rsid w:val="00D5738E"/>
    <w:rsid w:val="00D57804"/>
    <w:rsid w:val="00D578D5"/>
    <w:rsid w:val="00D600E9"/>
    <w:rsid w:val="00D60386"/>
    <w:rsid w:val="00D60474"/>
    <w:rsid w:val="00D60F4C"/>
    <w:rsid w:val="00D61514"/>
    <w:rsid w:val="00D618E3"/>
    <w:rsid w:val="00D61B3C"/>
    <w:rsid w:val="00D61F82"/>
    <w:rsid w:val="00D6221D"/>
    <w:rsid w:val="00D62496"/>
    <w:rsid w:val="00D62AC2"/>
    <w:rsid w:val="00D62E99"/>
    <w:rsid w:val="00D6328A"/>
    <w:rsid w:val="00D63E1A"/>
    <w:rsid w:val="00D63FE2"/>
    <w:rsid w:val="00D64050"/>
    <w:rsid w:val="00D64E37"/>
    <w:rsid w:val="00D664F8"/>
    <w:rsid w:val="00D66B90"/>
    <w:rsid w:val="00D66C0C"/>
    <w:rsid w:val="00D66C74"/>
    <w:rsid w:val="00D66F34"/>
    <w:rsid w:val="00D670A9"/>
    <w:rsid w:val="00D67607"/>
    <w:rsid w:val="00D6764D"/>
    <w:rsid w:val="00D67B51"/>
    <w:rsid w:val="00D7009B"/>
    <w:rsid w:val="00D70212"/>
    <w:rsid w:val="00D704DF"/>
    <w:rsid w:val="00D70678"/>
    <w:rsid w:val="00D710B2"/>
    <w:rsid w:val="00D71D47"/>
    <w:rsid w:val="00D7332F"/>
    <w:rsid w:val="00D73781"/>
    <w:rsid w:val="00D74536"/>
    <w:rsid w:val="00D74701"/>
    <w:rsid w:val="00D7503F"/>
    <w:rsid w:val="00D750A0"/>
    <w:rsid w:val="00D75971"/>
    <w:rsid w:val="00D759A6"/>
    <w:rsid w:val="00D75AFA"/>
    <w:rsid w:val="00D75C7F"/>
    <w:rsid w:val="00D76EF7"/>
    <w:rsid w:val="00D77411"/>
    <w:rsid w:val="00D77518"/>
    <w:rsid w:val="00D77854"/>
    <w:rsid w:val="00D77E35"/>
    <w:rsid w:val="00D80005"/>
    <w:rsid w:val="00D800E6"/>
    <w:rsid w:val="00D811E0"/>
    <w:rsid w:val="00D812AE"/>
    <w:rsid w:val="00D81928"/>
    <w:rsid w:val="00D81A62"/>
    <w:rsid w:val="00D8319C"/>
    <w:rsid w:val="00D83559"/>
    <w:rsid w:val="00D835FD"/>
    <w:rsid w:val="00D83859"/>
    <w:rsid w:val="00D84146"/>
    <w:rsid w:val="00D84356"/>
    <w:rsid w:val="00D84AE1"/>
    <w:rsid w:val="00D84EB0"/>
    <w:rsid w:val="00D854BF"/>
    <w:rsid w:val="00D85C9F"/>
    <w:rsid w:val="00D85EFD"/>
    <w:rsid w:val="00D86776"/>
    <w:rsid w:val="00D86B7D"/>
    <w:rsid w:val="00D87351"/>
    <w:rsid w:val="00D87B81"/>
    <w:rsid w:val="00D87E4F"/>
    <w:rsid w:val="00D87FBA"/>
    <w:rsid w:val="00D900E5"/>
    <w:rsid w:val="00D905FA"/>
    <w:rsid w:val="00D9089B"/>
    <w:rsid w:val="00D9111A"/>
    <w:rsid w:val="00D917B6"/>
    <w:rsid w:val="00D91ED7"/>
    <w:rsid w:val="00D91EF3"/>
    <w:rsid w:val="00D92DCD"/>
    <w:rsid w:val="00D93081"/>
    <w:rsid w:val="00D9320E"/>
    <w:rsid w:val="00D94256"/>
    <w:rsid w:val="00D9473A"/>
    <w:rsid w:val="00D94C45"/>
    <w:rsid w:val="00D95274"/>
    <w:rsid w:val="00D95432"/>
    <w:rsid w:val="00D9579A"/>
    <w:rsid w:val="00D95F8B"/>
    <w:rsid w:val="00D962E9"/>
    <w:rsid w:val="00D968BB"/>
    <w:rsid w:val="00D97B02"/>
    <w:rsid w:val="00DA1833"/>
    <w:rsid w:val="00DA259E"/>
    <w:rsid w:val="00DA34DC"/>
    <w:rsid w:val="00DA432F"/>
    <w:rsid w:val="00DA49C3"/>
    <w:rsid w:val="00DA4CC0"/>
    <w:rsid w:val="00DA4ECD"/>
    <w:rsid w:val="00DA5455"/>
    <w:rsid w:val="00DA551B"/>
    <w:rsid w:val="00DA55DE"/>
    <w:rsid w:val="00DA673D"/>
    <w:rsid w:val="00DA786B"/>
    <w:rsid w:val="00DB01C1"/>
    <w:rsid w:val="00DB18DA"/>
    <w:rsid w:val="00DB26F5"/>
    <w:rsid w:val="00DB2C51"/>
    <w:rsid w:val="00DB2C8B"/>
    <w:rsid w:val="00DB2FA6"/>
    <w:rsid w:val="00DB30A3"/>
    <w:rsid w:val="00DB375E"/>
    <w:rsid w:val="00DB4115"/>
    <w:rsid w:val="00DB4684"/>
    <w:rsid w:val="00DB5C26"/>
    <w:rsid w:val="00DB6A11"/>
    <w:rsid w:val="00DB6EA7"/>
    <w:rsid w:val="00DB7148"/>
    <w:rsid w:val="00DC05F9"/>
    <w:rsid w:val="00DC1083"/>
    <w:rsid w:val="00DC1969"/>
    <w:rsid w:val="00DC27CF"/>
    <w:rsid w:val="00DC3118"/>
    <w:rsid w:val="00DC3321"/>
    <w:rsid w:val="00DC33B7"/>
    <w:rsid w:val="00DC33CC"/>
    <w:rsid w:val="00DC37E1"/>
    <w:rsid w:val="00DC3808"/>
    <w:rsid w:val="00DC4FCB"/>
    <w:rsid w:val="00DC52E6"/>
    <w:rsid w:val="00DC613C"/>
    <w:rsid w:val="00DC639B"/>
    <w:rsid w:val="00DC6A16"/>
    <w:rsid w:val="00DC7207"/>
    <w:rsid w:val="00DC7AE3"/>
    <w:rsid w:val="00DC7D14"/>
    <w:rsid w:val="00DC7FEF"/>
    <w:rsid w:val="00DD0701"/>
    <w:rsid w:val="00DD0DC2"/>
    <w:rsid w:val="00DD15AF"/>
    <w:rsid w:val="00DD1CC5"/>
    <w:rsid w:val="00DD212F"/>
    <w:rsid w:val="00DD248F"/>
    <w:rsid w:val="00DD495D"/>
    <w:rsid w:val="00DD5732"/>
    <w:rsid w:val="00DD5A0C"/>
    <w:rsid w:val="00DD5ADE"/>
    <w:rsid w:val="00DD6D01"/>
    <w:rsid w:val="00DD7002"/>
    <w:rsid w:val="00DD743B"/>
    <w:rsid w:val="00DD7E76"/>
    <w:rsid w:val="00DD7F41"/>
    <w:rsid w:val="00DE0E5E"/>
    <w:rsid w:val="00DE0F36"/>
    <w:rsid w:val="00DE1D1B"/>
    <w:rsid w:val="00DE2BF9"/>
    <w:rsid w:val="00DE3149"/>
    <w:rsid w:val="00DE319D"/>
    <w:rsid w:val="00DE3890"/>
    <w:rsid w:val="00DE38D4"/>
    <w:rsid w:val="00DE4C06"/>
    <w:rsid w:val="00DE53DC"/>
    <w:rsid w:val="00DE545E"/>
    <w:rsid w:val="00DE5884"/>
    <w:rsid w:val="00DE5945"/>
    <w:rsid w:val="00DE5CBC"/>
    <w:rsid w:val="00DE67EC"/>
    <w:rsid w:val="00DE6D6C"/>
    <w:rsid w:val="00DE6E0C"/>
    <w:rsid w:val="00DE74E2"/>
    <w:rsid w:val="00DE7EB9"/>
    <w:rsid w:val="00DF0971"/>
    <w:rsid w:val="00DF22B0"/>
    <w:rsid w:val="00DF2393"/>
    <w:rsid w:val="00DF2DA8"/>
    <w:rsid w:val="00DF3A3C"/>
    <w:rsid w:val="00DF4227"/>
    <w:rsid w:val="00DF49E4"/>
    <w:rsid w:val="00DF529C"/>
    <w:rsid w:val="00DF5A56"/>
    <w:rsid w:val="00DF5D6E"/>
    <w:rsid w:val="00DF66AF"/>
    <w:rsid w:val="00DF6997"/>
    <w:rsid w:val="00DF725B"/>
    <w:rsid w:val="00DF7DBE"/>
    <w:rsid w:val="00E00179"/>
    <w:rsid w:val="00E0043F"/>
    <w:rsid w:val="00E0083A"/>
    <w:rsid w:val="00E00A22"/>
    <w:rsid w:val="00E00CC4"/>
    <w:rsid w:val="00E0158B"/>
    <w:rsid w:val="00E01A8E"/>
    <w:rsid w:val="00E01B7C"/>
    <w:rsid w:val="00E02553"/>
    <w:rsid w:val="00E03D75"/>
    <w:rsid w:val="00E04880"/>
    <w:rsid w:val="00E04A87"/>
    <w:rsid w:val="00E04CAC"/>
    <w:rsid w:val="00E05133"/>
    <w:rsid w:val="00E05224"/>
    <w:rsid w:val="00E056E0"/>
    <w:rsid w:val="00E061ED"/>
    <w:rsid w:val="00E06405"/>
    <w:rsid w:val="00E06AAB"/>
    <w:rsid w:val="00E06F1D"/>
    <w:rsid w:val="00E07665"/>
    <w:rsid w:val="00E0779F"/>
    <w:rsid w:val="00E07999"/>
    <w:rsid w:val="00E07BCD"/>
    <w:rsid w:val="00E106BC"/>
    <w:rsid w:val="00E1070C"/>
    <w:rsid w:val="00E109EA"/>
    <w:rsid w:val="00E11219"/>
    <w:rsid w:val="00E114A1"/>
    <w:rsid w:val="00E11506"/>
    <w:rsid w:val="00E118CD"/>
    <w:rsid w:val="00E11A1B"/>
    <w:rsid w:val="00E11AD0"/>
    <w:rsid w:val="00E12E48"/>
    <w:rsid w:val="00E12EDC"/>
    <w:rsid w:val="00E139BE"/>
    <w:rsid w:val="00E13D2D"/>
    <w:rsid w:val="00E143AE"/>
    <w:rsid w:val="00E14F83"/>
    <w:rsid w:val="00E14FD7"/>
    <w:rsid w:val="00E1603A"/>
    <w:rsid w:val="00E16139"/>
    <w:rsid w:val="00E161D0"/>
    <w:rsid w:val="00E1622D"/>
    <w:rsid w:val="00E165CA"/>
    <w:rsid w:val="00E17013"/>
    <w:rsid w:val="00E17151"/>
    <w:rsid w:val="00E17322"/>
    <w:rsid w:val="00E176A4"/>
    <w:rsid w:val="00E178C9"/>
    <w:rsid w:val="00E17D88"/>
    <w:rsid w:val="00E17DAA"/>
    <w:rsid w:val="00E20026"/>
    <w:rsid w:val="00E20083"/>
    <w:rsid w:val="00E20453"/>
    <w:rsid w:val="00E2047A"/>
    <w:rsid w:val="00E20E8E"/>
    <w:rsid w:val="00E20EFB"/>
    <w:rsid w:val="00E2154D"/>
    <w:rsid w:val="00E2173F"/>
    <w:rsid w:val="00E218FE"/>
    <w:rsid w:val="00E22109"/>
    <w:rsid w:val="00E223E3"/>
    <w:rsid w:val="00E22B53"/>
    <w:rsid w:val="00E23456"/>
    <w:rsid w:val="00E23F63"/>
    <w:rsid w:val="00E249D0"/>
    <w:rsid w:val="00E24E6A"/>
    <w:rsid w:val="00E25434"/>
    <w:rsid w:val="00E2661C"/>
    <w:rsid w:val="00E26696"/>
    <w:rsid w:val="00E2773D"/>
    <w:rsid w:val="00E30263"/>
    <w:rsid w:val="00E30420"/>
    <w:rsid w:val="00E30E0E"/>
    <w:rsid w:val="00E310FF"/>
    <w:rsid w:val="00E327FF"/>
    <w:rsid w:val="00E33922"/>
    <w:rsid w:val="00E33EDC"/>
    <w:rsid w:val="00E349A4"/>
    <w:rsid w:val="00E34B35"/>
    <w:rsid w:val="00E34F5A"/>
    <w:rsid w:val="00E35124"/>
    <w:rsid w:val="00E3607D"/>
    <w:rsid w:val="00E3613B"/>
    <w:rsid w:val="00E3662E"/>
    <w:rsid w:val="00E372B3"/>
    <w:rsid w:val="00E37CDF"/>
    <w:rsid w:val="00E405E1"/>
    <w:rsid w:val="00E412C7"/>
    <w:rsid w:val="00E415B6"/>
    <w:rsid w:val="00E4188B"/>
    <w:rsid w:val="00E43DC3"/>
    <w:rsid w:val="00E4430D"/>
    <w:rsid w:val="00E448D2"/>
    <w:rsid w:val="00E4580E"/>
    <w:rsid w:val="00E45CC0"/>
    <w:rsid w:val="00E46630"/>
    <w:rsid w:val="00E47476"/>
    <w:rsid w:val="00E47E45"/>
    <w:rsid w:val="00E47F16"/>
    <w:rsid w:val="00E5036C"/>
    <w:rsid w:val="00E505FB"/>
    <w:rsid w:val="00E50F4A"/>
    <w:rsid w:val="00E5116B"/>
    <w:rsid w:val="00E51522"/>
    <w:rsid w:val="00E51884"/>
    <w:rsid w:val="00E519C0"/>
    <w:rsid w:val="00E51A1C"/>
    <w:rsid w:val="00E51E22"/>
    <w:rsid w:val="00E52360"/>
    <w:rsid w:val="00E525D8"/>
    <w:rsid w:val="00E52AF1"/>
    <w:rsid w:val="00E52BE5"/>
    <w:rsid w:val="00E5328A"/>
    <w:rsid w:val="00E53D3E"/>
    <w:rsid w:val="00E53E13"/>
    <w:rsid w:val="00E541A0"/>
    <w:rsid w:val="00E54CCC"/>
    <w:rsid w:val="00E557D6"/>
    <w:rsid w:val="00E561C9"/>
    <w:rsid w:val="00E5638C"/>
    <w:rsid w:val="00E56712"/>
    <w:rsid w:val="00E56B4B"/>
    <w:rsid w:val="00E57E67"/>
    <w:rsid w:val="00E57F1A"/>
    <w:rsid w:val="00E600D4"/>
    <w:rsid w:val="00E60FBD"/>
    <w:rsid w:val="00E61D55"/>
    <w:rsid w:val="00E61E98"/>
    <w:rsid w:val="00E625C6"/>
    <w:rsid w:val="00E62F49"/>
    <w:rsid w:val="00E63F98"/>
    <w:rsid w:val="00E64226"/>
    <w:rsid w:val="00E642D3"/>
    <w:rsid w:val="00E64491"/>
    <w:rsid w:val="00E65827"/>
    <w:rsid w:val="00E658CE"/>
    <w:rsid w:val="00E6596F"/>
    <w:rsid w:val="00E65A5C"/>
    <w:rsid w:val="00E664B8"/>
    <w:rsid w:val="00E66837"/>
    <w:rsid w:val="00E670D1"/>
    <w:rsid w:val="00E671F4"/>
    <w:rsid w:val="00E70570"/>
    <w:rsid w:val="00E709A6"/>
    <w:rsid w:val="00E70DBF"/>
    <w:rsid w:val="00E721B8"/>
    <w:rsid w:val="00E73969"/>
    <w:rsid w:val="00E74869"/>
    <w:rsid w:val="00E75467"/>
    <w:rsid w:val="00E7594B"/>
    <w:rsid w:val="00E76416"/>
    <w:rsid w:val="00E7662C"/>
    <w:rsid w:val="00E766EC"/>
    <w:rsid w:val="00E768A2"/>
    <w:rsid w:val="00E76A60"/>
    <w:rsid w:val="00E76AAD"/>
    <w:rsid w:val="00E7734F"/>
    <w:rsid w:val="00E7735E"/>
    <w:rsid w:val="00E778F2"/>
    <w:rsid w:val="00E7798D"/>
    <w:rsid w:val="00E801EC"/>
    <w:rsid w:val="00E802CA"/>
    <w:rsid w:val="00E80362"/>
    <w:rsid w:val="00E80A0D"/>
    <w:rsid w:val="00E80F67"/>
    <w:rsid w:val="00E817A9"/>
    <w:rsid w:val="00E825C1"/>
    <w:rsid w:val="00E82D1A"/>
    <w:rsid w:val="00E8306A"/>
    <w:rsid w:val="00E83B81"/>
    <w:rsid w:val="00E8400D"/>
    <w:rsid w:val="00E846C5"/>
    <w:rsid w:val="00E848E0"/>
    <w:rsid w:val="00E84973"/>
    <w:rsid w:val="00E850C8"/>
    <w:rsid w:val="00E866B6"/>
    <w:rsid w:val="00E86A83"/>
    <w:rsid w:val="00E87242"/>
    <w:rsid w:val="00E8728D"/>
    <w:rsid w:val="00E9024C"/>
    <w:rsid w:val="00E903BF"/>
    <w:rsid w:val="00E904C7"/>
    <w:rsid w:val="00E90E51"/>
    <w:rsid w:val="00E9118A"/>
    <w:rsid w:val="00E91BE3"/>
    <w:rsid w:val="00E926F8"/>
    <w:rsid w:val="00E93E74"/>
    <w:rsid w:val="00E94825"/>
    <w:rsid w:val="00E94888"/>
    <w:rsid w:val="00E9497B"/>
    <w:rsid w:val="00E949EB"/>
    <w:rsid w:val="00E957E7"/>
    <w:rsid w:val="00E95818"/>
    <w:rsid w:val="00E962FF"/>
    <w:rsid w:val="00E96A30"/>
    <w:rsid w:val="00E9751C"/>
    <w:rsid w:val="00E976ED"/>
    <w:rsid w:val="00E9793A"/>
    <w:rsid w:val="00EA064A"/>
    <w:rsid w:val="00EA0909"/>
    <w:rsid w:val="00EA0A3F"/>
    <w:rsid w:val="00EA1363"/>
    <w:rsid w:val="00EA148C"/>
    <w:rsid w:val="00EA1963"/>
    <w:rsid w:val="00EA2A0B"/>
    <w:rsid w:val="00EA36A9"/>
    <w:rsid w:val="00EA387E"/>
    <w:rsid w:val="00EA3C4A"/>
    <w:rsid w:val="00EA3DEC"/>
    <w:rsid w:val="00EA43F6"/>
    <w:rsid w:val="00EA47A8"/>
    <w:rsid w:val="00EA5552"/>
    <w:rsid w:val="00EA5758"/>
    <w:rsid w:val="00EA5AA1"/>
    <w:rsid w:val="00EA5ADC"/>
    <w:rsid w:val="00EA5B73"/>
    <w:rsid w:val="00EA619E"/>
    <w:rsid w:val="00EA6975"/>
    <w:rsid w:val="00EA6BB5"/>
    <w:rsid w:val="00EA6F76"/>
    <w:rsid w:val="00EA7C9F"/>
    <w:rsid w:val="00EB247C"/>
    <w:rsid w:val="00EB29BD"/>
    <w:rsid w:val="00EB2C8B"/>
    <w:rsid w:val="00EB2F3C"/>
    <w:rsid w:val="00EB3B37"/>
    <w:rsid w:val="00EB4737"/>
    <w:rsid w:val="00EB5687"/>
    <w:rsid w:val="00EB57AA"/>
    <w:rsid w:val="00EB59DF"/>
    <w:rsid w:val="00EB6209"/>
    <w:rsid w:val="00EB673A"/>
    <w:rsid w:val="00EB6945"/>
    <w:rsid w:val="00EB6961"/>
    <w:rsid w:val="00EB7315"/>
    <w:rsid w:val="00EB7580"/>
    <w:rsid w:val="00EB7593"/>
    <w:rsid w:val="00EB7A73"/>
    <w:rsid w:val="00EB7C17"/>
    <w:rsid w:val="00EB7CFB"/>
    <w:rsid w:val="00EC022D"/>
    <w:rsid w:val="00EC033A"/>
    <w:rsid w:val="00EC0D0F"/>
    <w:rsid w:val="00EC16DE"/>
    <w:rsid w:val="00EC173D"/>
    <w:rsid w:val="00EC1A37"/>
    <w:rsid w:val="00EC1C5C"/>
    <w:rsid w:val="00EC213D"/>
    <w:rsid w:val="00EC360A"/>
    <w:rsid w:val="00EC3D65"/>
    <w:rsid w:val="00EC3E95"/>
    <w:rsid w:val="00EC4AE9"/>
    <w:rsid w:val="00EC4DF2"/>
    <w:rsid w:val="00EC55EC"/>
    <w:rsid w:val="00EC5A8E"/>
    <w:rsid w:val="00EC603D"/>
    <w:rsid w:val="00EC618A"/>
    <w:rsid w:val="00EC6842"/>
    <w:rsid w:val="00EC7DBF"/>
    <w:rsid w:val="00ED00ED"/>
    <w:rsid w:val="00ED0417"/>
    <w:rsid w:val="00ED05FC"/>
    <w:rsid w:val="00ED08B6"/>
    <w:rsid w:val="00ED234C"/>
    <w:rsid w:val="00ED34F3"/>
    <w:rsid w:val="00ED4856"/>
    <w:rsid w:val="00ED5E02"/>
    <w:rsid w:val="00ED70EC"/>
    <w:rsid w:val="00ED7765"/>
    <w:rsid w:val="00ED78B6"/>
    <w:rsid w:val="00EE0561"/>
    <w:rsid w:val="00EE0A4A"/>
    <w:rsid w:val="00EE11A7"/>
    <w:rsid w:val="00EE12EC"/>
    <w:rsid w:val="00EE19CE"/>
    <w:rsid w:val="00EE271D"/>
    <w:rsid w:val="00EE3422"/>
    <w:rsid w:val="00EE4046"/>
    <w:rsid w:val="00EE41B0"/>
    <w:rsid w:val="00EE456A"/>
    <w:rsid w:val="00EE4EDC"/>
    <w:rsid w:val="00EE4FFB"/>
    <w:rsid w:val="00EE59E7"/>
    <w:rsid w:val="00EE5FF2"/>
    <w:rsid w:val="00EE662E"/>
    <w:rsid w:val="00EE6674"/>
    <w:rsid w:val="00EE702A"/>
    <w:rsid w:val="00EE7061"/>
    <w:rsid w:val="00EE75A0"/>
    <w:rsid w:val="00EF0FB5"/>
    <w:rsid w:val="00EF1047"/>
    <w:rsid w:val="00EF25BC"/>
    <w:rsid w:val="00EF269C"/>
    <w:rsid w:val="00EF298F"/>
    <w:rsid w:val="00EF2CD7"/>
    <w:rsid w:val="00EF2E17"/>
    <w:rsid w:val="00EF358E"/>
    <w:rsid w:val="00EF3A65"/>
    <w:rsid w:val="00EF40B6"/>
    <w:rsid w:val="00EF4D2A"/>
    <w:rsid w:val="00EF5884"/>
    <w:rsid w:val="00EF5AAC"/>
    <w:rsid w:val="00EF67CC"/>
    <w:rsid w:val="00EF684F"/>
    <w:rsid w:val="00EF6F60"/>
    <w:rsid w:val="00EF7106"/>
    <w:rsid w:val="00EF72ED"/>
    <w:rsid w:val="00EF7511"/>
    <w:rsid w:val="00EF7B95"/>
    <w:rsid w:val="00F00A0B"/>
    <w:rsid w:val="00F00EF0"/>
    <w:rsid w:val="00F01120"/>
    <w:rsid w:val="00F01354"/>
    <w:rsid w:val="00F01A5D"/>
    <w:rsid w:val="00F02095"/>
    <w:rsid w:val="00F025E5"/>
    <w:rsid w:val="00F02AF9"/>
    <w:rsid w:val="00F03812"/>
    <w:rsid w:val="00F03A5B"/>
    <w:rsid w:val="00F04158"/>
    <w:rsid w:val="00F048C8"/>
    <w:rsid w:val="00F04959"/>
    <w:rsid w:val="00F04DAC"/>
    <w:rsid w:val="00F0546D"/>
    <w:rsid w:val="00F05B77"/>
    <w:rsid w:val="00F05E37"/>
    <w:rsid w:val="00F05FA7"/>
    <w:rsid w:val="00F0666E"/>
    <w:rsid w:val="00F06730"/>
    <w:rsid w:val="00F07219"/>
    <w:rsid w:val="00F0772F"/>
    <w:rsid w:val="00F07C9D"/>
    <w:rsid w:val="00F07CD8"/>
    <w:rsid w:val="00F107D1"/>
    <w:rsid w:val="00F1086E"/>
    <w:rsid w:val="00F11B15"/>
    <w:rsid w:val="00F123BE"/>
    <w:rsid w:val="00F12A8E"/>
    <w:rsid w:val="00F12C94"/>
    <w:rsid w:val="00F134BD"/>
    <w:rsid w:val="00F13DAC"/>
    <w:rsid w:val="00F14047"/>
    <w:rsid w:val="00F1439C"/>
    <w:rsid w:val="00F156F1"/>
    <w:rsid w:val="00F159B9"/>
    <w:rsid w:val="00F15C0F"/>
    <w:rsid w:val="00F15E72"/>
    <w:rsid w:val="00F1605D"/>
    <w:rsid w:val="00F16685"/>
    <w:rsid w:val="00F1672B"/>
    <w:rsid w:val="00F1680F"/>
    <w:rsid w:val="00F16D22"/>
    <w:rsid w:val="00F170DA"/>
    <w:rsid w:val="00F20135"/>
    <w:rsid w:val="00F209FF"/>
    <w:rsid w:val="00F21022"/>
    <w:rsid w:val="00F210C6"/>
    <w:rsid w:val="00F21127"/>
    <w:rsid w:val="00F21EED"/>
    <w:rsid w:val="00F21F85"/>
    <w:rsid w:val="00F224DB"/>
    <w:rsid w:val="00F2311F"/>
    <w:rsid w:val="00F231BD"/>
    <w:rsid w:val="00F23845"/>
    <w:rsid w:val="00F23B8C"/>
    <w:rsid w:val="00F23D8B"/>
    <w:rsid w:val="00F253E1"/>
    <w:rsid w:val="00F256D7"/>
    <w:rsid w:val="00F257C3"/>
    <w:rsid w:val="00F25B98"/>
    <w:rsid w:val="00F25CAC"/>
    <w:rsid w:val="00F25CE2"/>
    <w:rsid w:val="00F2739E"/>
    <w:rsid w:val="00F278BF"/>
    <w:rsid w:val="00F302BE"/>
    <w:rsid w:val="00F3071B"/>
    <w:rsid w:val="00F30AD9"/>
    <w:rsid w:val="00F310FF"/>
    <w:rsid w:val="00F317DA"/>
    <w:rsid w:val="00F31E54"/>
    <w:rsid w:val="00F321F9"/>
    <w:rsid w:val="00F321FA"/>
    <w:rsid w:val="00F327AC"/>
    <w:rsid w:val="00F32DFA"/>
    <w:rsid w:val="00F338FC"/>
    <w:rsid w:val="00F339A1"/>
    <w:rsid w:val="00F35308"/>
    <w:rsid w:val="00F353C1"/>
    <w:rsid w:val="00F359D8"/>
    <w:rsid w:val="00F3644A"/>
    <w:rsid w:val="00F3692B"/>
    <w:rsid w:val="00F37831"/>
    <w:rsid w:val="00F378BB"/>
    <w:rsid w:val="00F37A73"/>
    <w:rsid w:val="00F401C0"/>
    <w:rsid w:val="00F4061D"/>
    <w:rsid w:val="00F4152D"/>
    <w:rsid w:val="00F41685"/>
    <w:rsid w:val="00F4172B"/>
    <w:rsid w:val="00F423ED"/>
    <w:rsid w:val="00F4274D"/>
    <w:rsid w:val="00F42F3F"/>
    <w:rsid w:val="00F43171"/>
    <w:rsid w:val="00F43587"/>
    <w:rsid w:val="00F43BFA"/>
    <w:rsid w:val="00F43FAE"/>
    <w:rsid w:val="00F44574"/>
    <w:rsid w:val="00F44B5B"/>
    <w:rsid w:val="00F44BB3"/>
    <w:rsid w:val="00F44F8D"/>
    <w:rsid w:val="00F451CB"/>
    <w:rsid w:val="00F451F7"/>
    <w:rsid w:val="00F45E50"/>
    <w:rsid w:val="00F45E7B"/>
    <w:rsid w:val="00F45F0F"/>
    <w:rsid w:val="00F46474"/>
    <w:rsid w:val="00F47B3E"/>
    <w:rsid w:val="00F47C6E"/>
    <w:rsid w:val="00F50172"/>
    <w:rsid w:val="00F52B7C"/>
    <w:rsid w:val="00F52E1B"/>
    <w:rsid w:val="00F53E57"/>
    <w:rsid w:val="00F53E88"/>
    <w:rsid w:val="00F54032"/>
    <w:rsid w:val="00F54497"/>
    <w:rsid w:val="00F55442"/>
    <w:rsid w:val="00F55467"/>
    <w:rsid w:val="00F55BC7"/>
    <w:rsid w:val="00F56825"/>
    <w:rsid w:val="00F56AFD"/>
    <w:rsid w:val="00F56E70"/>
    <w:rsid w:val="00F570A1"/>
    <w:rsid w:val="00F57BB9"/>
    <w:rsid w:val="00F603E8"/>
    <w:rsid w:val="00F6061C"/>
    <w:rsid w:val="00F609FF"/>
    <w:rsid w:val="00F61480"/>
    <w:rsid w:val="00F617F7"/>
    <w:rsid w:val="00F6181E"/>
    <w:rsid w:val="00F61FAB"/>
    <w:rsid w:val="00F6221B"/>
    <w:rsid w:val="00F6281A"/>
    <w:rsid w:val="00F63979"/>
    <w:rsid w:val="00F63984"/>
    <w:rsid w:val="00F65D1B"/>
    <w:rsid w:val="00F66626"/>
    <w:rsid w:val="00F66F93"/>
    <w:rsid w:val="00F673B6"/>
    <w:rsid w:val="00F71077"/>
    <w:rsid w:val="00F718F4"/>
    <w:rsid w:val="00F71C2F"/>
    <w:rsid w:val="00F72416"/>
    <w:rsid w:val="00F7299B"/>
    <w:rsid w:val="00F72BBC"/>
    <w:rsid w:val="00F730D9"/>
    <w:rsid w:val="00F738B1"/>
    <w:rsid w:val="00F73DC5"/>
    <w:rsid w:val="00F747D7"/>
    <w:rsid w:val="00F75C90"/>
    <w:rsid w:val="00F75EE4"/>
    <w:rsid w:val="00F7603B"/>
    <w:rsid w:val="00F76042"/>
    <w:rsid w:val="00F7635F"/>
    <w:rsid w:val="00F779F9"/>
    <w:rsid w:val="00F77E7D"/>
    <w:rsid w:val="00F80043"/>
    <w:rsid w:val="00F80086"/>
    <w:rsid w:val="00F803E8"/>
    <w:rsid w:val="00F80EE8"/>
    <w:rsid w:val="00F8117E"/>
    <w:rsid w:val="00F8196E"/>
    <w:rsid w:val="00F82268"/>
    <w:rsid w:val="00F82A5D"/>
    <w:rsid w:val="00F82A94"/>
    <w:rsid w:val="00F82F0D"/>
    <w:rsid w:val="00F82FE4"/>
    <w:rsid w:val="00F8390F"/>
    <w:rsid w:val="00F83BFD"/>
    <w:rsid w:val="00F83CE6"/>
    <w:rsid w:val="00F83D7E"/>
    <w:rsid w:val="00F83EEF"/>
    <w:rsid w:val="00F85180"/>
    <w:rsid w:val="00F859C9"/>
    <w:rsid w:val="00F85A45"/>
    <w:rsid w:val="00F861CC"/>
    <w:rsid w:val="00F86717"/>
    <w:rsid w:val="00F86C06"/>
    <w:rsid w:val="00F87C83"/>
    <w:rsid w:val="00F87D53"/>
    <w:rsid w:val="00F87E06"/>
    <w:rsid w:val="00F87EB2"/>
    <w:rsid w:val="00F90017"/>
    <w:rsid w:val="00F900FD"/>
    <w:rsid w:val="00F90640"/>
    <w:rsid w:val="00F90E4E"/>
    <w:rsid w:val="00F91687"/>
    <w:rsid w:val="00F91B08"/>
    <w:rsid w:val="00F92038"/>
    <w:rsid w:val="00F93D63"/>
    <w:rsid w:val="00F9414B"/>
    <w:rsid w:val="00F95030"/>
    <w:rsid w:val="00F95192"/>
    <w:rsid w:val="00F95CC5"/>
    <w:rsid w:val="00F96DB2"/>
    <w:rsid w:val="00F97DD1"/>
    <w:rsid w:val="00FA23D9"/>
    <w:rsid w:val="00FA328F"/>
    <w:rsid w:val="00FA36BF"/>
    <w:rsid w:val="00FA4364"/>
    <w:rsid w:val="00FA443A"/>
    <w:rsid w:val="00FA44C0"/>
    <w:rsid w:val="00FA4796"/>
    <w:rsid w:val="00FA480D"/>
    <w:rsid w:val="00FA4947"/>
    <w:rsid w:val="00FA4A07"/>
    <w:rsid w:val="00FA4BCA"/>
    <w:rsid w:val="00FA5040"/>
    <w:rsid w:val="00FA56FC"/>
    <w:rsid w:val="00FA67CD"/>
    <w:rsid w:val="00FA6970"/>
    <w:rsid w:val="00FA6A16"/>
    <w:rsid w:val="00FA6DCB"/>
    <w:rsid w:val="00FA7580"/>
    <w:rsid w:val="00FA7A5E"/>
    <w:rsid w:val="00FA7BAB"/>
    <w:rsid w:val="00FA7F97"/>
    <w:rsid w:val="00FB0C6C"/>
    <w:rsid w:val="00FB0FAB"/>
    <w:rsid w:val="00FB1319"/>
    <w:rsid w:val="00FB131E"/>
    <w:rsid w:val="00FB1475"/>
    <w:rsid w:val="00FB1BB5"/>
    <w:rsid w:val="00FB1EE3"/>
    <w:rsid w:val="00FB27B3"/>
    <w:rsid w:val="00FB2928"/>
    <w:rsid w:val="00FB2C2A"/>
    <w:rsid w:val="00FB2F9A"/>
    <w:rsid w:val="00FB39B8"/>
    <w:rsid w:val="00FB469A"/>
    <w:rsid w:val="00FB48B1"/>
    <w:rsid w:val="00FB515A"/>
    <w:rsid w:val="00FB5A57"/>
    <w:rsid w:val="00FB6485"/>
    <w:rsid w:val="00FB69D0"/>
    <w:rsid w:val="00FB71EE"/>
    <w:rsid w:val="00FB726A"/>
    <w:rsid w:val="00FC0A34"/>
    <w:rsid w:val="00FC14BE"/>
    <w:rsid w:val="00FC1DD8"/>
    <w:rsid w:val="00FC2993"/>
    <w:rsid w:val="00FC2BF2"/>
    <w:rsid w:val="00FC319A"/>
    <w:rsid w:val="00FC3386"/>
    <w:rsid w:val="00FC3443"/>
    <w:rsid w:val="00FC36EB"/>
    <w:rsid w:val="00FC524E"/>
    <w:rsid w:val="00FC5274"/>
    <w:rsid w:val="00FC5B5D"/>
    <w:rsid w:val="00FC6019"/>
    <w:rsid w:val="00FC65B2"/>
    <w:rsid w:val="00FC710E"/>
    <w:rsid w:val="00FC781E"/>
    <w:rsid w:val="00FC7876"/>
    <w:rsid w:val="00FD03D3"/>
    <w:rsid w:val="00FD0907"/>
    <w:rsid w:val="00FD0AE7"/>
    <w:rsid w:val="00FD0D33"/>
    <w:rsid w:val="00FD26D4"/>
    <w:rsid w:val="00FD28BB"/>
    <w:rsid w:val="00FD3EA7"/>
    <w:rsid w:val="00FD43AD"/>
    <w:rsid w:val="00FD493F"/>
    <w:rsid w:val="00FD4B9C"/>
    <w:rsid w:val="00FD51CF"/>
    <w:rsid w:val="00FD5718"/>
    <w:rsid w:val="00FD5753"/>
    <w:rsid w:val="00FD5996"/>
    <w:rsid w:val="00FD636F"/>
    <w:rsid w:val="00FD6944"/>
    <w:rsid w:val="00FD6A2D"/>
    <w:rsid w:val="00FD6A6E"/>
    <w:rsid w:val="00FD7831"/>
    <w:rsid w:val="00FD7AD5"/>
    <w:rsid w:val="00FE0397"/>
    <w:rsid w:val="00FE0AC0"/>
    <w:rsid w:val="00FE0D49"/>
    <w:rsid w:val="00FE17A9"/>
    <w:rsid w:val="00FE19D4"/>
    <w:rsid w:val="00FE1A8B"/>
    <w:rsid w:val="00FE1F6A"/>
    <w:rsid w:val="00FE22F9"/>
    <w:rsid w:val="00FE27E9"/>
    <w:rsid w:val="00FE2AFE"/>
    <w:rsid w:val="00FE32B8"/>
    <w:rsid w:val="00FE35EA"/>
    <w:rsid w:val="00FE4684"/>
    <w:rsid w:val="00FE4A5C"/>
    <w:rsid w:val="00FE5B0A"/>
    <w:rsid w:val="00FE63DF"/>
    <w:rsid w:val="00FE6AB0"/>
    <w:rsid w:val="00FE7170"/>
    <w:rsid w:val="00FE72ED"/>
    <w:rsid w:val="00FE7540"/>
    <w:rsid w:val="00FF04BA"/>
    <w:rsid w:val="00FF0B9E"/>
    <w:rsid w:val="00FF1481"/>
    <w:rsid w:val="00FF1FB0"/>
    <w:rsid w:val="00FF1FCD"/>
    <w:rsid w:val="00FF264F"/>
    <w:rsid w:val="00FF26FC"/>
    <w:rsid w:val="00FF2805"/>
    <w:rsid w:val="00FF2F5C"/>
    <w:rsid w:val="00FF322D"/>
    <w:rsid w:val="00FF3446"/>
    <w:rsid w:val="00FF59D8"/>
    <w:rsid w:val="00FF5D47"/>
    <w:rsid w:val="00FF614E"/>
    <w:rsid w:val="00FF64A1"/>
    <w:rsid w:val="00FF6ECD"/>
    <w:rsid w:val="00FF7036"/>
    <w:rsid w:val="00FF7228"/>
    <w:rsid w:val="00FF7277"/>
    <w:rsid w:val="00FF7CBF"/>
    <w:rsid w:val="00FF7D1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v:stroke weight="0" endcap="round"/>
    </o:shapedefaults>
    <o:shapelayout v:ext="edit">
      <o:idmap v:ext="edit" data="2"/>
    </o:shapelayout>
  </w:shapeDefaults>
  <w:doNotEmbedSmartTags/>
  <w:decimalSymbol w:val="."/>
  <w:listSeparator w:val=","/>
  <w14:docId w14:val="162B01DC"/>
  <w15:chartTrackingRefBased/>
  <w15:docId w15:val="{64039E9C-B6FD-43E0-B5A7-57ABA3282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locked="1"/>
    <w:lsdException w:name="heading 1" w:locked="1" w:uiPriority="9"/>
    <w:lsdException w:name="heading 2" w:locked="1" w:semiHidden="1" w:unhideWhenUsed="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uiPriority="99"/>
    <w:lsdException w:name="annotation text" w:locked="1"/>
    <w:lsdException w:name="header" w:locked="1" w:uiPriority="99"/>
    <w:lsdException w:name="footer" w:locked="1" w:qFormat="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uiPriority="99"/>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uiPriority="22"/>
    <w:lsdException w:name="Emphasis" w:locked="1" w:uiPriority="20"/>
    <w:lsdException w:name="Document Map" w:locked="1"/>
    <w:lsdException w:name="Plain Text" w:locked="1" w:uiPriority="99"/>
    <w:lsdException w:name="E-mail Signature" w:locked="1"/>
    <w:lsdException w:name="HTML Top of Form" w:locked="1"/>
    <w:lsdException w:name="HTML Bottom of Form" w:locked="1"/>
    <w:lsdException w:name="Normal (Web)" w:locked="1" w:uiPriority="99"/>
    <w:lsdException w:name="HTML Acronym" w:locked="1"/>
    <w:lsdException w:name="HTML Address" w:locked="1"/>
    <w:lsdException w:name="HTML Cite" w:locked="1"/>
    <w:lsdException w:name="HTML Code" w:locked="1"/>
    <w:lsdException w:name="HTML Definition" w:lock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F01A5D"/>
    <w:rPr>
      <w:sz w:val="24"/>
      <w:szCs w:val="24"/>
    </w:rPr>
  </w:style>
  <w:style w:type="paragraph" w:styleId="Heading1">
    <w:name w:val="heading 1"/>
    <w:basedOn w:val="Normal"/>
    <w:link w:val="Heading1Char"/>
    <w:uiPriority w:val="9"/>
    <w:locked/>
    <w:rsid w:val="000B7CFF"/>
    <w:pPr>
      <w:spacing w:before="100" w:beforeAutospacing="1" w:after="100" w:afterAutospacing="1"/>
      <w:outlineLvl w:val="0"/>
    </w:pPr>
    <w:rPr>
      <w:rFonts w:ascii="Arial" w:hAnsi="Arial"/>
      <w:b/>
      <w:bCs/>
      <w:color w:val="00684B"/>
      <w:kern w:val="36"/>
      <w:sz w:val="28"/>
      <w:szCs w:val="48"/>
    </w:rPr>
  </w:style>
  <w:style w:type="paragraph" w:styleId="Heading2">
    <w:name w:val="heading 2"/>
    <w:basedOn w:val="Normal"/>
    <w:next w:val="Normal"/>
    <w:link w:val="Heading2Char"/>
    <w:unhideWhenUsed/>
    <w:locked/>
    <w:rsid w:val="000B7CFF"/>
    <w:pPr>
      <w:keepNext/>
      <w:keepLines/>
      <w:spacing w:before="40"/>
      <w:outlineLvl w:val="1"/>
    </w:pPr>
    <w:rPr>
      <w:rFonts w:ascii="Arial" w:eastAsiaTheme="majorEastAsia" w:hAnsi="Arial" w:cstheme="majorBidi"/>
      <w:b/>
      <w:szCs w:val="26"/>
    </w:rPr>
  </w:style>
  <w:style w:type="paragraph" w:styleId="Heading3">
    <w:name w:val="heading 3"/>
    <w:basedOn w:val="Normal"/>
    <w:next w:val="Normal"/>
    <w:link w:val="Heading3Char"/>
    <w:unhideWhenUsed/>
    <w:qFormat/>
    <w:locked/>
    <w:rsid w:val="00664896"/>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semiHidden/>
    <w:unhideWhenUsed/>
    <w:qFormat/>
    <w:locked/>
    <w:rsid w:val="003B1B38"/>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locked/>
    <w:rsid w:val="00656D76"/>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1">
    <w:name w:val="Body 1"/>
    <w:pPr>
      <w:outlineLvl w:val="0"/>
    </w:pPr>
    <w:rPr>
      <w:rFonts w:eastAsia="Arial Unicode MS"/>
      <w:color w:val="000000"/>
      <w:sz w:val="24"/>
      <w:u w:color="000000"/>
      <w:lang w:val="en-GB" w:eastAsia="en-GB"/>
    </w:rPr>
  </w:style>
  <w:style w:type="paragraph" w:customStyle="1" w:styleId="ImportWordListStyleDefinition0">
    <w:name w:val="Import Word List Style Definition 0"/>
    <w:pPr>
      <w:numPr>
        <w:numId w:val="1"/>
      </w:numPr>
    </w:pPr>
    <w:rPr>
      <w:lang w:val="en-GB" w:eastAsia="en-GB"/>
    </w:rPr>
  </w:style>
  <w:style w:type="paragraph" w:customStyle="1" w:styleId="ImportWordListStyleDefinition1">
    <w:name w:val="Import Word List Style Definition 1"/>
    <w:pPr>
      <w:numPr>
        <w:numId w:val="2"/>
      </w:numPr>
    </w:pPr>
    <w:rPr>
      <w:lang w:val="en-GB" w:eastAsia="en-GB"/>
    </w:rPr>
  </w:style>
  <w:style w:type="paragraph" w:styleId="ListParagraph">
    <w:name w:val="List Paragraph"/>
    <w:aliases w:val="List Paragraph (numbered (a)),Lapis Bulleted List,List Paragraph1,Dot pt,F5 List Paragraph,No Spacing1,List Paragraph Char Char Char,Indicator Text,Numbered Para 1,Bullet 1,List Paragraph12,Bullet Points,MAIN CONTENT,WB Para"/>
    <w:basedOn w:val="Normal"/>
    <w:uiPriority w:val="34"/>
    <w:rsid w:val="00083DF4"/>
    <w:pPr>
      <w:ind w:left="720"/>
    </w:pPr>
  </w:style>
  <w:style w:type="paragraph" w:styleId="FootnoteText">
    <w:name w:val="footnote text"/>
    <w:basedOn w:val="Normal"/>
    <w:link w:val="FootnoteTextChar"/>
    <w:uiPriority w:val="99"/>
    <w:locked/>
    <w:rsid w:val="005220D1"/>
    <w:rPr>
      <w:sz w:val="20"/>
      <w:szCs w:val="20"/>
    </w:rPr>
  </w:style>
  <w:style w:type="character" w:customStyle="1" w:styleId="FootnoteTextChar">
    <w:name w:val="Footnote Text Char"/>
    <w:link w:val="FootnoteText"/>
    <w:uiPriority w:val="99"/>
    <w:rsid w:val="005220D1"/>
    <w:rPr>
      <w:lang w:val="en-US" w:eastAsia="en-US"/>
    </w:rPr>
  </w:style>
  <w:style w:type="character" w:styleId="FootnoteReference">
    <w:name w:val="footnote reference"/>
    <w:uiPriority w:val="99"/>
    <w:locked/>
    <w:rsid w:val="005220D1"/>
    <w:rPr>
      <w:vertAlign w:val="superscript"/>
    </w:rPr>
  </w:style>
  <w:style w:type="paragraph" w:styleId="BalloonText">
    <w:name w:val="Balloon Text"/>
    <w:basedOn w:val="Normal"/>
    <w:link w:val="BalloonTextChar"/>
    <w:locked/>
    <w:rsid w:val="000D0C26"/>
    <w:rPr>
      <w:rFonts w:ascii="Tahoma" w:hAnsi="Tahoma"/>
      <w:sz w:val="16"/>
      <w:szCs w:val="16"/>
    </w:rPr>
  </w:style>
  <w:style w:type="character" w:customStyle="1" w:styleId="BalloonTextChar">
    <w:name w:val="Balloon Text Char"/>
    <w:link w:val="BalloonText"/>
    <w:rsid w:val="000D0C26"/>
    <w:rPr>
      <w:rFonts w:ascii="Tahoma" w:hAnsi="Tahoma" w:cs="Tahoma"/>
      <w:sz w:val="16"/>
      <w:szCs w:val="16"/>
      <w:lang w:val="en-US" w:eastAsia="en-US"/>
    </w:rPr>
  </w:style>
  <w:style w:type="paragraph" w:styleId="Header">
    <w:name w:val="header"/>
    <w:basedOn w:val="Normal"/>
    <w:link w:val="HeaderChar"/>
    <w:uiPriority w:val="99"/>
    <w:locked/>
    <w:rsid w:val="00684C43"/>
    <w:pPr>
      <w:tabs>
        <w:tab w:val="center" w:pos="4513"/>
        <w:tab w:val="right" w:pos="9026"/>
      </w:tabs>
    </w:pPr>
  </w:style>
  <w:style w:type="character" w:customStyle="1" w:styleId="HeaderChar">
    <w:name w:val="Header Char"/>
    <w:link w:val="Header"/>
    <w:uiPriority w:val="99"/>
    <w:rsid w:val="00684C43"/>
    <w:rPr>
      <w:sz w:val="24"/>
      <w:szCs w:val="24"/>
      <w:lang w:val="en-US" w:eastAsia="en-US"/>
    </w:rPr>
  </w:style>
  <w:style w:type="paragraph" w:styleId="Footer">
    <w:name w:val="footer"/>
    <w:basedOn w:val="StandardParagraph"/>
    <w:link w:val="FooterChar"/>
    <w:qFormat/>
    <w:locked/>
    <w:rsid w:val="00581126"/>
    <w:pPr>
      <w:tabs>
        <w:tab w:val="center" w:pos="4513"/>
        <w:tab w:val="right" w:pos="9026"/>
      </w:tabs>
    </w:pPr>
    <w:rPr>
      <w:sz w:val="20"/>
    </w:rPr>
  </w:style>
  <w:style w:type="character" w:customStyle="1" w:styleId="FooterChar">
    <w:name w:val="Footer Char"/>
    <w:link w:val="Footer"/>
    <w:rsid w:val="00581126"/>
    <w:rPr>
      <w:rFonts w:ascii="Roboto" w:hAnsi="Roboto"/>
      <w:szCs w:val="22"/>
    </w:rPr>
  </w:style>
  <w:style w:type="character" w:styleId="Hyperlink">
    <w:name w:val="Hyperlink"/>
    <w:locked/>
    <w:rsid w:val="00092B9F"/>
    <w:rPr>
      <w:color w:val="0000FF"/>
      <w:u w:val="single"/>
    </w:rPr>
  </w:style>
  <w:style w:type="character" w:styleId="CommentReference">
    <w:name w:val="annotation reference"/>
    <w:locked/>
    <w:rsid w:val="00D06BEE"/>
    <w:rPr>
      <w:sz w:val="16"/>
      <w:szCs w:val="16"/>
    </w:rPr>
  </w:style>
  <w:style w:type="paragraph" w:styleId="CommentText">
    <w:name w:val="annotation text"/>
    <w:basedOn w:val="Normal"/>
    <w:link w:val="CommentTextChar"/>
    <w:locked/>
    <w:rsid w:val="00D06BEE"/>
    <w:rPr>
      <w:sz w:val="20"/>
      <w:szCs w:val="20"/>
    </w:rPr>
  </w:style>
  <w:style w:type="character" w:customStyle="1" w:styleId="CommentTextChar">
    <w:name w:val="Comment Text Char"/>
    <w:link w:val="CommentText"/>
    <w:rsid w:val="00D06BEE"/>
    <w:rPr>
      <w:lang w:val="en-US" w:eastAsia="en-US"/>
    </w:rPr>
  </w:style>
  <w:style w:type="paragraph" w:styleId="CommentSubject">
    <w:name w:val="annotation subject"/>
    <w:basedOn w:val="CommentText"/>
    <w:next w:val="CommentText"/>
    <w:link w:val="CommentSubjectChar"/>
    <w:locked/>
    <w:rsid w:val="00D06BEE"/>
    <w:rPr>
      <w:b/>
      <w:bCs/>
    </w:rPr>
  </w:style>
  <w:style w:type="character" w:customStyle="1" w:styleId="CommentSubjectChar">
    <w:name w:val="Comment Subject Char"/>
    <w:link w:val="CommentSubject"/>
    <w:rsid w:val="00D06BEE"/>
    <w:rPr>
      <w:b/>
      <w:bCs/>
      <w:lang w:val="en-US" w:eastAsia="en-US"/>
    </w:rPr>
  </w:style>
  <w:style w:type="character" w:styleId="FollowedHyperlink">
    <w:name w:val="FollowedHyperlink"/>
    <w:locked/>
    <w:rsid w:val="00966B9B"/>
    <w:rPr>
      <w:color w:val="800080"/>
      <w:u w:val="single"/>
    </w:rPr>
  </w:style>
  <w:style w:type="paragraph" w:styleId="NormalWeb">
    <w:name w:val="Normal (Web)"/>
    <w:basedOn w:val="Normal"/>
    <w:uiPriority w:val="99"/>
    <w:unhideWhenUsed/>
    <w:locked/>
    <w:rsid w:val="00436F7E"/>
    <w:pPr>
      <w:spacing w:before="100" w:beforeAutospacing="1" w:after="100" w:afterAutospacing="1"/>
    </w:pPr>
  </w:style>
  <w:style w:type="character" w:styleId="Emphasis">
    <w:name w:val="Emphasis"/>
    <w:basedOn w:val="DefaultParagraphFont"/>
    <w:uiPriority w:val="20"/>
    <w:locked/>
    <w:rsid w:val="00436F7E"/>
    <w:rPr>
      <w:i/>
      <w:iCs/>
    </w:rPr>
  </w:style>
  <w:style w:type="character" w:customStyle="1" w:styleId="apple-converted-space">
    <w:name w:val="apple-converted-space"/>
    <w:basedOn w:val="DefaultParagraphFont"/>
    <w:rsid w:val="00436F7E"/>
  </w:style>
  <w:style w:type="character" w:styleId="Strong">
    <w:name w:val="Strong"/>
    <w:basedOn w:val="DefaultParagraphFont"/>
    <w:uiPriority w:val="22"/>
    <w:locked/>
    <w:rsid w:val="00436F7E"/>
    <w:rPr>
      <w:b/>
      <w:bCs/>
    </w:rPr>
  </w:style>
  <w:style w:type="paragraph" w:styleId="NoSpacing">
    <w:name w:val="No Spacing"/>
    <w:uiPriority w:val="1"/>
    <w:rsid w:val="000533E1"/>
    <w:rPr>
      <w:rFonts w:asciiTheme="minorHAnsi" w:eastAsiaTheme="minorHAnsi" w:hAnsiTheme="minorHAnsi" w:cstheme="minorBidi"/>
      <w:sz w:val="22"/>
      <w:szCs w:val="22"/>
      <w:lang w:val="en-IE"/>
    </w:rPr>
  </w:style>
  <w:style w:type="paragraph" w:customStyle="1" w:styleId="Body">
    <w:name w:val="Body"/>
    <w:rsid w:val="00155C3B"/>
    <w:pPr>
      <w:pBdr>
        <w:top w:val="none" w:sz="96" w:space="31" w:color="FFFFFF" w:shadow="1" w:frame="1"/>
        <w:left w:val="none" w:sz="96" w:space="31" w:color="FFFFFF" w:shadow="1" w:frame="1"/>
        <w:bottom w:val="none" w:sz="96" w:space="31" w:color="FFFFFF" w:shadow="1" w:frame="1"/>
        <w:right w:val="none" w:sz="96" w:space="31" w:color="FFFFFF" w:shadow="1" w:frame="1"/>
      </w:pBdr>
    </w:pPr>
    <w:rPr>
      <w:color w:val="000000"/>
      <w:sz w:val="24"/>
      <w:szCs w:val="24"/>
      <w:u w:color="000000"/>
    </w:rPr>
  </w:style>
  <w:style w:type="paragraph" w:styleId="PlainText">
    <w:name w:val="Plain Text"/>
    <w:basedOn w:val="Normal"/>
    <w:link w:val="PlainTextChar"/>
    <w:uiPriority w:val="99"/>
    <w:unhideWhenUsed/>
    <w:locked/>
    <w:rsid w:val="000A337A"/>
    <w:rPr>
      <w:rFonts w:ascii="Calibri" w:eastAsiaTheme="minorHAnsi" w:hAnsi="Calibri" w:cs="Consolas"/>
      <w:sz w:val="22"/>
      <w:szCs w:val="21"/>
    </w:rPr>
  </w:style>
  <w:style w:type="character" w:customStyle="1" w:styleId="PlainTextChar">
    <w:name w:val="Plain Text Char"/>
    <w:basedOn w:val="DefaultParagraphFont"/>
    <w:link w:val="PlainText"/>
    <w:uiPriority w:val="99"/>
    <w:rsid w:val="000A337A"/>
    <w:rPr>
      <w:rFonts w:ascii="Calibri" w:eastAsiaTheme="minorHAnsi" w:hAnsi="Calibri" w:cs="Consolas"/>
      <w:sz w:val="22"/>
      <w:szCs w:val="21"/>
    </w:rPr>
  </w:style>
  <w:style w:type="numbering" w:customStyle="1" w:styleId="ImportedStyle1">
    <w:name w:val="Imported Style 1"/>
    <w:rsid w:val="002462E9"/>
    <w:pPr>
      <w:numPr>
        <w:numId w:val="3"/>
      </w:numPr>
    </w:pPr>
  </w:style>
  <w:style w:type="numbering" w:customStyle="1" w:styleId="ImportedStyle2">
    <w:name w:val="Imported Style 2"/>
    <w:rsid w:val="002462E9"/>
    <w:pPr>
      <w:numPr>
        <w:numId w:val="4"/>
      </w:numPr>
    </w:pPr>
  </w:style>
  <w:style w:type="character" w:customStyle="1" w:styleId="Heading1Char">
    <w:name w:val="Heading 1 Char"/>
    <w:basedOn w:val="DefaultParagraphFont"/>
    <w:link w:val="Heading1"/>
    <w:uiPriority w:val="9"/>
    <w:rsid w:val="000B7CFF"/>
    <w:rPr>
      <w:rFonts w:ascii="Arial" w:hAnsi="Arial"/>
      <w:b/>
      <w:bCs/>
      <w:color w:val="00684B"/>
      <w:kern w:val="36"/>
      <w:sz w:val="28"/>
      <w:szCs w:val="48"/>
    </w:rPr>
  </w:style>
  <w:style w:type="character" w:customStyle="1" w:styleId="Heading3Char">
    <w:name w:val="Heading 3 Char"/>
    <w:basedOn w:val="DefaultParagraphFont"/>
    <w:link w:val="Heading3"/>
    <w:rsid w:val="00664896"/>
    <w:rPr>
      <w:rFonts w:asciiTheme="majorHAnsi" w:eastAsiaTheme="majorEastAsia" w:hAnsiTheme="majorHAnsi" w:cstheme="majorBidi"/>
      <w:color w:val="1F4D78" w:themeColor="accent1" w:themeShade="7F"/>
      <w:sz w:val="24"/>
      <w:szCs w:val="24"/>
    </w:rPr>
  </w:style>
  <w:style w:type="character" w:customStyle="1" w:styleId="Heading2Char">
    <w:name w:val="Heading 2 Char"/>
    <w:basedOn w:val="DefaultParagraphFont"/>
    <w:link w:val="Heading2"/>
    <w:rsid w:val="000B7CFF"/>
    <w:rPr>
      <w:rFonts w:ascii="Arial" w:eastAsiaTheme="majorEastAsia" w:hAnsi="Arial" w:cstheme="majorBidi"/>
      <w:b/>
      <w:sz w:val="24"/>
      <w:szCs w:val="26"/>
    </w:rPr>
  </w:style>
  <w:style w:type="character" w:customStyle="1" w:styleId="Mention1">
    <w:name w:val="Mention1"/>
    <w:basedOn w:val="DefaultParagraphFont"/>
    <w:uiPriority w:val="99"/>
    <w:semiHidden/>
    <w:unhideWhenUsed/>
    <w:rsid w:val="00007B8C"/>
    <w:rPr>
      <w:color w:val="2B579A"/>
      <w:shd w:val="clear" w:color="auto" w:fill="E6E6E6"/>
    </w:rPr>
  </w:style>
  <w:style w:type="character" w:customStyle="1" w:styleId="Heading4Char">
    <w:name w:val="Heading 4 Char"/>
    <w:basedOn w:val="DefaultParagraphFont"/>
    <w:link w:val="Heading4"/>
    <w:semiHidden/>
    <w:rsid w:val="003B1B38"/>
    <w:rPr>
      <w:rFonts w:asciiTheme="majorHAnsi" w:eastAsiaTheme="majorEastAsia" w:hAnsiTheme="majorHAnsi" w:cstheme="majorBidi"/>
      <w:i/>
      <w:iCs/>
      <w:color w:val="2E74B5" w:themeColor="accent1" w:themeShade="BF"/>
      <w:sz w:val="24"/>
      <w:szCs w:val="24"/>
    </w:rPr>
  </w:style>
  <w:style w:type="character" w:customStyle="1" w:styleId="Heading5Char">
    <w:name w:val="Heading 5 Char"/>
    <w:basedOn w:val="DefaultParagraphFont"/>
    <w:link w:val="Heading5"/>
    <w:semiHidden/>
    <w:rsid w:val="00656D76"/>
    <w:rPr>
      <w:rFonts w:asciiTheme="majorHAnsi" w:eastAsiaTheme="majorEastAsia" w:hAnsiTheme="majorHAnsi" w:cstheme="majorBidi"/>
      <w:color w:val="2E74B5" w:themeColor="accent1" w:themeShade="BF"/>
      <w:sz w:val="24"/>
      <w:szCs w:val="24"/>
    </w:rPr>
  </w:style>
  <w:style w:type="paragraph" w:customStyle="1" w:styleId="Default">
    <w:name w:val="Default"/>
    <w:rsid w:val="007233F3"/>
    <w:pPr>
      <w:autoSpaceDE w:val="0"/>
      <w:autoSpaceDN w:val="0"/>
      <w:adjustRightInd w:val="0"/>
    </w:pPr>
    <w:rPr>
      <w:rFonts w:ascii="Arial" w:hAnsi="Arial" w:cs="Arial"/>
      <w:color w:val="000000"/>
      <w:sz w:val="24"/>
      <w:szCs w:val="24"/>
      <w:lang w:val="fr-FR"/>
    </w:rPr>
  </w:style>
  <w:style w:type="paragraph" w:customStyle="1" w:styleId="Headings">
    <w:name w:val="Headings"/>
    <w:basedOn w:val="Normal"/>
    <w:rsid w:val="00716C0D"/>
    <w:rPr>
      <w:rFonts w:ascii="Arial" w:eastAsiaTheme="minorEastAsia" w:hAnsi="Arial" w:cs="Arial"/>
      <w:b/>
      <w:noProof/>
      <w:color w:val="00684B"/>
      <w:sz w:val="32"/>
      <w:szCs w:val="40"/>
    </w:rPr>
  </w:style>
  <w:style w:type="paragraph" w:customStyle="1" w:styleId="Subheadings">
    <w:name w:val="Subheadings"/>
    <w:basedOn w:val="Normal"/>
    <w:rsid w:val="00716C0D"/>
    <w:rPr>
      <w:rFonts w:ascii="Arial" w:eastAsiaTheme="minorEastAsia" w:hAnsi="Arial" w:cs="Arial"/>
      <w:color w:val="00684B"/>
      <w:szCs w:val="32"/>
    </w:rPr>
  </w:style>
  <w:style w:type="paragraph" w:customStyle="1" w:styleId="Text">
    <w:name w:val="Text"/>
    <w:basedOn w:val="Normal"/>
    <w:link w:val="TextChar"/>
    <w:rsid w:val="00716C0D"/>
    <w:pPr>
      <w:spacing w:before="120" w:after="120"/>
    </w:pPr>
    <w:rPr>
      <w:rFonts w:ascii="Arial" w:eastAsiaTheme="minorEastAsia" w:hAnsi="Arial" w:cs="Arial"/>
      <w:color w:val="414141"/>
      <w:sz w:val="22"/>
      <w:szCs w:val="28"/>
    </w:rPr>
  </w:style>
  <w:style w:type="paragraph" w:customStyle="1" w:styleId="Headertitle">
    <w:name w:val="Header title"/>
    <w:basedOn w:val="Normal"/>
    <w:rsid w:val="00C04DC8"/>
    <w:pPr>
      <w:jc w:val="right"/>
    </w:pPr>
    <w:rPr>
      <w:rFonts w:ascii="Arial" w:eastAsiaTheme="minorEastAsia" w:hAnsi="Arial" w:cs="Arial"/>
      <w:noProof/>
      <w:color w:val="4BAD81"/>
      <w:sz w:val="36"/>
      <w:szCs w:val="36"/>
    </w:rPr>
  </w:style>
  <w:style w:type="character" w:styleId="PageNumber">
    <w:name w:val="page number"/>
    <w:basedOn w:val="DefaultParagraphFont"/>
    <w:locked/>
    <w:rsid w:val="007101FF"/>
  </w:style>
  <w:style w:type="paragraph" w:customStyle="1" w:styleId="CreditLines">
    <w:name w:val="Credit Lines"/>
    <w:basedOn w:val="Normal"/>
    <w:uiPriority w:val="99"/>
    <w:rsid w:val="009E1C12"/>
    <w:pPr>
      <w:framePr w:w="10773" w:hSpace="181" w:vSpace="181" w:wrap="notBeside" w:vAnchor="page" w:hAnchor="margin" w:x="568" w:y="13609"/>
      <w:tabs>
        <w:tab w:val="left" w:pos="5040"/>
      </w:tabs>
      <w:spacing w:after="120" w:line="240" w:lineRule="atLeast"/>
      <w:jc w:val="both"/>
    </w:pPr>
    <w:rPr>
      <w:rFonts w:ascii="Verdana" w:hAnsi="Verdana"/>
      <w:bCs/>
      <w:sz w:val="20"/>
      <w:lang w:val="en-GB"/>
    </w:rPr>
  </w:style>
  <w:style w:type="paragraph" w:customStyle="1" w:styleId="CaseNCoverPage">
    <w:name w:val="Case N° Cover Page"/>
    <w:basedOn w:val="Normal"/>
    <w:rsid w:val="00393EE0"/>
    <w:pPr>
      <w:framePr w:hSpace="181" w:vSpace="181" w:wrap="notBeside" w:vAnchor="page" w:hAnchor="margin" w:x="568" w:y="8506"/>
    </w:pPr>
    <w:rPr>
      <w:rFonts w:ascii="Verdana" w:eastAsiaTheme="minorEastAsia" w:hAnsi="Verdana"/>
      <w:sz w:val="20"/>
      <w:lang w:val="en-GB"/>
    </w:rPr>
  </w:style>
  <w:style w:type="paragraph" w:styleId="Quote">
    <w:name w:val="Quote"/>
    <w:aliases w:val="Footnote"/>
    <w:basedOn w:val="FootnoteText"/>
    <w:next w:val="Normal"/>
    <w:link w:val="QuoteChar"/>
    <w:qFormat/>
    <w:rsid w:val="00C04DC8"/>
    <w:rPr>
      <w:rFonts w:ascii="Arial" w:hAnsi="Arial" w:cs="Arial"/>
      <w:sz w:val="17"/>
      <w:szCs w:val="17"/>
    </w:rPr>
  </w:style>
  <w:style w:type="character" w:customStyle="1" w:styleId="QuoteChar">
    <w:name w:val="Quote Char"/>
    <w:aliases w:val="Footnote Char"/>
    <w:basedOn w:val="DefaultParagraphFont"/>
    <w:link w:val="Quote"/>
    <w:rsid w:val="00C04DC8"/>
    <w:rPr>
      <w:rFonts w:ascii="Arial" w:hAnsi="Arial" w:cs="Arial"/>
      <w:sz w:val="17"/>
      <w:szCs w:val="17"/>
    </w:rPr>
  </w:style>
  <w:style w:type="paragraph" w:customStyle="1" w:styleId="ExhibitN">
    <w:name w:val="Exhibit N°"/>
    <w:basedOn w:val="Header"/>
    <w:rsid w:val="006C6F0F"/>
    <w:pPr>
      <w:tabs>
        <w:tab w:val="clear" w:pos="4513"/>
        <w:tab w:val="clear" w:pos="9026"/>
        <w:tab w:val="center" w:pos="4703"/>
        <w:tab w:val="right" w:pos="9406"/>
      </w:tabs>
      <w:jc w:val="center"/>
    </w:pPr>
    <w:rPr>
      <w:rFonts w:ascii="Rockwell" w:hAnsi="Rockwell"/>
      <w:b/>
      <w:bCs/>
      <w:lang w:val="en-GB"/>
    </w:rPr>
  </w:style>
  <w:style w:type="paragraph" w:customStyle="1" w:styleId="ExhibitTitle">
    <w:name w:val="Exhibit Title"/>
    <w:basedOn w:val="Header"/>
    <w:rsid w:val="006C6F0F"/>
    <w:pPr>
      <w:tabs>
        <w:tab w:val="clear" w:pos="4513"/>
        <w:tab w:val="clear" w:pos="9026"/>
        <w:tab w:val="center" w:pos="4703"/>
        <w:tab w:val="right" w:pos="9406"/>
      </w:tabs>
      <w:spacing w:after="360"/>
      <w:jc w:val="center"/>
    </w:pPr>
    <w:rPr>
      <w:rFonts w:ascii="Rockwell" w:hAnsi="Rockwell"/>
      <w:i/>
      <w:iCs/>
      <w:lang w:val="en-GB"/>
    </w:rPr>
  </w:style>
  <w:style w:type="paragraph" w:customStyle="1" w:styleId="Source">
    <w:name w:val="Source"/>
    <w:basedOn w:val="Normal"/>
    <w:qFormat/>
    <w:rsid w:val="00434C1F"/>
    <w:pPr>
      <w:spacing w:before="120" w:after="120"/>
    </w:pPr>
    <w:rPr>
      <w:rFonts w:ascii="Roboto" w:hAnsi="Roboto"/>
      <w:sz w:val="17"/>
      <w:lang w:val="en-GB"/>
    </w:rPr>
  </w:style>
  <w:style w:type="paragraph" w:customStyle="1" w:styleId="ExhibitPararagraph">
    <w:name w:val="Exhibit Pararagraph"/>
    <w:basedOn w:val="Normal"/>
    <w:qFormat/>
    <w:rsid w:val="00F01A5D"/>
    <w:pPr>
      <w:spacing w:before="120" w:after="120"/>
      <w:jc w:val="both"/>
    </w:pPr>
    <w:rPr>
      <w:rFonts w:ascii="Roboto" w:hAnsi="Roboto"/>
      <w:sz w:val="20"/>
      <w:szCs w:val="22"/>
      <w:lang w:val="en-GB"/>
    </w:rPr>
  </w:style>
  <w:style w:type="paragraph" w:customStyle="1" w:styleId="ExhibitSub-Title">
    <w:name w:val="Exhibit Sub-Title"/>
    <w:basedOn w:val="ExhibitPararagraph"/>
    <w:qFormat/>
    <w:rsid w:val="00F01A5D"/>
    <w:pPr>
      <w:keepNext/>
      <w:spacing w:before="0"/>
    </w:pPr>
    <w:rPr>
      <w:b/>
      <w:bCs/>
    </w:rPr>
  </w:style>
  <w:style w:type="paragraph" w:customStyle="1" w:styleId="StandardParagraph">
    <w:name w:val="Standard Paragraph"/>
    <w:basedOn w:val="Normal"/>
    <w:link w:val="StandardParagraphChar"/>
    <w:qFormat/>
    <w:rsid w:val="00F01A5D"/>
    <w:pPr>
      <w:tabs>
        <w:tab w:val="left" w:pos="5040"/>
      </w:tabs>
      <w:spacing w:after="240"/>
      <w:jc w:val="both"/>
    </w:pPr>
    <w:rPr>
      <w:rFonts w:ascii="Roboto" w:hAnsi="Roboto"/>
      <w:sz w:val="22"/>
      <w:szCs w:val="22"/>
    </w:rPr>
  </w:style>
  <w:style w:type="paragraph" w:customStyle="1" w:styleId="Exhibitno">
    <w:name w:val="Exhibit no"/>
    <w:basedOn w:val="Subheadings"/>
    <w:link w:val="ExhibitnoChar"/>
    <w:qFormat/>
    <w:rsid w:val="00F01A5D"/>
    <w:pPr>
      <w:jc w:val="center"/>
    </w:pPr>
    <w:rPr>
      <w:rFonts w:ascii="Roboto" w:hAnsi="Roboto"/>
      <w:b/>
    </w:rPr>
  </w:style>
  <w:style w:type="paragraph" w:customStyle="1" w:styleId="Exhibittitle0">
    <w:name w:val="Exhibit title"/>
    <w:basedOn w:val="Subheadings"/>
    <w:link w:val="ExhibittitleChar"/>
    <w:qFormat/>
    <w:rsid w:val="00F01A5D"/>
    <w:pPr>
      <w:spacing w:after="360"/>
      <w:jc w:val="center"/>
    </w:pPr>
    <w:rPr>
      <w:rFonts w:ascii="Roboto" w:hAnsi="Roboto"/>
      <w:i/>
    </w:rPr>
  </w:style>
  <w:style w:type="character" w:customStyle="1" w:styleId="ExhibitnoChar">
    <w:name w:val="Exhibit no Char"/>
    <w:basedOn w:val="DefaultParagraphFont"/>
    <w:link w:val="Exhibitno"/>
    <w:rsid w:val="00F01A5D"/>
    <w:rPr>
      <w:rFonts w:ascii="Roboto" w:eastAsiaTheme="minorEastAsia" w:hAnsi="Roboto" w:cs="Arial"/>
      <w:b/>
      <w:color w:val="00684B"/>
      <w:sz w:val="24"/>
      <w:szCs w:val="32"/>
    </w:rPr>
  </w:style>
  <w:style w:type="paragraph" w:customStyle="1" w:styleId="Quotation">
    <w:name w:val="Quotation"/>
    <w:basedOn w:val="StandardParagraph"/>
    <w:link w:val="QuotationChar"/>
    <w:qFormat/>
    <w:rsid w:val="00F01A5D"/>
    <w:pPr>
      <w:keepNext/>
      <w:ind w:left="567" w:right="567"/>
    </w:pPr>
    <w:rPr>
      <w:i/>
      <w:lang w:val="it-IT"/>
    </w:rPr>
  </w:style>
  <w:style w:type="character" w:customStyle="1" w:styleId="ExhibittitleChar">
    <w:name w:val="Exhibit title Char"/>
    <w:basedOn w:val="DefaultParagraphFont"/>
    <w:link w:val="Exhibittitle0"/>
    <w:rsid w:val="00F01A5D"/>
    <w:rPr>
      <w:rFonts w:ascii="Roboto" w:eastAsiaTheme="minorEastAsia" w:hAnsi="Roboto" w:cs="Arial"/>
      <w:i/>
      <w:color w:val="00684B"/>
      <w:sz w:val="24"/>
      <w:szCs w:val="32"/>
    </w:rPr>
  </w:style>
  <w:style w:type="paragraph" w:customStyle="1" w:styleId="Quotationsource">
    <w:name w:val="Quotation source"/>
    <w:basedOn w:val="StandardParagraph"/>
    <w:link w:val="QuotationsourceChar"/>
    <w:qFormat/>
    <w:rsid w:val="00F01A5D"/>
    <w:pPr>
      <w:ind w:left="567" w:right="567"/>
      <w:jc w:val="right"/>
    </w:pPr>
    <w:rPr>
      <w:lang w:val="en-GB"/>
    </w:rPr>
  </w:style>
  <w:style w:type="character" w:customStyle="1" w:styleId="StandardParagraphChar">
    <w:name w:val="Standard Paragraph Char"/>
    <w:basedOn w:val="DefaultParagraphFont"/>
    <w:link w:val="StandardParagraph"/>
    <w:rsid w:val="00F01A5D"/>
    <w:rPr>
      <w:rFonts w:ascii="Roboto" w:hAnsi="Roboto"/>
      <w:sz w:val="22"/>
      <w:szCs w:val="22"/>
    </w:rPr>
  </w:style>
  <w:style w:type="character" w:customStyle="1" w:styleId="QuotationChar">
    <w:name w:val="Quotation Char"/>
    <w:basedOn w:val="StandardParagraphChar"/>
    <w:link w:val="Quotation"/>
    <w:rsid w:val="00F01A5D"/>
    <w:rPr>
      <w:rFonts w:ascii="Roboto" w:hAnsi="Roboto"/>
      <w:i/>
      <w:sz w:val="22"/>
      <w:szCs w:val="22"/>
      <w:lang w:val="it-IT"/>
    </w:rPr>
  </w:style>
  <w:style w:type="paragraph" w:customStyle="1" w:styleId="Title1">
    <w:name w:val="Title 1"/>
    <w:basedOn w:val="Headings"/>
    <w:link w:val="Title1Char"/>
    <w:qFormat/>
    <w:rsid w:val="00581126"/>
    <w:pPr>
      <w:keepNext/>
      <w:spacing w:before="360" w:after="240"/>
    </w:pPr>
    <w:rPr>
      <w:rFonts w:ascii="Roboto" w:hAnsi="Roboto"/>
      <w:sz w:val="28"/>
    </w:rPr>
  </w:style>
  <w:style w:type="character" w:customStyle="1" w:styleId="QuotationsourceChar">
    <w:name w:val="Quotation source Char"/>
    <w:basedOn w:val="StandardParagraphChar"/>
    <w:link w:val="Quotationsource"/>
    <w:rsid w:val="00F01A5D"/>
    <w:rPr>
      <w:rFonts w:ascii="Roboto" w:hAnsi="Roboto"/>
      <w:sz w:val="22"/>
      <w:szCs w:val="22"/>
      <w:lang w:val="en-GB"/>
    </w:rPr>
  </w:style>
  <w:style w:type="paragraph" w:customStyle="1" w:styleId="Title2">
    <w:name w:val="Title 2"/>
    <w:basedOn w:val="Title1"/>
    <w:link w:val="Title2Char"/>
    <w:qFormat/>
    <w:rsid w:val="00581126"/>
    <w:pPr>
      <w:spacing w:before="240"/>
    </w:pPr>
    <w:rPr>
      <w:sz w:val="24"/>
    </w:rPr>
  </w:style>
  <w:style w:type="paragraph" w:customStyle="1" w:styleId="Title3">
    <w:name w:val="Title 3"/>
    <w:basedOn w:val="Subheadings"/>
    <w:link w:val="Title3Char"/>
    <w:qFormat/>
    <w:rsid w:val="00581126"/>
    <w:pPr>
      <w:keepNext/>
      <w:spacing w:before="240" w:after="240"/>
    </w:pPr>
    <w:rPr>
      <w:rFonts w:ascii="Roboto" w:hAnsi="Roboto"/>
      <w:noProof/>
    </w:rPr>
  </w:style>
  <w:style w:type="character" w:customStyle="1" w:styleId="Title1Char">
    <w:name w:val="Title 1 Char"/>
    <w:basedOn w:val="DefaultParagraphFont"/>
    <w:link w:val="Title1"/>
    <w:rsid w:val="00581126"/>
    <w:rPr>
      <w:rFonts w:ascii="Roboto" w:eastAsiaTheme="minorEastAsia" w:hAnsi="Roboto" w:cs="Arial"/>
      <w:b/>
      <w:noProof/>
      <w:color w:val="00684B"/>
      <w:sz w:val="28"/>
      <w:szCs w:val="40"/>
    </w:rPr>
  </w:style>
  <w:style w:type="character" w:customStyle="1" w:styleId="Title2Char">
    <w:name w:val="Title 2 Char"/>
    <w:basedOn w:val="Title1Char"/>
    <w:link w:val="Title2"/>
    <w:rsid w:val="00581126"/>
    <w:rPr>
      <w:rFonts w:ascii="Roboto" w:eastAsiaTheme="minorEastAsia" w:hAnsi="Roboto" w:cs="Arial"/>
      <w:b/>
      <w:noProof/>
      <w:color w:val="00684B"/>
      <w:sz w:val="24"/>
      <w:szCs w:val="40"/>
    </w:rPr>
  </w:style>
  <w:style w:type="paragraph" w:customStyle="1" w:styleId="Title4">
    <w:name w:val="Title 4"/>
    <w:basedOn w:val="Title3"/>
    <w:link w:val="Title4Char"/>
    <w:qFormat/>
    <w:rsid w:val="00581126"/>
    <w:rPr>
      <w:i/>
      <w:sz w:val="22"/>
    </w:rPr>
  </w:style>
  <w:style w:type="character" w:customStyle="1" w:styleId="Title3Char">
    <w:name w:val="Title 3 Char"/>
    <w:basedOn w:val="Title1Char"/>
    <w:link w:val="Title3"/>
    <w:rsid w:val="00581126"/>
    <w:rPr>
      <w:rFonts w:ascii="Roboto" w:eastAsiaTheme="minorEastAsia" w:hAnsi="Roboto" w:cs="Arial"/>
      <w:b w:val="0"/>
      <w:noProof/>
      <w:color w:val="00684B"/>
      <w:sz w:val="24"/>
      <w:szCs w:val="32"/>
    </w:rPr>
  </w:style>
  <w:style w:type="paragraph" w:customStyle="1" w:styleId="Indent1">
    <w:name w:val="Indent 1"/>
    <w:basedOn w:val="ListBullet"/>
    <w:link w:val="Indent1Char"/>
    <w:autoRedefine/>
    <w:qFormat/>
    <w:rsid w:val="003C17C2"/>
    <w:pPr>
      <w:numPr>
        <w:numId w:val="35"/>
      </w:numPr>
      <w:spacing w:after="120"/>
      <w:ind w:left="425" w:hanging="425"/>
      <w:contextualSpacing w:val="0"/>
      <w:jc w:val="both"/>
    </w:pPr>
    <w:rPr>
      <w:rFonts w:ascii="Roboto" w:hAnsi="Roboto"/>
      <w:noProof/>
      <w:sz w:val="22"/>
      <w:lang w:val="en-GB"/>
    </w:rPr>
  </w:style>
  <w:style w:type="character" w:customStyle="1" w:styleId="Title4Char">
    <w:name w:val="Title 4 Char"/>
    <w:basedOn w:val="Title3Char"/>
    <w:link w:val="Title4"/>
    <w:rsid w:val="00581126"/>
    <w:rPr>
      <w:rFonts w:ascii="Roboto" w:eastAsiaTheme="minorEastAsia" w:hAnsi="Roboto" w:cs="Arial"/>
      <w:b w:val="0"/>
      <w:i/>
      <w:noProof/>
      <w:color w:val="00684B"/>
      <w:sz w:val="22"/>
      <w:szCs w:val="32"/>
    </w:rPr>
  </w:style>
  <w:style w:type="paragraph" w:customStyle="1" w:styleId="Indent2">
    <w:name w:val="Indent 2"/>
    <w:basedOn w:val="Text"/>
    <w:link w:val="Indent2Char"/>
    <w:autoRedefine/>
    <w:qFormat/>
    <w:rsid w:val="003C17C2"/>
    <w:pPr>
      <w:numPr>
        <w:ilvl w:val="1"/>
        <w:numId w:val="35"/>
      </w:numPr>
      <w:spacing w:before="0"/>
      <w:ind w:left="851" w:hanging="425"/>
      <w:jc w:val="both"/>
    </w:pPr>
    <w:rPr>
      <w:rFonts w:ascii="Roboto" w:hAnsi="Roboto"/>
      <w:noProof/>
      <w:color w:val="auto"/>
      <w:lang w:val="en-GB"/>
    </w:rPr>
  </w:style>
  <w:style w:type="character" w:customStyle="1" w:styleId="Indent1Char">
    <w:name w:val="Indent 1 Char"/>
    <w:basedOn w:val="DefaultParagraphFont"/>
    <w:link w:val="Indent1"/>
    <w:rsid w:val="003C17C2"/>
    <w:rPr>
      <w:rFonts w:ascii="Roboto" w:hAnsi="Roboto"/>
      <w:noProof/>
      <w:sz w:val="22"/>
      <w:szCs w:val="24"/>
      <w:lang w:val="en-GB"/>
    </w:rPr>
  </w:style>
  <w:style w:type="character" w:customStyle="1" w:styleId="Indent2Char">
    <w:name w:val="Indent 2 Char"/>
    <w:basedOn w:val="Indent1Char"/>
    <w:link w:val="Indent2"/>
    <w:rsid w:val="003C17C2"/>
    <w:rPr>
      <w:rFonts w:ascii="Roboto" w:eastAsiaTheme="minorEastAsia" w:hAnsi="Roboto" w:cs="Arial"/>
      <w:noProof/>
      <w:sz w:val="22"/>
      <w:szCs w:val="28"/>
      <w:lang w:val="en-GB"/>
    </w:rPr>
  </w:style>
  <w:style w:type="paragraph" w:customStyle="1" w:styleId="Titlegraphics">
    <w:name w:val="Title graphics"/>
    <w:basedOn w:val="Text"/>
    <w:link w:val="TitlegraphicsChar"/>
    <w:qFormat/>
    <w:rsid w:val="00F01A5D"/>
    <w:pPr>
      <w:spacing w:before="0"/>
      <w:jc w:val="center"/>
    </w:pPr>
    <w:rPr>
      <w:rFonts w:ascii="Roboto" w:hAnsi="Roboto"/>
      <w:color w:val="00684B"/>
      <w:lang w:val="it-IT"/>
    </w:rPr>
  </w:style>
  <w:style w:type="character" w:customStyle="1" w:styleId="TextChar">
    <w:name w:val="Text Char"/>
    <w:basedOn w:val="DefaultParagraphFont"/>
    <w:link w:val="Text"/>
    <w:rsid w:val="00F01A5D"/>
    <w:rPr>
      <w:rFonts w:ascii="Arial" w:eastAsiaTheme="minorEastAsia" w:hAnsi="Arial" w:cs="Arial"/>
      <w:color w:val="414141"/>
      <w:sz w:val="22"/>
      <w:szCs w:val="28"/>
    </w:rPr>
  </w:style>
  <w:style w:type="character" w:customStyle="1" w:styleId="TitlegraphicsChar">
    <w:name w:val="Title graphics Char"/>
    <w:basedOn w:val="TextChar"/>
    <w:link w:val="Titlegraphics"/>
    <w:rsid w:val="00F01A5D"/>
    <w:rPr>
      <w:rFonts w:ascii="Roboto" w:eastAsiaTheme="minorEastAsia" w:hAnsi="Roboto" w:cs="Arial"/>
      <w:color w:val="00684B"/>
      <w:sz w:val="22"/>
      <w:szCs w:val="28"/>
      <w:lang w:val="it-IT"/>
    </w:rPr>
  </w:style>
  <w:style w:type="paragraph" w:styleId="ListBullet">
    <w:name w:val="List Bullet"/>
    <w:basedOn w:val="Normal"/>
    <w:locked/>
    <w:rsid w:val="00F01A5D"/>
    <w:pPr>
      <w:numPr>
        <w:numId w:val="27"/>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26460">
      <w:bodyDiv w:val="1"/>
      <w:marLeft w:val="0"/>
      <w:marRight w:val="0"/>
      <w:marTop w:val="0"/>
      <w:marBottom w:val="0"/>
      <w:divBdr>
        <w:top w:val="none" w:sz="0" w:space="0" w:color="auto"/>
        <w:left w:val="none" w:sz="0" w:space="0" w:color="auto"/>
        <w:bottom w:val="none" w:sz="0" w:space="0" w:color="auto"/>
        <w:right w:val="none" w:sz="0" w:space="0" w:color="auto"/>
      </w:divBdr>
    </w:div>
    <w:div w:id="16320469">
      <w:bodyDiv w:val="1"/>
      <w:marLeft w:val="0"/>
      <w:marRight w:val="0"/>
      <w:marTop w:val="0"/>
      <w:marBottom w:val="0"/>
      <w:divBdr>
        <w:top w:val="none" w:sz="0" w:space="0" w:color="auto"/>
        <w:left w:val="none" w:sz="0" w:space="0" w:color="auto"/>
        <w:bottom w:val="none" w:sz="0" w:space="0" w:color="auto"/>
        <w:right w:val="none" w:sz="0" w:space="0" w:color="auto"/>
      </w:divBdr>
      <w:divsChild>
        <w:div w:id="90903925">
          <w:marLeft w:val="0"/>
          <w:marRight w:val="0"/>
          <w:marTop w:val="0"/>
          <w:marBottom w:val="0"/>
          <w:divBdr>
            <w:top w:val="none" w:sz="0" w:space="0" w:color="auto"/>
            <w:left w:val="none" w:sz="0" w:space="0" w:color="auto"/>
            <w:bottom w:val="none" w:sz="0" w:space="0" w:color="auto"/>
            <w:right w:val="none" w:sz="0" w:space="0" w:color="auto"/>
          </w:divBdr>
        </w:div>
        <w:div w:id="825433252">
          <w:marLeft w:val="0"/>
          <w:marRight w:val="0"/>
          <w:marTop w:val="0"/>
          <w:marBottom w:val="0"/>
          <w:divBdr>
            <w:top w:val="none" w:sz="0" w:space="0" w:color="auto"/>
            <w:left w:val="none" w:sz="0" w:space="0" w:color="auto"/>
            <w:bottom w:val="none" w:sz="0" w:space="0" w:color="auto"/>
            <w:right w:val="none" w:sz="0" w:space="0" w:color="auto"/>
          </w:divBdr>
        </w:div>
        <w:div w:id="1244998170">
          <w:marLeft w:val="0"/>
          <w:marRight w:val="0"/>
          <w:marTop w:val="0"/>
          <w:marBottom w:val="0"/>
          <w:divBdr>
            <w:top w:val="none" w:sz="0" w:space="0" w:color="auto"/>
            <w:left w:val="none" w:sz="0" w:space="0" w:color="auto"/>
            <w:bottom w:val="none" w:sz="0" w:space="0" w:color="auto"/>
            <w:right w:val="none" w:sz="0" w:space="0" w:color="auto"/>
          </w:divBdr>
        </w:div>
        <w:div w:id="1200435567">
          <w:marLeft w:val="0"/>
          <w:marRight w:val="0"/>
          <w:marTop w:val="0"/>
          <w:marBottom w:val="0"/>
          <w:divBdr>
            <w:top w:val="none" w:sz="0" w:space="0" w:color="auto"/>
            <w:left w:val="none" w:sz="0" w:space="0" w:color="auto"/>
            <w:bottom w:val="none" w:sz="0" w:space="0" w:color="auto"/>
            <w:right w:val="none" w:sz="0" w:space="0" w:color="auto"/>
          </w:divBdr>
        </w:div>
        <w:div w:id="272594449">
          <w:marLeft w:val="0"/>
          <w:marRight w:val="0"/>
          <w:marTop w:val="0"/>
          <w:marBottom w:val="0"/>
          <w:divBdr>
            <w:top w:val="none" w:sz="0" w:space="0" w:color="auto"/>
            <w:left w:val="none" w:sz="0" w:space="0" w:color="auto"/>
            <w:bottom w:val="none" w:sz="0" w:space="0" w:color="auto"/>
            <w:right w:val="none" w:sz="0" w:space="0" w:color="auto"/>
          </w:divBdr>
        </w:div>
        <w:div w:id="661274928">
          <w:marLeft w:val="0"/>
          <w:marRight w:val="0"/>
          <w:marTop w:val="0"/>
          <w:marBottom w:val="0"/>
          <w:divBdr>
            <w:top w:val="none" w:sz="0" w:space="0" w:color="auto"/>
            <w:left w:val="none" w:sz="0" w:space="0" w:color="auto"/>
            <w:bottom w:val="none" w:sz="0" w:space="0" w:color="auto"/>
            <w:right w:val="none" w:sz="0" w:space="0" w:color="auto"/>
          </w:divBdr>
        </w:div>
        <w:div w:id="1749620565">
          <w:marLeft w:val="0"/>
          <w:marRight w:val="0"/>
          <w:marTop w:val="0"/>
          <w:marBottom w:val="0"/>
          <w:divBdr>
            <w:top w:val="none" w:sz="0" w:space="0" w:color="auto"/>
            <w:left w:val="none" w:sz="0" w:space="0" w:color="auto"/>
            <w:bottom w:val="none" w:sz="0" w:space="0" w:color="auto"/>
            <w:right w:val="none" w:sz="0" w:space="0" w:color="auto"/>
          </w:divBdr>
        </w:div>
        <w:div w:id="401290887">
          <w:marLeft w:val="0"/>
          <w:marRight w:val="0"/>
          <w:marTop w:val="0"/>
          <w:marBottom w:val="0"/>
          <w:divBdr>
            <w:top w:val="none" w:sz="0" w:space="0" w:color="auto"/>
            <w:left w:val="none" w:sz="0" w:space="0" w:color="auto"/>
            <w:bottom w:val="none" w:sz="0" w:space="0" w:color="auto"/>
            <w:right w:val="none" w:sz="0" w:space="0" w:color="auto"/>
          </w:divBdr>
        </w:div>
      </w:divsChild>
    </w:div>
    <w:div w:id="50203026">
      <w:bodyDiv w:val="1"/>
      <w:marLeft w:val="0"/>
      <w:marRight w:val="0"/>
      <w:marTop w:val="0"/>
      <w:marBottom w:val="0"/>
      <w:divBdr>
        <w:top w:val="none" w:sz="0" w:space="0" w:color="auto"/>
        <w:left w:val="none" w:sz="0" w:space="0" w:color="auto"/>
        <w:bottom w:val="none" w:sz="0" w:space="0" w:color="auto"/>
        <w:right w:val="none" w:sz="0" w:space="0" w:color="auto"/>
      </w:divBdr>
    </w:div>
    <w:div w:id="57943731">
      <w:bodyDiv w:val="1"/>
      <w:marLeft w:val="0"/>
      <w:marRight w:val="0"/>
      <w:marTop w:val="0"/>
      <w:marBottom w:val="0"/>
      <w:divBdr>
        <w:top w:val="none" w:sz="0" w:space="0" w:color="auto"/>
        <w:left w:val="none" w:sz="0" w:space="0" w:color="auto"/>
        <w:bottom w:val="none" w:sz="0" w:space="0" w:color="auto"/>
        <w:right w:val="none" w:sz="0" w:space="0" w:color="auto"/>
      </w:divBdr>
      <w:divsChild>
        <w:div w:id="671295107">
          <w:marLeft w:val="360"/>
          <w:marRight w:val="0"/>
          <w:marTop w:val="0"/>
          <w:marBottom w:val="0"/>
          <w:divBdr>
            <w:top w:val="none" w:sz="0" w:space="0" w:color="auto"/>
            <w:left w:val="none" w:sz="0" w:space="0" w:color="auto"/>
            <w:bottom w:val="none" w:sz="0" w:space="0" w:color="auto"/>
            <w:right w:val="none" w:sz="0" w:space="0" w:color="auto"/>
          </w:divBdr>
        </w:div>
        <w:div w:id="1271819779">
          <w:marLeft w:val="360"/>
          <w:marRight w:val="0"/>
          <w:marTop w:val="0"/>
          <w:marBottom w:val="0"/>
          <w:divBdr>
            <w:top w:val="none" w:sz="0" w:space="0" w:color="auto"/>
            <w:left w:val="none" w:sz="0" w:space="0" w:color="auto"/>
            <w:bottom w:val="none" w:sz="0" w:space="0" w:color="auto"/>
            <w:right w:val="none" w:sz="0" w:space="0" w:color="auto"/>
          </w:divBdr>
        </w:div>
        <w:div w:id="1461458345">
          <w:marLeft w:val="360"/>
          <w:marRight w:val="0"/>
          <w:marTop w:val="0"/>
          <w:marBottom w:val="0"/>
          <w:divBdr>
            <w:top w:val="none" w:sz="0" w:space="0" w:color="auto"/>
            <w:left w:val="none" w:sz="0" w:space="0" w:color="auto"/>
            <w:bottom w:val="none" w:sz="0" w:space="0" w:color="auto"/>
            <w:right w:val="none" w:sz="0" w:space="0" w:color="auto"/>
          </w:divBdr>
        </w:div>
        <w:div w:id="1959951293">
          <w:marLeft w:val="360"/>
          <w:marRight w:val="0"/>
          <w:marTop w:val="0"/>
          <w:marBottom w:val="0"/>
          <w:divBdr>
            <w:top w:val="none" w:sz="0" w:space="0" w:color="auto"/>
            <w:left w:val="none" w:sz="0" w:space="0" w:color="auto"/>
            <w:bottom w:val="none" w:sz="0" w:space="0" w:color="auto"/>
            <w:right w:val="none" w:sz="0" w:space="0" w:color="auto"/>
          </w:divBdr>
        </w:div>
        <w:div w:id="2050640983">
          <w:marLeft w:val="360"/>
          <w:marRight w:val="0"/>
          <w:marTop w:val="0"/>
          <w:marBottom w:val="0"/>
          <w:divBdr>
            <w:top w:val="none" w:sz="0" w:space="0" w:color="auto"/>
            <w:left w:val="none" w:sz="0" w:space="0" w:color="auto"/>
            <w:bottom w:val="none" w:sz="0" w:space="0" w:color="auto"/>
            <w:right w:val="none" w:sz="0" w:space="0" w:color="auto"/>
          </w:divBdr>
        </w:div>
      </w:divsChild>
    </w:div>
    <w:div w:id="61298647">
      <w:bodyDiv w:val="1"/>
      <w:marLeft w:val="0"/>
      <w:marRight w:val="0"/>
      <w:marTop w:val="0"/>
      <w:marBottom w:val="0"/>
      <w:divBdr>
        <w:top w:val="none" w:sz="0" w:space="0" w:color="auto"/>
        <w:left w:val="none" w:sz="0" w:space="0" w:color="auto"/>
        <w:bottom w:val="none" w:sz="0" w:space="0" w:color="auto"/>
        <w:right w:val="none" w:sz="0" w:space="0" w:color="auto"/>
      </w:divBdr>
      <w:divsChild>
        <w:div w:id="551383841">
          <w:marLeft w:val="0"/>
          <w:marRight w:val="0"/>
          <w:marTop w:val="0"/>
          <w:marBottom w:val="45"/>
          <w:divBdr>
            <w:top w:val="none" w:sz="0" w:space="0" w:color="auto"/>
            <w:left w:val="none" w:sz="0" w:space="0" w:color="auto"/>
            <w:bottom w:val="none" w:sz="0" w:space="0" w:color="auto"/>
            <w:right w:val="none" w:sz="0" w:space="0" w:color="auto"/>
          </w:divBdr>
        </w:div>
        <w:div w:id="1572735567">
          <w:marLeft w:val="0"/>
          <w:marRight w:val="0"/>
          <w:marTop w:val="0"/>
          <w:marBottom w:val="45"/>
          <w:divBdr>
            <w:top w:val="none" w:sz="0" w:space="0" w:color="auto"/>
            <w:left w:val="none" w:sz="0" w:space="0" w:color="auto"/>
            <w:bottom w:val="none" w:sz="0" w:space="0" w:color="auto"/>
            <w:right w:val="none" w:sz="0" w:space="0" w:color="auto"/>
          </w:divBdr>
        </w:div>
      </w:divsChild>
    </w:div>
    <w:div w:id="106044251">
      <w:bodyDiv w:val="1"/>
      <w:marLeft w:val="0"/>
      <w:marRight w:val="0"/>
      <w:marTop w:val="0"/>
      <w:marBottom w:val="0"/>
      <w:divBdr>
        <w:top w:val="none" w:sz="0" w:space="0" w:color="auto"/>
        <w:left w:val="none" w:sz="0" w:space="0" w:color="auto"/>
        <w:bottom w:val="none" w:sz="0" w:space="0" w:color="auto"/>
        <w:right w:val="none" w:sz="0" w:space="0" w:color="auto"/>
      </w:divBdr>
    </w:div>
    <w:div w:id="132211508">
      <w:bodyDiv w:val="1"/>
      <w:marLeft w:val="0"/>
      <w:marRight w:val="0"/>
      <w:marTop w:val="0"/>
      <w:marBottom w:val="0"/>
      <w:divBdr>
        <w:top w:val="none" w:sz="0" w:space="0" w:color="auto"/>
        <w:left w:val="none" w:sz="0" w:space="0" w:color="auto"/>
        <w:bottom w:val="none" w:sz="0" w:space="0" w:color="auto"/>
        <w:right w:val="none" w:sz="0" w:space="0" w:color="auto"/>
      </w:divBdr>
    </w:div>
    <w:div w:id="142158671">
      <w:bodyDiv w:val="1"/>
      <w:marLeft w:val="0"/>
      <w:marRight w:val="0"/>
      <w:marTop w:val="0"/>
      <w:marBottom w:val="0"/>
      <w:divBdr>
        <w:top w:val="none" w:sz="0" w:space="0" w:color="auto"/>
        <w:left w:val="none" w:sz="0" w:space="0" w:color="auto"/>
        <w:bottom w:val="none" w:sz="0" w:space="0" w:color="auto"/>
        <w:right w:val="none" w:sz="0" w:space="0" w:color="auto"/>
      </w:divBdr>
    </w:div>
    <w:div w:id="151996447">
      <w:bodyDiv w:val="1"/>
      <w:marLeft w:val="0"/>
      <w:marRight w:val="0"/>
      <w:marTop w:val="0"/>
      <w:marBottom w:val="0"/>
      <w:divBdr>
        <w:top w:val="none" w:sz="0" w:space="0" w:color="auto"/>
        <w:left w:val="none" w:sz="0" w:space="0" w:color="auto"/>
        <w:bottom w:val="none" w:sz="0" w:space="0" w:color="auto"/>
        <w:right w:val="none" w:sz="0" w:space="0" w:color="auto"/>
      </w:divBdr>
    </w:div>
    <w:div w:id="168253335">
      <w:bodyDiv w:val="1"/>
      <w:marLeft w:val="0"/>
      <w:marRight w:val="0"/>
      <w:marTop w:val="0"/>
      <w:marBottom w:val="0"/>
      <w:divBdr>
        <w:top w:val="none" w:sz="0" w:space="0" w:color="auto"/>
        <w:left w:val="none" w:sz="0" w:space="0" w:color="auto"/>
        <w:bottom w:val="none" w:sz="0" w:space="0" w:color="auto"/>
        <w:right w:val="none" w:sz="0" w:space="0" w:color="auto"/>
      </w:divBdr>
    </w:div>
    <w:div w:id="180432675">
      <w:bodyDiv w:val="1"/>
      <w:marLeft w:val="0"/>
      <w:marRight w:val="0"/>
      <w:marTop w:val="0"/>
      <w:marBottom w:val="0"/>
      <w:divBdr>
        <w:top w:val="none" w:sz="0" w:space="0" w:color="auto"/>
        <w:left w:val="none" w:sz="0" w:space="0" w:color="auto"/>
        <w:bottom w:val="none" w:sz="0" w:space="0" w:color="auto"/>
        <w:right w:val="none" w:sz="0" w:space="0" w:color="auto"/>
      </w:divBdr>
    </w:div>
    <w:div w:id="187724881">
      <w:bodyDiv w:val="1"/>
      <w:marLeft w:val="0"/>
      <w:marRight w:val="0"/>
      <w:marTop w:val="0"/>
      <w:marBottom w:val="0"/>
      <w:divBdr>
        <w:top w:val="none" w:sz="0" w:space="0" w:color="auto"/>
        <w:left w:val="none" w:sz="0" w:space="0" w:color="auto"/>
        <w:bottom w:val="none" w:sz="0" w:space="0" w:color="auto"/>
        <w:right w:val="none" w:sz="0" w:space="0" w:color="auto"/>
      </w:divBdr>
    </w:div>
    <w:div w:id="205139914">
      <w:bodyDiv w:val="1"/>
      <w:marLeft w:val="0"/>
      <w:marRight w:val="0"/>
      <w:marTop w:val="0"/>
      <w:marBottom w:val="0"/>
      <w:divBdr>
        <w:top w:val="none" w:sz="0" w:space="0" w:color="auto"/>
        <w:left w:val="none" w:sz="0" w:space="0" w:color="auto"/>
        <w:bottom w:val="none" w:sz="0" w:space="0" w:color="auto"/>
        <w:right w:val="none" w:sz="0" w:space="0" w:color="auto"/>
      </w:divBdr>
    </w:div>
    <w:div w:id="212470038">
      <w:bodyDiv w:val="1"/>
      <w:marLeft w:val="0"/>
      <w:marRight w:val="0"/>
      <w:marTop w:val="0"/>
      <w:marBottom w:val="0"/>
      <w:divBdr>
        <w:top w:val="none" w:sz="0" w:space="0" w:color="auto"/>
        <w:left w:val="none" w:sz="0" w:space="0" w:color="auto"/>
        <w:bottom w:val="none" w:sz="0" w:space="0" w:color="auto"/>
        <w:right w:val="none" w:sz="0" w:space="0" w:color="auto"/>
      </w:divBdr>
    </w:div>
    <w:div w:id="265768237">
      <w:bodyDiv w:val="1"/>
      <w:marLeft w:val="0"/>
      <w:marRight w:val="0"/>
      <w:marTop w:val="0"/>
      <w:marBottom w:val="0"/>
      <w:divBdr>
        <w:top w:val="none" w:sz="0" w:space="0" w:color="auto"/>
        <w:left w:val="none" w:sz="0" w:space="0" w:color="auto"/>
        <w:bottom w:val="none" w:sz="0" w:space="0" w:color="auto"/>
        <w:right w:val="none" w:sz="0" w:space="0" w:color="auto"/>
      </w:divBdr>
    </w:div>
    <w:div w:id="286281382">
      <w:bodyDiv w:val="1"/>
      <w:marLeft w:val="0"/>
      <w:marRight w:val="0"/>
      <w:marTop w:val="0"/>
      <w:marBottom w:val="0"/>
      <w:divBdr>
        <w:top w:val="none" w:sz="0" w:space="0" w:color="auto"/>
        <w:left w:val="none" w:sz="0" w:space="0" w:color="auto"/>
        <w:bottom w:val="none" w:sz="0" w:space="0" w:color="auto"/>
        <w:right w:val="none" w:sz="0" w:space="0" w:color="auto"/>
      </w:divBdr>
    </w:div>
    <w:div w:id="294913760">
      <w:bodyDiv w:val="1"/>
      <w:marLeft w:val="0"/>
      <w:marRight w:val="0"/>
      <w:marTop w:val="0"/>
      <w:marBottom w:val="0"/>
      <w:divBdr>
        <w:top w:val="none" w:sz="0" w:space="0" w:color="auto"/>
        <w:left w:val="none" w:sz="0" w:space="0" w:color="auto"/>
        <w:bottom w:val="none" w:sz="0" w:space="0" w:color="auto"/>
        <w:right w:val="none" w:sz="0" w:space="0" w:color="auto"/>
      </w:divBdr>
    </w:div>
    <w:div w:id="303856855">
      <w:bodyDiv w:val="1"/>
      <w:marLeft w:val="0"/>
      <w:marRight w:val="0"/>
      <w:marTop w:val="0"/>
      <w:marBottom w:val="0"/>
      <w:divBdr>
        <w:top w:val="none" w:sz="0" w:space="0" w:color="auto"/>
        <w:left w:val="none" w:sz="0" w:space="0" w:color="auto"/>
        <w:bottom w:val="none" w:sz="0" w:space="0" w:color="auto"/>
        <w:right w:val="none" w:sz="0" w:space="0" w:color="auto"/>
      </w:divBdr>
    </w:div>
    <w:div w:id="308831630">
      <w:bodyDiv w:val="1"/>
      <w:marLeft w:val="0"/>
      <w:marRight w:val="0"/>
      <w:marTop w:val="0"/>
      <w:marBottom w:val="0"/>
      <w:divBdr>
        <w:top w:val="none" w:sz="0" w:space="0" w:color="auto"/>
        <w:left w:val="none" w:sz="0" w:space="0" w:color="auto"/>
        <w:bottom w:val="none" w:sz="0" w:space="0" w:color="auto"/>
        <w:right w:val="none" w:sz="0" w:space="0" w:color="auto"/>
      </w:divBdr>
    </w:div>
    <w:div w:id="318922946">
      <w:bodyDiv w:val="1"/>
      <w:marLeft w:val="0"/>
      <w:marRight w:val="0"/>
      <w:marTop w:val="0"/>
      <w:marBottom w:val="0"/>
      <w:divBdr>
        <w:top w:val="none" w:sz="0" w:space="0" w:color="auto"/>
        <w:left w:val="none" w:sz="0" w:space="0" w:color="auto"/>
        <w:bottom w:val="none" w:sz="0" w:space="0" w:color="auto"/>
        <w:right w:val="none" w:sz="0" w:space="0" w:color="auto"/>
      </w:divBdr>
    </w:div>
    <w:div w:id="319888104">
      <w:bodyDiv w:val="1"/>
      <w:marLeft w:val="0"/>
      <w:marRight w:val="0"/>
      <w:marTop w:val="0"/>
      <w:marBottom w:val="0"/>
      <w:divBdr>
        <w:top w:val="none" w:sz="0" w:space="0" w:color="auto"/>
        <w:left w:val="none" w:sz="0" w:space="0" w:color="auto"/>
        <w:bottom w:val="none" w:sz="0" w:space="0" w:color="auto"/>
        <w:right w:val="none" w:sz="0" w:space="0" w:color="auto"/>
      </w:divBdr>
    </w:div>
    <w:div w:id="340935255">
      <w:bodyDiv w:val="1"/>
      <w:marLeft w:val="0"/>
      <w:marRight w:val="0"/>
      <w:marTop w:val="0"/>
      <w:marBottom w:val="0"/>
      <w:divBdr>
        <w:top w:val="none" w:sz="0" w:space="0" w:color="auto"/>
        <w:left w:val="none" w:sz="0" w:space="0" w:color="auto"/>
        <w:bottom w:val="none" w:sz="0" w:space="0" w:color="auto"/>
        <w:right w:val="none" w:sz="0" w:space="0" w:color="auto"/>
      </w:divBdr>
    </w:div>
    <w:div w:id="365179045">
      <w:bodyDiv w:val="1"/>
      <w:marLeft w:val="0"/>
      <w:marRight w:val="0"/>
      <w:marTop w:val="0"/>
      <w:marBottom w:val="0"/>
      <w:divBdr>
        <w:top w:val="none" w:sz="0" w:space="0" w:color="auto"/>
        <w:left w:val="none" w:sz="0" w:space="0" w:color="auto"/>
        <w:bottom w:val="none" w:sz="0" w:space="0" w:color="auto"/>
        <w:right w:val="none" w:sz="0" w:space="0" w:color="auto"/>
      </w:divBdr>
    </w:div>
    <w:div w:id="366029165">
      <w:bodyDiv w:val="1"/>
      <w:marLeft w:val="0"/>
      <w:marRight w:val="0"/>
      <w:marTop w:val="0"/>
      <w:marBottom w:val="0"/>
      <w:divBdr>
        <w:top w:val="none" w:sz="0" w:space="0" w:color="auto"/>
        <w:left w:val="none" w:sz="0" w:space="0" w:color="auto"/>
        <w:bottom w:val="none" w:sz="0" w:space="0" w:color="auto"/>
        <w:right w:val="none" w:sz="0" w:space="0" w:color="auto"/>
      </w:divBdr>
    </w:div>
    <w:div w:id="419065971">
      <w:bodyDiv w:val="1"/>
      <w:marLeft w:val="0"/>
      <w:marRight w:val="0"/>
      <w:marTop w:val="0"/>
      <w:marBottom w:val="0"/>
      <w:divBdr>
        <w:top w:val="none" w:sz="0" w:space="0" w:color="auto"/>
        <w:left w:val="none" w:sz="0" w:space="0" w:color="auto"/>
        <w:bottom w:val="none" w:sz="0" w:space="0" w:color="auto"/>
        <w:right w:val="none" w:sz="0" w:space="0" w:color="auto"/>
      </w:divBdr>
    </w:div>
    <w:div w:id="422725535">
      <w:bodyDiv w:val="1"/>
      <w:marLeft w:val="0"/>
      <w:marRight w:val="0"/>
      <w:marTop w:val="0"/>
      <w:marBottom w:val="0"/>
      <w:divBdr>
        <w:top w:val="none" w:sz="0" w:space="0" w:color="auto"/>
        <w:left w:val="none" w:sz="0" w:space="0" w:color="auto"/>
        <w:bottom w:val="none" w:sz="0" w:space="0" w:color="auto"/>
        <w:right w:val="none" w:sz="0" w:space="0" w:color="auto"/>
      </w:divBdr>
    </w:div>
    <w:div w:id="440422937">
      <w:bodyDiv w:val="1"/>
      <w:marLeft w:val="0"/>
      <w:marRight w:val="0"/>
      <w:marTop w:val="0"/>
      <w:marBottom w:val="0"/>
      <w:divBdr>
        <w:top w:val="none" w:sz="0" w:space="0" w:color="auto"/>
        <w:left w:val="none" w:sz="0" w:space="0" w:color="auto"/>
        <w:bottom w:val="none" w:sz="0" w:space="0" w:color="auto"/>
        <w:right w:val="none" w:sz="0" w:space="0" w:color="auto"/>
      </w:divBdr>
    </w:div>
    <w:div w:id="461728391">
      <w:bodyDiv w:val="1"/>
      <w:marLeft w:val="0"/>
      <w:marRight w:val="0"/>
      <w:marTop w:val="0"/>
      <w:marBottom w:val="0"/>
      <w:divBdr>
        <w:top w:val="none" w:sz="0" w:space="0" w:color="auto"/>
        <w:left w:val="none" w:sz="0" w:space="0" w:color="auto"/>
        <w:bottom w:val="none" w:sz="0" w:space="0" w:color="auto"/>
        <w:right w:val="none" w:sz="0" w:space="0" w:color="auto"/>
      </w:divBdr>
    </w:div>
    <w:div w:id="481655734">
      <w:bodyDiv w:val="1"/>
      <w:marLeft w:val="0"/>
      <w:marRight w:val="0"/>
      <w:marTop w:val="0"/>
      <w:marBottom w:val="0"/>
      <w:divBdr>
        <w:top w:val="none" w:sz="0" w:space="0" w:color="auto"/>
        <w:left w:val="none" w:sz="0" w:space="0" w:color="auto"/>
        <w:bottom w:val="none" w:sz="0" w:space="0" w:color="auto"/>
        <w:right w:val="none" w:sz="0" w:space="0" w:color="auto"/>
      </w:divBdr>
    </w:div>
    <w:div w:id="483787427">
      <w:bodyDiv w:val="1"/>
      <w:marLeft w:val="0"/>
      <w:marRight w:val="0"/>
      <w:marTop w:val="0"/>
      <w:marBottom w:val="0"/>
      <w:divBdr>
        <w:top w:val="none" w:sz="0" w:space="0" w:color="auto"/>
        <w:left w:val="none" w:sz="0" w:space="0" w:color="auto"/>
        <w:bottom w:val="none" w:sz="0" w:space="0" w:color="auto"/>
        <w:right w:val="none" w:sz="0" w:space="0" w:color="auto"/>
      </w:divBdr>
    </w:div>
    <w:div w:id="484587012">
      <w:bodyDiv w:val="1"/>
      <w:marLeft w:val="0"/>
      <w:marRight w:val="0"/>
      <w:marTop w:val="0"/>
      <w:marBottom w:val="0"/>
      <w:divBdr>
        <w:top w:val="none" w:sz="0" w:space="0" w:color="auto"/>
        <w:left w:val="none" w:sz="0" w:space="0" w:color="auto"/>
        <w:bottom w:val="none" w:sz="0" w:space="0" w:color="auto"/>
        <w:right w:val="none" w:sz="0" w:space="0" w:color="auto"/>
      </w:divBdr>
    </w:div>
    <w:div w:id="522866278">
      <w:bodyDiv w:val="1"/>
      <w:marLeft w:val="0"/>
      <w:marRight w:val="0"/>
      <w:marTop w:val="0"/>
      <w:marBottom w:val="0"/>
      <w:divBdr>
        <w:top w:val="none" w:sz="0" w:space="0" w:color="auto"/>
        <w:left w:val="none" w:sz="0" w:space="0" w:color="auto"/>
        <w:bottom w:val="none" w:sz="0" w:space="0" w:color="auto"/>
        <w:right w:val="none" w:sz="0" w:space="0" w:color="auto"/>
      </w:divBdr>
    </w:div>
    <w:div w:id="523330071">
      <w:bodyDiv w:val="1"/>
      <w:marLeft w:val="0"/>
      <w:marRight w:val="0"/>
      <w:marTop w:val="0"/>
      <w:marBottom w:val="0"/>
      <w:divBdr>
        <w:top w:val="none" w:sz="0" w:space="0" w:color="auto"/>
        <w:left w:val="none" w:sz="0" w:space="0" w:color="auto"/>
        <w:bottom w:val="none" w:sz="0" w:space="0" w:color="auto"/>
        <w:right w:val="none" w:sz="0" w:space="0" w:color="auto"/>
      </w:divBdr>
    </w:div>
    <w:div w:id="524096724">
      <w:bodyDiv w:val="1"/>
      <w:marLeft w:val="0"/>
      <w:marRight w:val="0"/>
      <w:marTop w:val="0"/>
      <w:marBottom w:val="0"/>
      <w:divBdr>
        <w:top w:val="none" w:sz="0" w:space="0" w:color="auto"/>
        <w:left w:val="none" w:sz="0" w:space="0" w:color="auto"/>
        <w:bottom w:val="none" w:sz="0" w:space="0" w:color="auto"/>
        <w:right w:val="none" w:sz="0" w:space="0" w:color="auto"/>
      </w:divBdr>
      <w:divsChild>
        <w:div w:id="183174028">
          <w:marLeft w:val="0"/>
          <w:marRight w:val="0"/>
          <w:marTop w:val="0"/>
          <w:marBottom w:val="0"/>
          <w:divBdr>
            <w:top w:val="none" w:sz="0" w:space="0" w:color="auto"/>
            <w:left w:val="none" w:sz="0" w:space="0" w:color="auto"/>
            <w:bottom w:val="none" w:sz="0" w:space="0" w:color="auto"/>
            <w:right w:val="none" w:sz="0" w:space="0" w:color="auto"/>
          </w:divBdr>
        </w:div>
        <w:div w:id="309137944">
          <w:marLeft w:val="0"/>
          <w:marRight w:val="0"/>
          <w:marTop w:val="0"/>
          <w:marBottom w:val="0"/>
          <w:divBdr>
            <w:top w:val="none" w:sz="0" w:space="0" w:color="auto"/>
            <w:left w:val="none" w:sz="0" w:space="0" w:color="auto"/>
            <w:bottom w:val="none" w:sz="0" w:space="0" w:color="auto"/>
            <w:right w:val="none" w:sz="0" w:space="0" w:color="auto"/>
          </w:divBdr>
        </w:div>
        <w:div w:id="353917922">
          <w:marLeft w:val="0"/>
          <w:marRight w:val="0"/>
          <w:marTop w:val="0"/>
          <w:marBottom w:val="0"/>
          <w:divBdr>
            <w:top w:val="none" w:sz="0" w:space="0" w:color="auto"/>
            <w:left w:val="none" w:sz="0" w:space="0" w:color="auto"/>
            <w:bottom w:val="none" w:sz="0" w:space="0" w:color="auto"/>
            <w:right w:val="none" w:sz="0" w:space="0" w:color="auto"/>
          </w:divBdr>
        </w:div>
        <w:div w:id="400060812">
          <w:marLeft w:val="0"/>
          <w:marRight w:val="0"/>
          <w:marTop w:val="0"/>
          <w:marBottom w:val="0"/>
          <w:divBdr>
            <w:top w:val="none" w:sz="0" w:space="0" w:color="auto"/>
            <w:left w:val="none" w:sz="0" w:space="0" w:color="auto"/>
            <w:bottom w:val="none" w:sz="0" w:space="0" w:color="auto"/>
            <w:right w:val="none" w:sz="0" w:space="0" w:color="auto"/>
          </w:divBdr>
        </w:div>
        <w:div w:id="508906110">
          <w:marLeft w:val="0"/>
          <w:marRight w:val="0"/>
          <w:marTop w:val="0"/>
          <w:marBottom w:val="0"/>
          <w:divBdr>
            <w:top w:val="none" w:sz="0" w:space="0" w:color="auto"/>
            <w:left w:val="none" w:sz="0" w:space="0" w:color="auto"/>
            <w:bottom w:val="none" w:sz="0" w:space="0" w:color="auto"/>
            <w:right w:val="none" w:sz="0" w:space="0" w:color="auto"/>
          </w:divBdr>
        </w:div>
        <w:div w:id="560293638">
          <w:marLeft w:val="0"/>
          <w:marRight w:val="0"/>
          <w:marTop w:val="0"/>
          <w:marBottom w:val="0"/>
          <w:divBdr>
            <w:top w:val="none" w:sz="0" w:space="0" w:color="auto"/>
            <w:left w:val="none" w:sz="0" w:space="0" w:color="auto"/>
            <w:bottom w:val="none" w:sz="0" w:space="0" w:color="auto"/>
            <w:right w:val="none" w:sz="0" w:space="0" w:color="auto"/>
          </w:divBdr>
        </w:div>
        <w:div w:id="891115514">
          <w:marLeft w:val="0"/>
          <w:marRight w:val="0"/>
          <w:marTop w:val="0"/>
          <w:marBottom w:val="0"/>
          <w:divBdr>
            <w:top w:val="none" w:sz="0" w:space="0" w:color="auto"/>
            <w:left w:val="none" w:sz="0" w:space="0" w:color="auto"/>
            <w:bottom w:val="none" w:sz="0" w:space="0" w:color="auto"/>
            <w:right w:val="none" w:sz="0" w:space="0" w:color="auto"/>
          </w:divBdr>
        </w:div>
        <w:div w:id="961572667">
          <w:marLeft w:val="0"/>
          <w:marRight w:val="0"/>
          <w:marTop w:val="0"/>
          <w:marBottom w:val="0"/>
          <w:divBdr>
            <w:top w:val="none" w:sz="0" w:space="0" w:color="auto"/>
            <w:left w:val="none" w:sz="0" w:space="0" w:color="auto"/>
            <w:bottom w:val="none" w:sz="0" w:space="0" w:color="auto"/>
            <w:right w:val="none" w:sz="0" w:space="0" w:color="auto"/>
          </w:divBdr>
        </w:div>
        <w:div w:id="1079328032">
          <w:marLeft w:val="0"/>
          <w:marRight w:val="0"/>
          <w:marTop w:val="0"/>
          <w:marBottom w:val="0"/>
          <w:divBdr>
            <w:top w:val="none" w:sz="0" w:space="0" w:color="auto"/>
            <w:left w:val="none" w:sz="0" w:space="0" w:color="auto"/>
            <w:bottom w:val="none" w:sz="0" w:space="0" w:color="auto"/>
            <w:right w:val="none" w:sz="0" w:space="0" w:color="auto"/>
          </w:divBdr>
        </w:div>
        <w:div w:id="1528369487">
          <w:marLeft w:val="0"/>
          <w:marRight w:val="0"/>
          <w:marTop w:val="0"/>
          <w:marBottom w:val="0"/>
          <w:divBdr>
            <w:top w:val="none" w:sz="0" w:space="0" w:color="auto"/>
            <w:left w:val="none" w:sz="0" w:space="0" w:color="auto"/>
            <w:bottom w:val="none" w:sz="0" w:space="0" w:color="auto"/>
            <w:right w:val="none" w:sz="0" w:space="0" w:color="auto"/>
          </w:divBdr>
        </w:div>
        <w:div w:id="1733230703">
          <w:marLeft w:val="0"/>
          <w:marRight w:val="0"/>
          <w:marTop w:val="0"/>
          <w:marBottom w:val="0"/>
          <w:divBdr>
            <w:top w:val="none" w:sz="0" w:space="0" w:color="auto"/>
            <w:left w:val="none" w:sz="0" w:space="0" w:color="auto"/>
            <w:bottom w:val="none" w:sz="0" w:space="0" w:color="auto"/>
            <w:right w:val="none" w:sz="0" w:space="0" w:color="auto"/>
          </w:divBdr>
        </w:div>
      </w:divsChild>
    </w:div>
    <w:div w:id="524371770">
      <w:bodyDiv w:val="1"/>
      <w:marLeft w:val="0"/>
      <w:marRight w:val="0"/>
      <w:marTop w:val="0"/>
      <w:marBottom w:val="0"/>
      <w:divBdr>
        <w:top w:val="none" w:sz="0" w:space="0" w:color="auto"/>
        <w:left w:val="none" w:sz="0" w:space="0" w:color="auto"/>
        <w:bottom w:val="none" w:sz="0" w:space="0" w:color="auto"/>
        <w:right w:val="none" w:sz="0" w:space="0" w:color="auto"/>
      </w:divBdr>
      <w:divsChild>
        <w:div w:id="324672844">
          <w:marLeft w:val="0"/>
          <w:marRight w:val="0"/>
          <w:marTop w:val="0"/>
          <w:marBottom w:val="0"/>
          <w:divBdr>
            <w:top w:val="none" w:sz="0" w:space="0" w:color="auto"/>
            <w:left w:val="none" w:sz="0" w:space="0" w:color="auto"/>
            <w:bottom w:val="none" w:sz="0" w:space="0" w:color="auto"/>
            <w:right w:val="none" w:sz="0" w:space="0" w:color="auto"/>
          </w:divBdr>
        </w:div>
        <w:div w:id="1808431179">
          <w:marLeft w:val="0"/>
          <w:marRight w:val="0"/>
          <w:marTop w:val="0"/>
          <w:marBottom w:val="0"/>
          <w:divBdr>
            <w:top w:val="none" w:sz="0" w:space="0" w:color="auto"/>
            <w:left w:val="none" w:sz="0" w:space="0" w:color="auto"/>
            <w:bottom w:val="none" w:sz="0" w:space="0" w:color="auto"/>
            <w:right w:val="none" w:sz="0" w:space="0" w:color="auto"/>
          </w:divBdr>
        </w:div>
        <w:div w:id="239297469">
          <w:marLeft w:val="720"/>
          <w:marRight w:val="0"/>
          <w:marTop w:val="0"/>
          <w:marBottom w:val="0"/>
          <w:divBdr>
            <w:top w:val="none" w:sz="0" w:space="0" w:color="auto"/>
            <w:left w:val="none" w:sz="0" w:space="0" w:color="auto"/>
            <w:bottom w:val="none" w:sz="0" w:space="0" w:color="auto"/>
            <w:right w:val="none" w:sz="0" w:space="0" w:color="auto"/>
          </w:divBdr>
        </w:div>
        <w:div w:id="1810439576">
          <w:marLeft w:val="720"/>
          <w:marRight w:val="0"/>
          <w:marTop w:val="0"/>
          <w:marBottom w:val="0"/>
          <w:divBdr>
            <w:top w:val="none" w:sz="0" w:space="0" w:color="auto"/>
            <w:left w:val="none" w:sz="0" w:space="0" w:color="auto"/>
            <w:bottom w:val="none" w:sz="0" w:space="0" w:color="auto"/>
            <w:right w:val="none" w:sz="0" w:space="0" w:color="auto"/>
          </w:divBdr>
        </w:div>
        <w:div w:id="1586377305">
          <w:marLeft w:val="720"/>
          <w:marRight w:val="0"/>
          <w:marTop w:val="0"/>
          <w:marBottom w:val="0"/>
          <w:divBdr>
            <w:top w:val="none" w:sz="0" w:space="0" w:color="auto"/>
            <w:left w:val="none" w:sz="0" w:space="0" w:color="auto"/>
            <w:bottom w:val="none" w:sz="0" w:space="0" w:color="auto"/>
            <w:right w:val="none" w:sz="0" w:space="0" w:color="auto"/>
          </w:divBdr>
        </w:div>
      </w:divsChild>
    </w:div>
    <w:div w:id="541524970">
      <w:bodyDiv w:val="1"/>
      <w:marLeft w:val="0"/>
      <w:marRight w:val="0"/>
      <w:marTop w:val="0"/>
      <w:marBottom w:val="0"/>
      <w:divBdr>
        <w:top w:val="none" w:sz="0" w:space="0" w:color="auto"/>
        <w:left w:val="none" w:sz="0" w:space="0" w:color="auto"/>
        <w:bottom w:val="none" w:sz="0" w:space="0" w:color="auto"/>
        <w:right w:val="none" w:sz="0" w:space="0" w:color="auto"/>
      </w:divBdr>
    </w:div>
    <w:div w:id="547031392">
      <w:bodyDiv w:val="1"/>
      <w:marLeft w:val="0"/>
      <w:marRight w:val="0"/>
      <w:marTop w:val="0"/>
      <w:marBottom w:val="0"/>
      <w:divBdr>
        <w:top w:val="none" w:sz="0" w:space="0" w:color="auto"/>
        <w:left w:val="none" w:sz="0" w:space="0" w:color="auto"/>
        <w:bottom w:val="none" w:sz="0" w:space="0" w:color="auto"/>
        <w:right w:val="none" w:sz="0" w:space="0" w:color="auto"/>
      </w:divBdr>
      <w:divsChild>
        <w:div w:id="959534343">
          <w:marLeft w:val="0"/>
          <w:marRight w:val="0"/>
          <w:marTop w:val="0"/>
          <w:marBottom w:val="0"/>
          <w:divBdr>
            <w:top w:val="none" w:sz="0" w:space="0" w:color="auto"/>
            <w:left w:val="none" w:sz="0" w:space="0" w:color="auto"/>
            <w:bottom w:val="none" w:sz="0" w:space="0" w:color="auto"/>
            <w:right w:val="none" w:sz="0" w:space="0" w:color="auto"/>
          </w:divBdr>
          <w:divsChild>
            <w:div w:id="1935893796">
              <w:marLeft w:val="0"/>
              <w:marRight w:val="0"/>
              <w:marTop w:val="0"/>
              <w:marBottom w:val="0"/>
              <w:divBdr>
                <w:top w:val="none" w:sz="0" w:space="0" w:color="auto"/>
                <w:left w:val="none" w:sz="0" w:space="0" w:color="auto"/>
                <w:bottom w:val="none" w:sz="0" w:space="0" w:color="auto"/>
                <w:right w:val="none" w:sz="0" w:space="0" w:color="auto"/>
              </w:divBdr>
              <w:divsChild>
                <w:div w:id="1872381840">
                  <w:marLeft w:val="0"/>
                  <w:marRight w:val="0"/>
                  <w:marTop w:val="0"/>
                  <w:marBottom w:val="0"/>
                  <w:divBdr>
                    <w:top w:val="none" w:sz="0" w:space="0" w:color="auto"/>
                    <w:left w:val="none" w:sz="0" w:space="0" w:color="auto"/>
                    <w:bottom w:val="none" w:sz="0" w:space="0" w:color="auto"/>
                    <w:right w:val="none" w:sz="0" w:space="0" w:color="auto"/>
                  </w:divBdr>
                  <w:divsChild>
                    <w:div w:id="362174933">
                      <w:marLeft w:val="0"/>
                      <w:marRight w:val="0"/>
                      <w:marTop w:val="0"/>
                      <w:marBottom w:val="0"/>
                      <w:divBdr>
                        <w:top w:val="none" w:sz="0" w:space="0" w:color="auto"/>
                        <w:left w:val="none" w:sz="0" w:space="0" w:color="auto"/>
                        <w:bottom w:val="none" w:sz="0" w:space="0" w:color="auto"/>
                        <w:right w:val="none" w:sz="0" w:space="0" w:color="auto"/>
                      </w:divBdr>
                      <w:divsChild>
                        <w:div w:id="1697459010">
                          <w:marLeft w:val="0"/>
                          <w:marRight w:val="0"/>
                          <w:marTop w:val="0"/>
                          <w:marBottom w:val="0"/>
                          <w:divBdr>
                            <w:top w:val="none" w:sz="0" w:space="0" w:color="auto"/>
                            <w:left w:val="none" w:sz="0" w:space="0" w:color="auto"/>
                            <w:bottom w:val="none" w:sz="0" w:space="0" w:color="auto"/>
                            <w:right w:val="none" w:sz="0" w:space="0" w:color="auto"/>
                          </w:divBdr>
                          <w:divsChild>
                            <w:div w:id="997465446">
                              <w:marLeft w:val="0"/>
                              <w:marRight w:val="0"/>
                              <w:marTop w:val="0"/>
                              <w:marBottom w:val="0"/>
                              <w:divBdr>
                                <w:top w:val="none" w:sz="0" w:space="0" w:color="auto"/>
                                <w:left w:val="none" w:sz="0" w:space="0" w:color="auto"/>
                                <w:bottom w:val="none" w:sz="0" w:space="0" w:color="auto"/>
                                <w:right w:val="none" w:sz="0" w:space="0" w:color="auto"/>
                              </w:divBdr>
                              <w:divsChild>
                                <w:div w:id="937828296">
                                  <w:marLeft w:val="0"/>
                                  <w:marRight w:val="0"/>
                                  <w:marTop w:val="0"/>
                                  <w:marBottom w:val="0"/>
                                  <w:divBdr>
                                    <w:top w:val="none" w:sz="0" w:space="0" w:color="auto"/>
                                    <w:left w:val="none" w:sz="0" w:space="0" w:color="auto"/>
                                    <w:bottom w:val="none" w:sz="0" w:space="0" w:color="auto"/>
                                    <w:right w:val="none" w:sz="0" w:space="0" w:color="auto"/>
                                  </w:divBdr>
                                  <w:divsChild>
                                    <w:div w:id="1176844477">
                                      <w:marLeft w:val="0"/>
                                      <w:marRight w:val="0"/>
                                      <w:marTop w:val="0"/>
                                      <w:marBottom w:val="0"/>
                                      <w:divBdr>
                                        <w:top w:val="none" w:sz="0" w:space="0" w:color="auto"/>
                                        <w:left w:val="none" w:sz="0" w:space="0" w:color="auto"/>
                                        <w:bottom w:val="none" w:sz="0" w:space="0" w:color="auto"/>
                                        <w:right w:val="none" w:sz="0" w:space="0" w:color="auto"/>
                                      </w:divBdr>
                                      <w:divsChild>
                                        <w:div w:id="777599880">
                                          <w:marLeft w:val="0"/>
                                          <w:marRight w:val="0"/>
                                          <w:marTop w:val="0"/>
                                          <w:marBottom w:val="0"/>
                                          <w:divBdr>
                                            <w:top w:val="none" w:sz="0" w:space="0" w:color="auto"/>
                                            <w:left w:val="none" w:sz="0" w:space="0" w:color="auto"/>
                                            <w:bottom w:val="none" w:sz="0" w:space="0" w:color="auto"/>
                                            <w:right w:val="none" w:sz="0" w:space="0" w:color="auto"/>
                                          </w:divBdr>
                                          <w:divsChild>
                                            <w:div w:id="1887790165">
                                              <w:marLeft w:val="0"/>
                                              <w:marRight w:val="0"/>
                                              <w:marTop w:val="0"/>
                                              <w:marBottom w:val="0"/>
                                              <w:divBdr>
                                                <w:top w:val="none" w:sz="0" w:space="0" w:color="auto"/>
                                                <w:left w:val="none" w:sz="0" w:space="0" w:color="auto"/>
                                                <w:bottom w:val="none" w:sz="0" w:space="0" w:color="auto"/>
                                                <w:right w:val="none" w:sz="0" w:space="0" w:color="auto"/>
                                              </w:divBdr>
                                              <w:divsChild>
                                                <w:div w:id="1504928291">
                                                  <w:marLeft w:val="0"/>
                                                  <w:marRight w:val="0"/>
                                                  <w:marTop w:val="0"/>
                                                  <w:marBottom w:val="0"/>
                                                  <w:divBdr>
                                                    <w:top w:val="none" w:sz="0" w:space="0" w:color="auto"/>
                                                    <w:left w:val="none" w:sz="0" w:space="0" w:color="auto"/>
                                                    <w:bottom w:val="none" w:sz="0" w:space="0" w:color="auto"/>
                                                    <w:right w:val="none" w:sz="0" w:space="0" w:color="auto"/>
                                                  </w:divBdr>
                                                  <w:divsChild>
                                                    <w:div w:id="61244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63956105">
      <w:bodyDiv w:val="1"/>
      <w:marLeft w:val="0"/>
      <w:marRight w:val="0"/>
      <w:marTop w:val="0"/>
      <w:marBottom w:val="0"/>
      <w:divBdr>
        <w:top w:val="none" w:sz="0" w:space="0" w:color="auto"/>
        <w:left w:val="none" w:sz="0" w:space="0" w:color="auto"/>
        <w:bottom w:val="none" w:sz="0" w:space="0" w:color="auto"/>
        <w:right w:val="none" w:sz="0" w:space="0" w:color="auto"/>
      </w:divBdr>
    </w:div>
    <w:div w:id="595215221">
      <w:bodyDiv w:val="1"/>
      <w:marLeft w:val="0"/>
      <w:marRight w:val="0"/>
      <w:marTop w:val="0"/>
      <w:marBottom w:val="0"/>
      <w:divBdr>
        <w:top w:val="none" w:sz="0" w:space="0" w:color="auto"/>
        <w:left w:val="none" w:sz="0" w:space="0" w:color="auto"/>
        <w:bottom w:val="none" w:sz="0" w:space="0" w:color="auto"/>
        <w:right w:val="none" w:sz="0" w:space="0" w:color="auto"/>
      </w:divBdr>
    </w:div>
    <w:div w:id="597376257">
      <w:bodyDiv w:val="1"/>
      <w:marLeft w:val="0"/>
      <w:marRight w:val="0"/>
      <w:marTop w:val="0"/>
      <w:marBottom w:val="0"/>
      <w:divBdr>
        <w:top w:val="none" w:sz="0" w:space="0" w:color="auto"/>
        <w:left w:val="none" w:sz="0" w:space="0" w:color="auto"/>
        <w:bottom w:val="none" w:sz="0" w:space="0" w:color="auto"/>
        <w:right w:val="none" w:sz="0" w:space="0" w:color="auto"/>
      </w:divBdr>
    </w:div>
    <w:div w:id="613095860">
      <w:bodyDiv w:val="1"/>
      <w:marLeft w:val="0"/>
      <w:marRight w:val="0"/>
      <w:marTop w:val="0"/>
      <w:marBottom w:val="0"/>
      <w:divBdr>
        <w:top w:val="none" w:sz="0" w:space="0" w:color="auto"/>
        <w:left w:val="none" w:sz="0" w:space="0" w:color="auto"/>
        <w:bottom w:val="none" w:sz="0" w:space="0" w:color="auto"/>
        <w:right w:val="none" w:sz="0" w:space="0" w:color="auto"/>
      </w:divBdr>
    </w:div>
    <w:div w:id="633171380">
      <w:bodyDiv w:val="1"/>
      <w:marLeft w:val="0"/>
      <w:marRight w:val="0"/>
      <w:marTop w:val="0"/>
      <w:marBottom w:val="0"/>
      <w:divBdr>
        <w:top w:val="none" w:sz="0" w:space="0" w:color="auto"/>
        <w:left w:val="none" w:sz="0" w:space="0" w:color="auto"/>
        <w:bottom w:val="none" w:sz="0" w:space="0" w:color="auto"/>
        <w:right w:val="none" w:sz="0" w:space="0" w:color="auto"/>
      </w:divBdr>
      <w:divsChild>
        <w:div w:id="190842577">
          <w:marLeft w:val="0"/>
          <w:marRight w:val="0"/>
          <w:marTop w:val="0"/>
          <w:marBottom w:val="0"/>
          <w:divBdr>
            <w:top w:val="none" w:sz="0" w:space="0" w:color="auto"/>
            <w:left w:val="none" w:sz="0" w:space="0" w:color="auto"/>
            <w:bottom w:val="none" w:sz="0" w:space="0" w:color="auto"/>
            <w:right w:val="none" w:sz="0" w:space="0" w:color="auto"/>
          </w:divBdr>
          <w:divsChild>
            <w:div w:id="711072570">
              <w:marLeft w:val="0"/>
              <w:marRight w:val="0"/>
              <w:marTop w:val="0"/>
              <w:marBottom w:val="0"/>
              <w:divBdr>
                <w:top w:val="none" w:sz="0" w:space="0" w:color="auto"/>
                <w:left w:val="none" w:sz="0" w:space="0" w:color="auto"/>
                <w:bottom w:val="none" w:sz="0" w:space="0" w:color="auto"/>
                <w:right w:val="none" w:sz="0" w:space="0" w:color="auto"/>
              </w:divBdr>
              <w:divsChild>
                <w:div w:id="1018042437">
                  <w:marLeft w:val="0"/>
                  <w:marRight w:val="0"/>
                  <w:marTop w:val="0"/>
                  <w:marBottom w:val="0"/>
                  <w:divBdr>
                    <w:top w:val="none" w:sz="0" w:space="0" w:color="auto"/>
                    <w:left w:val="none" w:sz="0" w:space="0" w:color="auto"/>
                    <w:bottom w:val="none" w:sz="0" w:space="0" w:color="auto"/>
                    <w:right w:val="none" w:sz="0" w:space="0" w:color="auto"/>
                  </w:divBdr>
                  <w:divsChild>
                    <w:div w:id="194283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2724761">
          <w:marLeft w:val="0"/>
          <w:marRight w:val="0"/>
          <w:marTop w:val="0"/>
          <w:marBottom w:val="0"/>
          <w:divBdr>
            <w:top w:val="none" w:sz="0" w:space="0" w:color="auto"/>
            <w:left w:val="none" w:sz="0" w:space="0" w:color="auto"/>
            <w:bottom w:val="none" w:sz="0" w:space="0" w:color="auto"/>
            <w:right w:val="none" w:sz="0" w:space="0" w:color="auto"/>
          </w:divBdr>
          <w:divsChild>
            <w:div w:id="1169950244">
              <w:marLeft w:val="0"/>
              <w:marRight w:val="0"/>
              <w:marTop w:val="0"/>
              <w:marBottom w:val="0"/>
              <w:divBdr>
                <w:top w:val="none" w:sz="0" w:space="0" w:color="auto"/>
                <w:left w:val="none" w:sz="0" w:space="0" w:color="auto"/>
                <w:bottom w:val="none" w:sz="0" w:space="0" w:color="auto"/>
                <w:right w:val="none" w:sz="0" w:space="0" w:color="auto"/>
              </w:divBdr>
              <w:divsChild>
                <w:div w:id="1368481964">
                  <w:marLeft w:val="0"/>
                  <w:marRight w:val="0"/>
                  <w:marTop w:val="0"/>
                  <w:marBottom w:val="300"/>
                  <w:divBdr>
                    <w:top w:val="none" w:sz="0" w:space="0" w:color="auto"/>
                    <w:left w:val="none" w:sz="0" w:space="0" w:color="auto"/>
                    <w:bottom w:val="none" w:sz="0" w:space="0" w:color="auto"/>
                    <w:right w:val="none" w:sz="0" w:space="0" w:color="auto"/>
                  </w:divBdr>
                  <w:divsChild>
                    <w:div w:id="1960214142">
                      <w:marLeft w:val="0"/>
                      <w:marRight w:val="0"/>
                      <w:marTop w:val="0"/>
                      <w:marBottom w:val="0"/>
                      <w:divBdr>
                        <w:top w:val="none" w:sz="0" w:space="0" w:color="auto"/>
                        <w:left w:val="none" w:sz="0" w:space="0" w:color="auto"/>
                        <w:bottom w:val="none" w:sz="0" w:space="0" w:color="auto"/>
                        <w:right w:val="none" w:sz="0" w:space="0" w:color="auto"/>
                      </w:divBdr>
                      <w:divsChild>
                        <w:div w:id="1664890723">
                          <w:marLeft w:val="0"/>
                          <w:marRight w:val="0"/>
                          <w:marTop w:val="0"/>
                          <w:marBottom w:val="0"/>
                          <w:divBdr>
                            <w:top w:val="none" w:sz="0" w:space="0" w:color="auto"/>
                            <w:left w:val="none" w:sz="0" w:space="0" w:color="auto"/>
                            <w:bottom w:val="none" w:sz="0" w:space="0" w:color="auto"/>
                            <w:right w:val="none" w:sz="0" w:space="0" w:color="auto"/>
                          </w:divBdr>
                          <w:divsChild>
                            <w:div w:id="1037705738">
                              <w:marLeft w:val="0"/>
                              <w:marRight w:val="0"/>
                              <w:marTop w:val="0"/>
                              <w:marBottom w:val="300"/>
                              <w:divBdr>
                                <w:top w:val="none" w:sz="0" w:space="0" w:color="auto"/>
                                <w:left w:val="none" w:sz="0" w:space="0" w:color="auto"/>
                                <w:bottom w:val="none" w:sz="0" w:space="0" w:color="auto"/>
                                <w:right w:val="none" w:sz="0" w:space="0" w:color="auto"/>
                              </w:divBdr>
                              <w:divsChild>
                                <w:div w:id="462701881">
                                  <w:marLeft w:val="0"/>
                                  <w:marRight w:val="0"/>
                                  <w:marTop w:val="150"/>
                                  <w:marBottom w:val="0"/>
                                  <w:divBdr>
                                    <w:top w:val="none" w:sz="0" w:space="0" w:color="auto"/>
                                    <w:left w:val="none" w:sz="0" w:space="0" w:color="auto"/>
                                    <w:bottom w:val="none" w:sz="0" w:space="0" w:color="auto"/>
                                    <w:right w:val="none" w:sz="0" w:space="0" w:color="auto"/>
                                  </w:divBdr>
                                  <w:divsChild>
                                    <w:div w:id="49815315">
                                      <w:marLeft w:val="0"/>
                                      <w:marRight w:val="0"/>
                                      <w:marTop w:val="0"/>
                                      <w:marBottom w:val="0"/>
                                      <w:divBdr>
                                        <w:top w:val="none" w:sz="0" w:space="0" w:color="auto"/>
                                        <w:left w:val="none" w:sz="0" w:space="0" w:color="auto"/>
                                        <w:bottom w:val="none" w:sz="0" w:space="0" w:color="auto"/>
                                        <w:right w:val="none" w:sz="0" w:space="0" w:color="auto"/>
                                      </w:divBdr>
                                      <w:divsChild>
                                        <w:div w:id="885876686">
                                          <w:marLeft w:val="0"/>
                                          <w:marRight w:val="0"/>
                                          <w:marTop w:val="0"/>
                                          <w:marBottom w:val="0"/>
                                          <w:divBdr>
                                            <w:top w:val="none" w:sz="0" w:space="0" w:color="auto"/>
                                            <w:left w:val="none" w:sz="0" w:space="0" w:color="auto"/>
                                            <w:bottom w:val="none" w:sz="0" w:space="0" w:color="auto"/>
                                            <w:right w:val="none" w:sz="0" w:space="0" w:color="auto"/>
                                          </w:divBdr>
                                          <w:divsChild>
                                            <w:div w:id="6966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39042784">
      <w:bodyDiv w:val="1"/>
      <w:marLeft w:val="0"/>
      <w:marRight w:val="0"/>
      <w:marTop w:val="0"/>
      <w:marBottom w:val="0"/>
      <w:divBdr>
        <w:top w:val="none" w:sz="0" w:space="0" w:color="auto"/>
        <w:left w:val="none" w:sz="0" w:space="0" w:color="auto"/>
        <w:bottom w:val="none" w:sz="0" w:space="0" w:color="auto"/>
        <w:right w:val="none" w:sz="0" w:space="0" w:color="auto"/>
      </w:divBdr>
    </w:div>
    <w:div w:id="643239485">
      <w:bodyDiv w:val="1"/>
      <w:marLeft w:val="0"/>
      <w:marRight w:val="0"/>
      <w:marTop w:val="0"/>
      <w:marBottom w:val="0"/>
      <w:divBdr>
        <w:top w:val="none" w:sz="0" w:space="0" w:color="auto"/>
        <w:left w:val="none" w:sz="0" w:space="0" w:color="auto"/>
        <w:bottom w:val="none" w:sz="0" w:space="0" w:color="auto"/>
        <w:right w:val="none" w:sz="0" w:space="0" w:color="auto"/>
      </w:divBdr>
    </w:div>
    <w:div w:id="643967879">
      <w:bodyDiv w:val="1"/>
      <w:marLeft w:val="0"/>
      <w:marRight w:val="0"/>
      <w:marTop w:val="0"/>
      <w:marBottom w:val="0"/>
      <w:divBdr>
        <w:top w:val="none" w:sz="0" w:space="0" w:color="auto"/>
        <w:left w:val="none" w:sz="0" w:space="0" w:color="auto"/>
        <w:bottom w:val="none" w:sz="0" w:space="0" w:color="auto"/>
        <w:right w:val="none" w:sz="0" w:space="0" w:color="auto"/>
      </w:divBdr>
      <w:divsChild>
        <w:div w:id="1598904727">
          <w:marLeft w:val="0"/>
          <w:marRight w:val="0"/>
          <w:marTop w:val="0"/>
          <w:marBottom w:val="0"/>
          <w:divBdr>
            <w:top w:val="none" w:sz="0" w:space="0" w:color="auto"/>
            <w:left w:val="none" w:sz="0" w:space="0" w:color="auto"/>
            <w:bottom w:val="none" w:sz="0" w:space="0" w:color="auto"/>
            <w:right w:val="none" w:sz="0" w:space="0" w:color="auto"/>
          </w:divBdr>
          <w:divsChild>
            <w:div w:id="1224413067">
              <w:marLeft w:val="0"/>
              <w:marRight w:val="0"/>
              <w:marTop w:val="0"/>
              <w:marBottom w:val="0"/>
              <w:divBdr>
                <w:top w:val="none" w:sz="0" w:space="0" w:color="auto"/>
                <w:left w:val="none" w:sz="0" w:space="0" w:color="auto"/>
                <w:bottom w:val="none" w:sz="0" w:space="0" w:color="auto"/>
                <w:right w:val="none" w:sz="0" w:space="0" w:color="auto"/>
              </w:divBdr>
              <w:divsChild>
                <w:div w:id="18095471">
                  <w:marLeft w:val="0"/>
                  <w:marRight w:val="0"/>
                  <w:marTop w:val="0"/>
                  <w:marBottom w:val="0"/>
                  <w:divBdr>
                    <w:top w:val="none" w:sz="0" w:space="0" w:color="auto"/>
                    <w:left w:val="none" w:sz="0" w:space="0" w:color="auto"/>
                    <w:bottom w:val="none" w:sz="0" w:space="0" w:color="auto"/>
                    <w:right w:val="none" w:sz="0" w:space="0" w:color="auto"/>
                  </w:divBdr>
                  <w:divsChild>
                    <w:div w:id="425885154">
                      <w:marLeft w:val="0"/>
                      <w:marRight w:val="0"/>
                      <w:marTop w:val="0"/>
                      <w:marBottom w:val="0"/>
                      <w:divBdr>
                        <w:top w:val="none" w:sz="0" w:space="0" w:color="auto"/>
                        <w:left w:val="none" w:sz="0" w:space="0" w:color="auto"/>
                        <w:bottom w:val="none" w:sz="0" w:space="0" w:color="auto"/>
                        <w:right w:val="none" w:sz="0" w:space="0" w:color="auto"/>
                      </w:divBdr>
                      <w:divsChild>
                        <w:div w:id="838498880">
                          <w:marLeft w:val="0"/>
                          <w:marRight w:val="0"/>
                          <w:marTop w:val="0"/>
                          <w:marBottom w:val="0"/>
                          <w:divBdr>
                            <w:top w:val="none" w:sz="0" w:space="0" w:color="auto"/>
                            <w:left w:val="none" w:sz="0" w:space="0" w:color="auto"/>
                            <w:bottom w:val="none" w:sz="0" w:space="0" w:color="auto"/>
                            <w:right w:val="none" w:sz="0" w:space="0" w:color="auto"/>
                          </w:divBdr>
                          <w:divsChild>
                            <w:div w:id="995298396">
                              <w:marLeft w:val="0"/>
                              <w:marRight w:val="0"/>
                              <w:marTop w:val="0"/>
                              <w:marBottom w:val="0"/>
                              <w:divBdr>
                                <w:top w:val="none" w:sz="0" w:space="0" w:color="auto"/>
                                <w:left w:val="none" w:sz="0" w:space="0" w:color="auto"/>
                                <w:bottom w:val="none" w:sz="0" w:space="0" w:color="auto"/>
                                <w:right w:val="none" w:sz="0" w:space="0" w:color="auto"/>
                              </w:divBdr>
                              <w:divsChild>
                                <w:div w:id="2081563498">
                                  <w:marLeft w:val="0"/>
                                  <w:marRight w:val="0"/>
                                  <w:marTop w:val="0"/>
                                  <w:marBottom w:val="0"/>
                                  <w:divBdr>
                                    <w:top w:val="none" w:sz="0" w:space="0" w:color="auto"/>
                                    <w:left w:val="none" w:sz="0" w:space="0" w:color="auto"/>
                                    <w:bottom w:val="none" w:sz="0" w:space="0" w:color="auto"/>
                                    <w:right w:val="none" w:sz="0" w:space="0" w:color="auto"/>
                                  </w:divBdr>
                                  <w:divsChild>
                                    <w:div w:id="500976442">
                                      <w:marLeft w:val="0"/>
                                      <w:marRight w:val="0"/>
                                      <w:marTop w:val="0"/>
                                      <w:marBottom w:val="0"/>
                                      <w:divBdr>
                                        <w:top w:val="none" w:sz="0" w:space="0" w:color="auto"/>
                                        <w:left w:val="none" w:sz="0" w:space="0" w:color="auto"/>
                                        <w:bottom w:val="none" w:sz="0" w:space="0" w:color="auto"/>
                                        <w:right w:val="none" w:sz="0" w:space="0" w:color="auto"/>
                                      </w:divBdr>
                                      <w:divsChild>
                                        <w:div w:id="765686880">
                                          <w:marLeft w:val="0"/>
                                          <w:marRight w:val="0"/>
                                          <w:marTop w:val="0"/>
                                          <w:marBottom w:val="0"/>
                                          <w:divBdr>
                                            <w:top w:val="none" w:sz="0" w:space="0" w:color="auto"/>
                                            <w:left w:val="none" w:sz="0" w:space="0" w:color="auto"/>
                                            <w:bottom w:val="none" w:sz="0" w:space="0" w:color="auto"/>
                                            <w:right w:val="none" w:sz="0" w:space="0" w:color="auto"/>
                                          </w:divBdr>
                                          <w:divsChild>
                                            <w:div w:id="739789513">
                                              <w:marLeft w:val="0"/>
                                              <w:marRight w:val="0"/>
                                              <w:marTop w:val="0"/>
                                              <w:marBottom w:val="0"/>
                                              <w:divBdr>
                                                <w:top w:val="none" w:sz="0" w:space="0" w:color="auto"/>
                                                <w:left w:val="none" w:sz="0" w:space="0" w:color="auto"/>
                                                <w:bottom w:val="none" w:sz="0" w:space="0" w:color="auto"/>
                                                <w:right w:val="none" w:sz="0" w:space="0" w:color="auto"/>
                                              </w:divBdr>
                                              <w:divsChild>
                                                <w:div w:id="1590582329">
                                                  <w:marLeft w:val="0"/>
                                                  <w:marRight w:val="0"/>
                                                  <w:marTop w:val="0"/>
                                                  <w:marBottom w:val="0"/>
                                                  <w:divBdr>
                                                    <w:top w:val="none" w:sz="0" w:space="0" w:color="auto"/>
                                                    <w:left w:val="none" w:sz="0" w:space="0" w:color="auto"/>
                                                    <w:bottom w:val="none" w:sz="0" w:space="0" w:color="auto"/>
                                                    <w:right w:val="none" w:sz="0" w:space="0" w:color="auto"/>
                                                  </w:divBdr>
                                                  <w:divsChild>
                                                    <w:div w:id="178156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45627059">
      <w:bodyDiv w:val="1"/>
      <w:marLeft w:val="0"/>
      <w:marRight w:val="0"/>
      <w:marTop w:val="0"/>
      <w:marBottom w:val="0"/>
      <w:divBdr>
        <w:top w:val="none" w:sz="0" w:space="0" w:color="auto"/>
        <w:left w:val="none" w:sz="0" w:space="0" w:color="auto"/>
        <w:bottom w:val="none" w:sz="0" w:space="0" w:color="auto"/>
        <w:right w:val="none" w:sz="0" w:space="0" w:color="auto"/>
      </w:divBdr>
    </w:div>
    <w:div w:id="651132881">
      <w:bodyDiv w:val="1"/>
      <w:marLeft w:val="0"/>
      <w:marRight w:val="0"/>
      <w:marTop w:val="0"/>
      <w:marBottom w:val="0"/>
      <w:divBdr>
        <w:top w:val="none" w:sz="0" w:space="0" w:color="auto"/>
        <w:left w:val="none" w:sz="0" w:space="0" w:color="auto"/>
        <w:bottom w:val="none" w:sz="0" w:space="0" w:color="auto"/>
        <w:right w:val="none" w:sz="0" w:space="0" w:color="auto"/>
      </w:divBdr>
    </w:div>
    <w:div w:id="655376376">
      <w:bodyDiv w:val="1"/>
      <w:marLeft w:val="0"/>
      <w:marRight w:val="0"/>
      <w:marTop w:val="0"/>
      <w:marBottom w:val="0"/>
      <w:divBdr>
        <w:top w:val="none" w:sz="0" w:space="0" w:color="auto"/>
        <w:left w:val="none" w:sz="0" w:space="0" w:color="auto"/>
        <w:bottom w:val="none" w:sz="0" w:space="0" w:color="auto"/>
        <w:right w:val="none" w:sz="0" w:space="0" w:color="auto"/>
      </w:divBdr>
      <w:divsChild>
        <w:div w:id="1926189478">
          <w:marLeft w:val="274"/>
          <w:marRight w:val="0"/>
          <w:marTop w:val="0"/>
          <w:marBottom w:val="0"/>
          <w:divBdr>
            <w:top w:val="none" w:sz="0" w:space="0" w:color="auto"/>
            <w:left w:val="none" w:sz="0" w:space="0" w:color="auto"/>
            <w:bottom w:val="none" w:sz="0" w:space="0" w:color="auto"/>
            <w:right w:val="none" w:sz="0" w:space="0" w:color="auto"/>
          </w:divBdr>
        </w:div>
        <w:div w:id="894009300">
          <w:marLeft w:val="274"/>
          <w:marRight w:val="0"/>
          <w:marTop w:val="0"/>
          <w:marBottom w:val="0"/>
          <w:divBdr>
            <w:top w:val="none" w:sz="0" w:space="0" w:color="auto"/>
            <w:left w:val="none" w:sz="0" w:space="0" w:color="auto"/>
            <w:bottom w:val="none" w:sz="0" w:space="0" w:color="auto"/>
            <w:right w:val="none" w:sz="0" w:space="0" w:color="auto"/>
          </w:divBdr>
        </w:div>
      </w:divsChild>
    </w:div>
    <w:div w:id="660810202">
      <w:bodyDiv w:val="1"/>
      <w:marLeft w:val="0"/>
      <w:marRight w:val="0"/>
      <w:marTop w:val="0"/>
      <w:marBottom w:val="0"/>
      <w:divBdr>
        <w:top w:val="none" w:sz="0" w:space="0" w:color="auto"/>
        <w:left w:val="none" w:sz="0" w:space="0" w:color="auto"/>
        <w:bottom w:val="none" w:sz="0" w:space="0" w:color="auto"/>
        <w:right w:val="none" w:sz="0" w:space="0" w:color="auto"/>
      </w:divBdr>
      <w:divsChild>
        <w:div w:id="837767790">
          <w:marLeft w:val="0"/>
          <w:marRight w:val="590"/>
          <w:marTop w:val="0"/>
          <w:marBottom w:val="270"/>
          <w:divBdr>
            <w:top w:val="none" w:sz="0" w:space="0" w:color="auto"/>
            <w:left w:val="none" w:sz="0" w:space="0" w:color="auto"/>
            <w:bottom w:val="none" w:sz="0" w:space="0" w:color="auto"/>
            <w:right w:val="none" w:sz="0" w:space="0" w:color="auto"/>
          </w:divBdr>
          <w:divsChild>
            <w:div w:id="219707632">
              <w:marLeft w:val="0"/>
              <w:marRight w:val="0"/>
              <w:marTop w:val="0"/>
              <w:marBottom w:val="120"/>
              <w:divBdr>
                <w:top w:val="none" w:sz="0" w:space="0" w:color="auto"/>
                <w:left w:val="none" w:sz="0" w:space="0" w:color="auto"/>
                <w:bottom w:val="none" w:sz="0" w:space="0" w:color="auto"/>
                <w:right w:val="none" w:sz="0" w:space="0" w:color="auto"/>
              </w:divBdr>
            </w:div>
          </w:divsChild>
        </w:div>
        <w:div w:id="1790123701">
          <w:marLeft w:val="0"/>
          <w:marRight w:val="0"/>
          <w:marTop w:val="0"/>
          <w:marBottom w:val="270"/>
          <w:divBdr>
            <w:top w:val="none" w:sz="0" w:space="0" w:color="auto"/>
            <w:left w:val="none" w:sz="0" w:space="0" w:color="auto"/>
            <w:bottom w:val="none" w:sz="0" w:space="0" w:color="auto"/>
            <w:right w:val="none" w:sz="0" w:space="0" w:color="auto"/>
          </w:divBdr>
        </w:div>
      </w:divsChild>
    </w:div>
    <w:div w:id="697780073">
      <w:bodyDiv w:val="1"/>
      <w:marLeft w:val="0"/>
      <w:marRight w:val="0"/>
      <w:marTop w:val="0"/>
      <w:marBottom w:val="0"/>
      <w:divBdr>
        <w:top w:val="none" w:sz="0" w:space="0" w:color="auto"/>
        <w:left w:val="none" w:sz="0" w:space="0" w:color="auto"/>
        <w:bottom w:val="none" w:sz="0" w:space="0" w:color="auto"/>
        <w:right w:val="none" w:sz="0" w:space="0" w:color="auto"/>
      </w:divBdr>
    </w:div>
    <w:div w:id="714350790">
      <w:bodyDiv w:val="1"/>
      <w:marLeft w:val="0"/>
      <w:marRight w:val="0"/>
      <w:marTop w:val="0"/>
      <w:marBottom w:val="0"/>
      <w:divBdr>
        <w:top w:val="none" w:sz="0" w:space="0" w:color="auto"/>
        <w:left w:val="none" w:sz="0" w:space="0" w:color="auto"/>
        <w:bottom w:val="none" w:sz="0" w:space="0" w:color="auto"/>
        <w:right w:val="none" w:sz="0" w:space="0" w:color="auto"/>
      </w:divBdr>
    </w:div>
    <w:div w:id="742140403">
      <w:bodyDiv w:val="1"/>
      <w:marLeft w:val="0"/>
      <w:marRight w:val="0"/>
      <w:marTop w:val="0"/>
      <w:marBottom w:val="0"/>
      <w:divBdr>
        <w:top w:val="none" w:sz="0" w:space="0" w:color="auto"/>
        <w:left w:val="none" w:sz="0" w:space="0" w:color="auto"/>
        <w:bottom w:val="none" w:sz="0" w:space="0" w:color="auto"/>
        <w:right w:val="none" w:sz="0" w:space="0" w:color="auto"/>
      </w:divBdr>
    </w:div>
    <w:div w:id="779763924">
      <w:bodyDiv w:val="1"/>
      <w:marLeft w:val="0"/>
      <w:marRight w:val="0"/>
      <w:marTop w:val="0"/>
      <w:marBottom w:val="0"/>
      <w:divBdr>
        <w:top w:val="none" w:sz="0" w:space="0" w:color="auto"/>
        <w:left w:val="none" w:sz="0" w:space="0" w:color="auto"/>
        <w:bottom w:val="none" w:sz="0" w:space="0" w:color="auto"/>
        <w:right w:val="none" w:sz="0" w:space="0" w:color="auto"/>
      </w:divBdr>
    </w:div>
    <w:div w:id="794328728">
      <w:bodyDiv w:val="1"/>
      <w:marLeft w:val="0"/>
      <w:marRight w:val="0"/>
      <w:marTop w:val="0"/>
      <w:marBottom w:val="0"/>
      <w:divBdr>
        <w:top w:val="none" w:sz="0" w:space="0" w:color="auto"/>
        <w:left w:val="none" w:sz="0" w:space="0" w:color="auto"/>
        <w:bottom w:val="none" w:sz="0" w:space="0" w:color="auto"/>
        <w:right w:val="none" w:sz="0" w:space="0" w:color="auto"/>
      </w:divBdr>
    </w:div>
    <w:div w:id="822743174">
      <w:bodyDiv w:val="1"/>
      <w:marLeft w:val="0"/>
      <w:marRight w:val="0"/>
      <w:marTop w:val="0"/>
      <w:marBottom w:val="0"/>
      <w:divBdr>
        <w:top w:val="none" w:sz="0" w:space="0" w:color="auto"/>
        <w:left w:val="none" w:sz="0" w:space="0" w:color="auto"/>
        <w:bottom w:val="none" w:sz="0" w:space="0" w:color="auto"/>
        <w:right w:val="none" w:sz="0" w:space="0" w:color="auto"/>
      </w:divBdr>
    </w:div>
    <w:div w:id="830606383">
      <w:bodyDiv w:val="1"/>
      <w:marLeft w:val="0"/>
      <w:marRight w:val="0"/>
      <w:marTop w:val="0"/>
      <w:marBottom w:val="0"/>
      <w:divBdr>
        <w:top w:val="none" w:sz="0" w:space="0" w:color="auto"/>
        <w:left w:val="none" w:sz="0" w:space="0" w:color="auto"/>
        <w:bottom w:val="none" w:sz="0" w:space="0" w:color="auto"/>
        <w:right w:val="none" w:sz="0" w:space="0" w:color="auto"/>
      </w:divBdr>
    </w:div>
    <w:div w:id="879515491">
      <w:bodyDiv w:val="1"/>
      <w:marLeft w:val="0"/>
      <w:marRight w:val="0"/>
      <w:marTop w:val="0"/>
      <w:marBottom w:val="0"/>
      <w:divBdr>
        <w:top w:val="none" w:sz="0" w:space="0" w:color="auto"/>
        <w:left w:val="none" w:sz="0" w:space="0" w:color="auto"/>
        <w:bottom w:val="none" w:sz="0" w:space="0" w:color="auto"/>
        <w:right w:val="none" w:sz="0" w:space="0" w:color="auto"/>
      </w:divBdr>
    </w:div>
    <w:div w:id="882517199">
      <w:bodyDiv w:val="1"/>
      <w:marLeft w:val="0"/>
      <w:marRight w:val="0"/>
      <w:marTop w:val="0"/>
      <w:marBottom w:val="0"/>
      <w:divBdr>
        <w:top w:val="none" w:sz="0" w:space="0" w:color="auto"/>
        <w:left w:val="none" w:sz="0" w:space="0" w:color="auto"/>
        <w:bottom w:val="none" w:sz="0" w:space="0" w:color="auto"/>
        <w:right w:val="none" w:sz="0" w:space="0" w:color="auto"/>
      </w:divBdr>
    </w:div>
    <w:div w:id="909732040">
      <w:bodyDiv w:val="1"/>
      <w:marLeft w:val="0"/>
      <w:marRight w:val="0"/>
      <w:marTop w:val="0"/>
      <w:marBottom w:val="0"/>
      <w:divBdr>
        <w:top w:val="none" w:sz="0" w:space="0" w:color="auto"/>
        <w:left w:val="none" w:sz="0" w:space="0" w:color="auto"/>
        <w:bottom w:val="none" w:sz="0" w:space="0" w:color="auto"/>
        <w:right w:val="none" w:sz="0" w:space="0" w:color="auto"/>
      </w:divBdr>
    </w:div>
    <w:div w:id="916133042">
      <w:bodyDiv w:val="1"/>
      <w:marLeft w:val="0"/>
      <w:marRight w:val="0"/>
      <w:marTop w:val="0"/>
      <w:marBottom w:val="0"/>
      <w:divBdr>
        <w:top w:val="none" w:sz="0" w:space="0" w:color="auto"/>
        <w:left w:val="none" w:sz="0" w:space="0" w:color="auto"/>
        <w:bottom w:val="none" w:sz="0" w:space="0" w:color="auto"/>
        <w:right w:val="none" w:sz="0" w:space="0" w:color="auto"/>
      </w:divBdr>
      <w:divsChild>
        <w:div w:id="634605822">
          <w:marLeft w:val="0"/>
          <w:marRight w:val="288"/>
          <w:marTop w:val="0"/>
          <w:marBottom w:val="0"/>
          <w:divBdr>
            <w:top w:val="none" w:sz="0" w:space="0" w:color="auto"/>
            <w:left w:val="none" w:sz="0" w:space="0" w:color="auto"/>
            <w:bottom w:val="none" w:sz="0" w:space="0" w:color="auto"/>
            <w:right w:val="none" w:sz="0" w:space="0" w:color="auto"/>
          </w:divBdr>
        </w:div>
      </w:divsChild>
    </w:div>
    <w:div w:id="955260003">
      <w:bodyDiv w:val="1"/>
      <w:marLeft w:val="0"/>
      <w:marRight w:val="0"/>
      <w:marTop w:val="0"/>
      <w:marBottom w:val="0"/>
      <w:divBdr>
        <w:top w:val="none" w:sz="0" w:space="0" w:color="auto"/>
        <w:left w:val="none" w:sz="0" w:space="0" w:color="auto"/>
        <w:bottom w:val="none" w:sz="0" w:space="0" w:color="auto"/>
        <w:right w:val="none" w:sz="0" w:space="0" w:color="auto"/>
      </w:divBdr>
    </w:div>
    <w:div w:id="969826124">
      <w:bodyDiv w:val="1"/>
      <w:marLeft w:val="0"/>
      <w:marRight w:val="0"/>
      <w:marTop w:val="0"/>
      <w:marBottom w:val="0"/>
      <w:divBdr>
        <w:top w:val="none" w:sz="0" w:space="0" w:color="auto"/>
        <w:left w:val="none" w:sz="0" w:space="0" w:color="auto"/>
        <w:bottom w:val="none" w:sz="0" w:space="0" w:color="auto"/>
        <w:right w:val="none" w:sz="0" w:space="0" w:color="auto"/>
      </w:divBdr>
    </w:div>
    <w:div w:id="986011937">
      <w:bodyDiv w:val="1"/>
      <w:marLeft w:val="0"/>
      <w:marRight w:val="0"/>
      <w:marTop w:val="0"/>
      <w:marBottom w:val="0"/>
      <w:divBdr>
        <w:top w:val="none" w:sz="0" w:space="0" w:color="auto"/>
        <w:left w:val="none" w:sz="0" w:space="0" w:color="auto"/>
        <w:bottom w:val="none" w:sz="0" w:space="0" w:color="auto"/>
        <w:right w:val="none" w:sz="0" w:space="0" w:color="auto"/>
      </w:divBdr>
    </w:div>
    <w:div w:id="1002195935">
      <w:bodyDiv w:val="1"/>
      <w:marLeft w:val="0"/>
      <w:marRight w:val="0"/>
      <w:marTop w:val="0"/>
      <w:marBottom w:val="0"/>
      <w:divBdr>
        <w:top w:val="none" w:sz="0" w:space="0" w:color="auto"/>
        <w:left w:val="none" w:sz="0" w:space="0" w:color="auto"/>
        <w:bottom w:val="none" w:sz="0" w:space="0" w:color="auto"/>
        <w:right w:val="none" w:sz="0" w:space="0" w:color="auto"/>
      </w:divBdr>
    </w:div>
    <w:div w:id="1005942455">
      <w:bodyDiv w:val="1"/>
      <w:marLeft w:val="0"/>
      <w:marRight w:val="0"/>
      <w:marTop w:val="0"/>
      <w:marBottom w:val="0"/>
      <w:divBdr>
        <w:top w:val="none" w:sz="0" w:space="0" w:color="auto"/>
        <w:left w:val="none" w:sz="0" w:space="0" w:color="auto"/>
        <w:bottom w:val="none" w:sz="0" w:space="0" w:color="auto"/>
        <w:right w:val="none" w:sz="0" w:space="0" w:color="auto"/>
      </w:divBdr>
      <w:divsChild>
        <w:div w:id="1000740848">
          <w:marLeft w:val="0"/>
          <w:marRight w:val="0"/>
          <w:marTop w:val="0"/>
          <w:marBottom w:val="0"/>
          <w:divBdr>
            <w:top w:val="none" w:sz="0" w:space="0" w:color="auto"/>
            <w:left w:val="none" w:sz="0" w:space="0" w:color="auto"/>
            <w:bottom w:val="none" w:sz="0" w:space="0" w:color="auto"/>
            <w:right w:val="none" w:sz="0" w:space="0" w:color="auto"/>
          </w:divBdr>
        </w:div>
        <w:div w:id="1017922025">
          <w:marLeft w:val="0"/>
          <w:marRight w:val="0"/>
          <w:marTop w:val="0"/>
          <w:marBottom w:val="0"/>
          <w:divBdr>
            <w:top w:val="none" w:sz="0" w:space="0" w:color="auto"/>
            <w:left w:val="none" w:sz="0" w:space="0" w:color="auto"/>
            <w:bottom w:val="none" w:sz="0" w:space="0" w:color="auto"/>
            <w:right w:val="none" w:sz="0" w:space="0" w:color="auto"/>
          </w:divBdr>
          <w:divsChild>
            <w:div w:id="338973917">
              <w:marLeft w:val="0"/>
              <w:marRight w:val="0"/>
              <w:marTop w:val="0"/>
              <w:marBottom w:val="0"/>
              <w:divBdr>
                <w:top w:val="none" w:sz="0" w:space="0" w:color="auto"/>
                <w:left w:val="none" w:sz="0" w:space="0" w:color="auto"/>
                <w:bottom w:val="none" w:sz="0" w:space="0" w:color="auto"/>
                <w:right w:val="none" w:sz="0" w:space="0" w:color="auto"/>
              </w:divBdr>
              <w:divsChild>
                <w:div w:id="1698769967">
                  <w:marLeft w:val="150"/>
                  <w:marRight w:val="0"/>
                  <w:marTop w:val="0"/>
                  <w:marBottom w:val="0"/>
                  <w:divBdr>
                    <w:top w:val="none" w:sz="0" w:space="0" w:color="auto"/>
                    <w:left w:val="none" w:sz="0" w:space="0" w:color="auto"/>
                    <w:bottom w:val="none" w:sz="0" w:space="0" w:color="auto"/>
                    <w:right w:val="none" w:sz="0" w:space="0" w:color="auto"/>
                  </w:divBdr>
                  <w:divsChild>
                    <w:div w:id="136433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292023">
          <w:marLeft w:val="0"/>
          <w:marRight w:val="0"/>
          <w:marTop w:val="0"/>
          <w:marBottom w:val="0"/>
          <w:divBdr>
            <w:top w:val="none" w:sz="0" w:space="0" w:color="auto"/>
            <w:left w:val="none" w:sz="0" w:space="0" w:color="auto"/>
            <w:bottom w:val="none" w:sz="0" w:space="0" w:color="auto"/>
            <w:right w:val="none" w:sz="0" w:space="0" w:color="auto"/>
          </w:divBdr>
          <w:divsChild>
            <w:div w:id="160433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1374">
      <w:bodyDiv w:val="1"/>
      <w:marLeft w:val="0"/>
      <w:marRight w:val="0"/>
      <w:marTop w:val="0"/>
      <w:marBottom w:val="0"/>
      <w:divBdr>
        <w:top w:val="none" w:sz="0" w:space="0" w:color="auto"/>
        <w:left w:val="none" w:sz="0" w:space="0" w:color="auto"/>
        <w:bottom w:val="none" w:sz="0" w:space="0" w:color="auto"/>
        <w:right w:val="none" w:sz="0" w:space="0" w:color="auto"/>
      </w:divBdr>
    </w:div>
    <w:div w:id="1050107448">
      <w:bodyDiv w:val="1"/>
      <w:marLeft w:val="0"/>
      <w:marRight w:val="0"/>
      <w:marTop w:val="0"/>
      <w:marBottom w:val="0"/>
      <w:divBdr>
        <w:top w:val="none" w:sz="0" w:space="0" w:color="auto"/>
        <w:left w:val="none" w:sz="0" w:space="0" w:color="auto"/>
        <w:bottom w:val="none" w:sz="0" w:space="0" w:color="auto"/>
        <w:right w:val="none" w:sz="0" w:space="0" w:color="auto"/>
      </w:divBdr>
    </w:div>
    <w:div w:id="1052657718">
      <w:bodyDiv w:val="1"/>
      <w:marLeft w:val="0"/>
      <w:marRight w:val="0"/>
      <w:marTop w:val="0"/>
      <w:marBottom w:val="0"/>
      <w:divBdr>
        <w:top w:val="none" w:sz="0" w:space="0" w:color="auto"/>
        <w:left w:val="none" w:sz="0" w:space="0" w:color="auto"/>
        <w:bottom w:val="none" w:sz="0" w:space="0" w:color="auto"/>
        <w:right w:val="none" w:sz="0" w:space="0" w:color="auto"/>
      </w:divBdr>
    </w:div>
    <w:div w:id="1052996170">
      <w:bodyDiv w:val="1"/>
      <w:marLeft w:val="0"/>
      <w:marRight w:val="0"/>
      <w:marTop w:val="0"/>
      <w:marBottom w:val="0"/>
      <w:divBdr>
        <w:top w:val="none" w:sz="0" w:space="0" w:color="auto"/>
        <w:left w:val="none" w:sz="0" w:space="0" w:color="auto"/>
        <w:bottom w:val="none" w:sz="0" w:space="0" w:color="auto"/>
        <w:right w:val="none" w:sz="0" w:space="0" w:color="auto"/>
      </w:divBdr>
    </w:div>
    <w:div w:id="1053311165">
      <w:bodyDiv w:val="1"/>
      <w:marLeft w:val="0"/>
      <w:marRight w:val="0"/>
      <w:marTop w:val="0"/>
      <w:marBottom w:val="0"/>
      <w:divBdr>
        <w:top w:val="none" w:sz="0" w:space="0" w:color="auto"/>
        <w:left w:val="none" w:sz="0" w:space="0" w:color="auto"/>
        <w:bottom w:val="none" w:sz="0" w:space="0" w:color="auto"/>
        <w:right w:val="none" w:sz="0" w:space="0" w:color="auto"/>
      </w:divBdr>
    </w:div>
    <w:div w:id="1056665129">
      <w:bodyDiv w:val="1"/>
      <w:marLeft w:val="0"/>
      <w:marRight w:val="0"/>
      <w:marTop w:val="0"/>
      <w:marBottom w:val="0"/>
      <w:divBdr>
        <w:top w:val="none" w:sz="0" w:space="0" w:color="auto"/>
        <w:left w:val="none" w:sz="0" w:space="0" w:color="auto"/>
        <w:bottom w:val="none" w:sz="0" w:space="0" w:color="auto"/>
        <w:right w:val="none" w:sz="0" w:space="0" w:color="auto"/>
      </w:divBdr>
    </w:div>
    <w:div w:id="1072234515">
      <w:bodyDiv w:val="1"/>
      <w:marLeft w:val="0"/>
      <w:marRight w:val="0"/>
      <w:marTop w:val="0"/>
      <w:marBottom w:val="0"/>
      <w:divBdr>
        <w:top w:val="none" w:sz="0" w:space="0" w:color="auto"/>
        <w:left w:val="none" w:sz="0" w:space="0" w:color="auto"/>
        <w:bottom w:val="none" w:sz="0" w:space="0" w:color="auto"/>
        <w:right w:val="none" w:sz="0" w:space="0" w:color="auto"/>
      </w:divBdr>
    </w:div>
    <w:div w:id="1084258873">
      <w:bodyDiv w:val="1"/>
      <w:marLeft w:val="0"/>
      <w:marRight w:val="0"/>
      <w:marTop w:val="0"/>
      <w:marBottom w:val="0"/>
      <w:divBdr>
        <w:top w:val="none" w:sz="0" w:space="0" w:color="auto"/>
        <w:left w:val="none" w:sz="0" w:space="0" w:color="auto"/>
        <w:bottom w:val="none" w:sz="0" w:space="0" w:color="auto"/>
        <w:right w:val="none" w:sz="0" w:space="0" w:color="auto"/>
      </w:divBdr>
    </w:div>
    <w:div w:id="1144421958">
      <w:bodyDiv w:val="1"/>
      <w:marLeft w:val="0"/>
      <w:marRight w:val="0"/>
      <w:marTop w:val="0"/>
      <w:marBottom w:val="0"/>
      <w:divBdr>
        <w:top w:val="none" w:sz="0" w:space="0" w:color="auto"/>
        <w:left w:val="none" w:sz="0" w:space="0" w:color="auto"/>
        <w:bottom w:val="none" w:sz="0" w:space="0" w:color="auto"/>
        <w:right w:val="none" w:sz="0" w:space="0" w:color="auto"/>
      </w:divBdr>
    </w:div>
    <w:div w:id="1168014295">
      <w:bodyDiv w:val="1"/>
      <w:marLeft w:val="0"/>
      <w:marRight w:val="0"/>
      <w:marTop w:val="0"/>
      <w:marBottom w:val="0"/>
      <w:divBdr>
        <w:top w:val="none" w:sz="0" w:space="0" w:color="auto"/>
        <w:left w:val="none" w:sz="0" w:space="0" w:color="auto"/>
        <w:bottom w:val="none" w:sz="0" w:space="0" w:color="auto"/>
        <w:right w:val="none" w:sz="0" w:space="0" w:color="auto"/>
      </w:divBdr>
    </w:div>
    <w:div w:id="1180663406">
      <w:bodyDiv w:val="1"/>
      <w:marLeft w:val="0"/>
      <w:marRight w:val="0"/>
      <w:marTop w:val="0"/>
      <w:marBottom w:val="0"/>
      <w:divBdr>
        <w:top w:val="none" w:sz="0" w:space="0" w:color="auto"/>
        <w:left w:val="none" w:sz="0" w:space="0" w:color="auto"/>
        <w:bottom w:val="none" w:sz="0" w:space="0" w:color="auto"/>
        <w:right w:val="none" w:sz="0" w:space="0" w:color="auto"/>
      </w:divBdr>
    </w:div>
    <w:div w:id="1195997745">
      <w:bodyDiv w:val="1"/>
      <w:marLeft w:val="0"/>
      <w:marRight w:val="0"/>
      <w:marTop w:val="0"/>
      <w:marBottom w:val="0"/>
      <w:divBdr>
        <w:top w:val="none" w:sz="0" w:space="0" w:color="auto"/>
        <w:left w:val="none" w:sz="0" w:space="0" w:color="auto"/>
        <w:bottom w:val="none" w:sz="0" w:space="0" w:color="auto"/>
        <w:right w:val="none" w:sz="0" w:space="0" w:color="auto"/>
      </w:divBdr>
    </w:div>
    <w:div w:id="1197280720">
      <w:bodyDiv w:val="1"/>
      <w:marLeft w:val="0"/>
      <w:marRight w:val="0"/>
      <w:marTop w:val="0"/>
      <w:marBottom w:val="0"/>
      <w:divBdr>
        <w:top w:val="none" w:sz="0" w:space="0" w:color="auto"/>
        <w:left w:val="none" w:sz="0" w:space="0" w:color="auto"/>
        <w:bottom w:val="none" w:sz="0" w:space="0" w:color="auto"/>
        <w:right w:val="none" w:sz="0" w:space="0" w:color="auto"/>
      </w:divBdr>
    </w:div>
    <w:div w:id="1246115519">
      <w:bodyDiv w:val="1"/>
      <w:marLeft w:val="0"/>
      <w:marRight w:val="0"/>
      <w:marTop w:val="0"/>
      <w:marBottom w:val="0"/>
      <w:divBdr>
        <w:top w:val="none" w:sz="0" w:space="0" w:color="auto"/>
        <w:left w:val="none" w:sz="0" w:space="0" w:color="auto"/>
        <w:bottom w:val="none" w:sz="0" w:space="0" w:color="auto"/>
        <w:right w:val="none" w:sz="0" w:space="0" w:color="auto"/>
      </w:divBdr>
    </w:div>
    <w:div w:id="1252276692">
      <w:bodyDiv w:val="1"/>
      <w:marLeft w:val="0"/>
      <w:marRight w:val="0"/>
      <w:marTop w:val="0"/>
      <w:marBottom w:val="0"/>
      <w:divBdr>
        <w:top w:val="none" w:sz="0" w:space="0" w:color="auto"/>
        <w:left w:val="none" w:sz="0" w:space="0" w:color="auto"/>
        <w:bottom w:val="none" w:sz="0" w:space="0" w:color="auto"/>
        <w:right w:val="none" w:sz="0" w:space="0" w:color="auto"/>
      </w:divBdr>
    </w:div>
    <w:div w:id="1255432061">
      <w:bodyDiv w:val="1"/>
      <w:marLeft w:val="0"/>
      <w:marRight w:val="0"/>
      <w:marTop w:val="0"/>
      <w:marBottom w:val="0"/>
      <w:divBdr>
        <w:top w:val="none" w:sz="0" w:space="0" w:color="auto"/>
        <w:left w:val="none" w:sz="0" w:space="0" w:color="auto"/>
        <w:bottom w:val="none" w:sz="0" w:space="0" w:color="auto"/>
        <w:right w:val="none" w:sz="0" w:space="0" w:color="auto"/>
      </w:divBdr>
    </w:div>
    <w:div w:id="1273901351">
      <w:bodyDiv w:val="1"/>
      <w:marLeft w:val="0"/>
      <w:marRight w:val="0"/>
      <w:marTop w:val="0"/>
      <w:marBottom w:val="0"/>
      <w:divBdr>
        <w:top w:val="none" w:sz="0" w:space="0" w:color="auto"/>
        <w:left w:val="none" w:sz="0" w:space="0" w:color="auto"/>
        <w:bottom w:val="none" w:sz="0" w:space="0" w:color="auto"/>
        <w:right w:val="none" w:sz="0" w:space="0" w:color="auto"/>
      </w:divBdr>
      <w:divsChild>
        <w:div w:id="1173909136">
          <w:marLeft w:val="0"/>
          <w:marRight w:val="0"/>
          <w:marTop w:val="0"/>
          <w:marBottom w:val="0"/>
          <w:divBdr>
            <w:top w:val="none" w:sz="0" w:space="0" w:color="auto"/>
            <w:left w:val="none" w:sz="0" w:space="0" w:color="auto"/>
            <w:bottom w:val="none" w:sz="0" w:space="0" w:color="auto"/>
            <w:right w:val="none" w:sz="0" w:space="0" w:color="auto"/>
          </w:divBdr>
        </w:div>
        <w:div w:id="1140882342">
          <w:marLeft w:val="0"/>
          <w:marRight w:val="0"/>
          <w:marTop w:val="0"/>
          <w:marBottom w:val="0"/>
          <w:divBdr>
            <w:top w:val="none" w:sz="0" w:space="0" w:color="auto"/>
            <w:left w:val="none" w:sz="0" w:space="0" w:color="auto"/>
            <w:bottom w:val="none" w:sz="0" w:space="0" w:color="auto"/>
            <w:right w:val="none" w:sz="0" w:space="0" w:color="auto"/>
          </w:divBdr>
        </w:div>
      </w:divsChild>
    </w:div>
    <w:div w:id="1275215785">
      <w:bodyDiv w:val="1"/>
      <w:marLeft w:val="0"/>
      <w:marRight w:val="0"/>
      <w:marTop w:val="0"/>
      <w:marBottom w:val="0"/>
      <w:divBdr>
        <w:top w:val="none" w:sz="0" w:space="0" w:color="auto"/>
        <w:left w:val="none" w:sz="0" w:space="0" w:color="auto"/>
        <w:bottom w:val="none" w:sz="0" w:space="0" w:color="auto"/>
        <w:right w:val="none" w:sz="0" w:space="0" w:color="auto"/>
      </w:divBdr>
    </w:div>
    <w:div w:id="1277058312">
      <w:bodyDiv w:val="1"/>
      <w:marLeft w:val="0"/>
      <w:marRight w:val="0"/>
      <w:marTop w:val="0"/>
      <w:marBottom w:val="0"/>
      <w:divBdr>
        <w:top w:val="none" w:sz="0" w:space="0" w:color="auto"/>
        <w:left w:val="none" w:sz="0" w:space="0" w:color="auto"/>
        <w:bottom w:val="none" w:sz="0" w:space="0" w:color="auto"/>
        <w:right w:val="none" w:sz="0" w:space="0" w:color="auto"/>
      </w:divBdr>
    </w:div>
    <w:div w:id="1292007651">
      <w:bodyDiv w:val="1"/>
      <w:marLeft w:val="0"/>
      <w:marRight w:val="0"/>
      <w:marTop w:val="0"/>
      <w:marBottom w:val="0"/>
      <w:divBdr>
        <w:top w:val="none" w:sz="0" w:space="0" w:color="auto"/>
        <w:left w:val="none" w:sz="0" w:space="0" w:color="auto"/>
        <w:bottom w:val="none" w:sz="0" w:space="0" w:color="auto"/>
        <w:right w:val="none" w:sz="0" w:space="0" w:color="auto"/>
      </w:divBdr>
    </w:div>
    <w:div w:id="1315991402">
      <w:bodyDiv w:val="1"/>
      <w:marLeft w:val="0"/>
      <w:marRight w:val="0"/>
      <w:marTop w:val="0"/>
      <w:marBottom w:val="0"/>
      <w:divBdr>
        <w:top w:val="none" w:sz="0" w:space="0" w:color="auto"/>
        <w:left w:val="none" w:sz="0" w:space="0" w:color="auto"/>
        <w:bottom w:val="none" w:sz="0" w:space="0" w:color="auto"/>
        <w:right w:val="none" w:sz="0" w:space="0" w:color="auto"/>
      </w:divBdr>
    </w:div>
    <w:div w:id="1330064079">
      <w:bodyDiv w:val="1"/>
      <w:marLeft w:val="0"/>
      <w:marRight w:val="0"/>
      <w:marTop w:val="0"/>
      <w:marBottom w:val="0"/>
      <w:divBdr>
        <w:top w:val="none" w:sz="0" w:space="0" w:color="auto"/>
        <w:left w:val="none" w:sz="0" w:space="0" w:color="auto"/>
        <w:bottom w:val="none" w:sz="0" w:space="0" w:color="auto"/>
        <w:right w:val="none" w:sz="0" w:space="0" w:color="auto"/>
      </w:divBdr>
    </w:div>
    <w:div w:id="1331524404">
      <w:bodyDiv w:val="1"/>
      <w:marLeft w:val="0"/>
      <w:marRight w:val="0"/>
      <w:marTop w:val="0"/>
      <w:marBottom w:val="0"/>
      <w:divBdr>
        <w:top w:val="none" w:sz="0" w:space="0" w:color="auto"/>
        <w:left w:val="none" w:sz="0" w:space="0" w:color="auto"/>
        <w:bottom w:val="none" w:sz="0" w:space="0" w:color="auto"/>
        <w:right w:val="none" w:sz="0" w:space="0" w:color="auto"/>
      </w:divBdr>
    </w:div>
    <w:div w:id="1333216798">
      <w:bodyDiv w:val="1"/>
      <w:marLeft w:val="0"/>
      <w:marRight w:val="0"/>
      <w:marTop w:val="0"/>
      <w:marBottom w:val="0"/>
      <w:divBdr>
        <w:top w:val="none" w:sz="0" w:space="0" w:color="auto"/>
        <w:left w:val="none" w:sz="0" w:space="0" w:color="auto"/>
        <w:bottom w:val="none" w:sz="0" w:space="0" w:color="auto"/>
        <w:right w:val="none" w:sz="0" w:space="0" w:color="auto"/>
      </w:divBdr>
      <w:divsChild>
        <w:div w:id="1905407381">
          <w:marLeft w:val="0"/>
          <w:marRight w:val="0"/>
          <w:marTop w:val="0"/>
          <w:marBottom w:val="0"/>
          <w:divBdr>
            <w:top w:val="none" w:sz="0" w:space="0" w:color="auto"/>
            <w:left w:val="none" w:sz="0" w:space="0" w:color="auto"/>
            <w:bottom w:val="none" w:sz="0" w:space="0" w:color="auto"/>
            <w:right w:val="none" w:sz="0" w:space="0" w:color="auto"/>
          </w:divBdr>
        </w:div>
        <w:div w:id="1070301137">
          <w:marLeft w:val="0"/>
          <w:marRight w:val="0"/>
          <w:marTop w:val="0"/>
          <w:marBottom w:val="0"/>
          <w:divBdr>
            <w:top w:val="none" w:sz="0" w:space="0" w:color="auto"/>
            <w:left w:val="none" w:sz="0" w:space="0" w:color="auto"/>
            <w:bottom w:val="none" w:sz="0" w:space="0" w:color="auto"/>
            <w:right w:val="none" w:sz="0" w:space="0" w:color="auto"/>
          </w:divBdr>
        </w:div>
        <w:div w:id="312374849">
          <w:marLeft w:val="0"/>
          <w:marRight w:val="0"/>
          <w:marTop w:val="0"/>
          <w:marBottom w:val="0"/>
          <w:divBdr>
            <w:top w:val="none" w:sz="0" w:space="0" w:color="auto"/>
            <w:left w:val="none" w:sz="0" w:space="0" w:color="auto"/>
            <w:bottom w:val="none" w:sz="0" w:space="0" w:color="auto"/>
            <w:right w:val="none" w:sz="0" w:space="0" w:color="auto"/>
          </w:divBdr>
        </w:div>
        <w:div w:id="1064721570">
          <w:marLeft w:val="0"/>
          <w:marRight w:val="0"/>
          <w:marTop w:val="0"/>
          <w:marBottom w:val="0"/>
          <w:divBdr>
            <w:top w:val="none" w:sz="0" w:space="0" w:color="auto"/>
            <w:left w:val="none" w:sz="0" w:space="0" w:color="auto"/>
            <w:bottom w:val="none" w:sz="0" w:space="0" w:color="auto"/>
            <w:right w:val="none" w:sz="0" w:space="0" w:color="auto"/>
          </w:divBdr>
        </w:div>
        <w:div w:id="1725372694">
          <w:marLeft w:val="0"/>
          <w:marRight w:val="0"/>
          <w:marTop w:val="0"/>
          <w:marBottom w:val="0"/>
          <w:divBdr>
            <w:top w:val="none" w:sz="0" w:space="0" w:color="auto"/>
            <w:left w:val="none" w:sz="0" w:space="0" w:color="auto"/>
            <w:bottom w:val="none" w:sz="0" w:space="0" w:color="auto"/>
            <w:right w:val="none" w:sz="0" w:space="0" w:color="auto"/>
          </w:divBdr>
        </w:div>
        <w:div w:id="2060087426">
          <w:marLeft w:val="0"/>
          <w:marRight w:val="0"/>
          <w:marTop w:val="0"/>
          <w:marBottom w:val="0"/>
          <w:divBdr>
            <w:top w:val="none" w:sz="0" w:space="0" w:color="auto"/>
            <w:left w:val="none" w:sz="0" w:space="0" w:color="auto"/>
            <w:bottom w:val="none" w:sz="0" w:space="0" w:color="auto"/>
            <w:right w:val="none" w:sz="0" w:space="0" w:color="auto"/>
          </w:divBdr>
        </w:div>
      </w:divsChild>
    </w:div>
    <w:div w:id="1334528873">
      <w:bodyDiv w:val="1"/>
      <w:marLeft w:val="0"/>
      <w:marRight w:val="0"/>
      <w:marTop w:val="0"/>
      <w:marBottom w:val="0"/>
      <w:divBdr>
        <w:top w:val="none" w:sz="0" w:space="0" w:color="auto"/>
        <w:left w:val="none" w:sz="0" w:space="0" w:color="auto"/>
        <w:bottom w:val="none" w:sz="0" w:space="0" w:color="auto"/>
        <w:right w:val="none" w:sz="0" w:space="0" w:color="auto"/>
      </w:divBdr>
    </w:div>
    <w:div w:id="1345325237">
      <w:bodyDiv w:val="1"/>
      <w:marLeft w:val="0"/>
      <w:marRight w:val="0"/>
      <w:marTop w:val="0"/>
      <w:marBottom w:val="0"/>
      <w:divBdr>
        <w:top w:val="none" w:sz="0" w:space="0" w:color="auto"/>
        <w:left w:val="none" w:sz="0" w:space="0" w:color="auto"/>
        <w:bottom w:val="none" w:sz="0" w:space="0" w:color="auto"/>
        <w:right w:val="none" w:sz="0" w:space="0" w:color="auto"/>
      </w:divBdr>
    </w:div>
    <w:div w:id="1349874058">
      <w:bodyDiv w:val="1"/>
      <w:marLeft w:val="0"/>
      <w:marRight w:val="0"/>
      <w:marTop w:val="0"/>
      <w:marBottom w:val="0"/>
      <w:divBdr>
        <w:top w:val="none" w:sz="0" w:space="0" w:color="auto"/>
        <w:left w:val="none" w:sz="0" w:space="0" w:color="auto"/>
        <w:bottom w:val="none" w:sz="0" w:space="0" w:color="auto"/>
        <w:right w:val="none" w:sz="0" w:space="0" w:color="auto"/>
      </w:divBdr>
    </w:div>
    <w:div w:id="1357846866">
      <w:bodyDiv w:val="1"/>
      <w:marLeft w:val="0"/>
      <w:marRight w:val="0"/>
      <w:marTop w:val="0"/>
      <w:marBottom w:val="0"/>
      <w:divBdr>
        <w:top w:val="none" w:sz="0" w:space="0" w:color="auto"/>
        <w:left w:val="none" w:sz="0" w:space="0" w:color="auto"/>
        <w:bottom w:val="none" w:sz="0" w:space="0" w:color="auto"/>
        <w:right w:val="none" w:sz="0" w:space="0" w:color="auto"/>
      </w:divBdr>
    </w:div>
    <w:div w:id="1358193407">
      <w:bodyDiv w:val="1"/>
      <w:marLeft w:val="0"/>
      <w:marRight w:val="0"/>
      <w:marTop w:val="0"/>
      <w:marBottom w:val="0"/>
      <w:divBdr>
        <w:top w:val="none" w:sz="0" w:space="0" w:color="auto"/>
        <w:left w:val="none" w:sz="0" w:space="0" w:color="auto"/>
        <w:bottom w:val="none" w:sz="0" w:space="0" w:color="auto"/>
        <w:right w:val="none" w:sz="0" w:space="0" w:color="auto"/>
      </w:divBdr>
      <w:divsChild>
        <w:div w:id="628516076">
          <w:marLeft w:val="0"/>
          <w:marRight w:val="0"/>
          <w:marTop w:val="0"/>
          <w:marBottom w:val="0"/>
          <w:divBdr>
            <w:top w:val="none" w:sz="0" w:space="0" w:color="auto"/>
            <w:left w:val="none" w:sz="0" w:space="0" w:color="auto"/>
            <w:bottom w:val="none" w:sz="0" w:space="0" w:color="auto"/>
            <w:right w:val="none" w:sz="0" w:space="0" w:color="auto"/>
          </w:divBdr>
        </w:div>
        <w:div w:id="712537139">
          <w:marLeft w:val="0"/>
          <w:marRight w:val="0"/>
          <w:marTop w:val="0"/>
          <w:marBottom w:val="0"/>
          <w:divBdr>
            <w:top w:val="none" w:sz="0" w:space="0" w:color="auto"/>
            <w:left w:val="none" w:sz="0" w:space="0" w:color="auto"/>
            <w:bottom w:val="none" w:sz="0" w:space="0" w:color="auto"/>
            <w:right w:val="none" w:sz="0" w:space="0" w:color="auto"/>
          </w:divBdr>
        </w:div>
        <w:div w:id="959259693">
          <w:marLeft w:val="0"/>
          <w:marRight w:val="0"/>
          <w:marTop w:val="0"/>
          <w:marBottom w:val="0"/>
          <w:divBdr>
            <w:top w:val="none" w:sz="0" w:space="0" w:color="auto"/>
            <w:left w:val="none" w:sz="0" w:space="0" w:color="auto"/>
            <w:bottom w:val="none" w:sz="0" w:space="0" w:color="auto"/>
            <w:right w:val="none" w:sz="0" w:space="0" w:color="auto"/>
          </w:divBdr>
        </w:div>
        <w:div w:id="1208026363">
          <w:marLeft w:val="0"/>
          <w:marRight w:val="0"/>
          <w:marTop w:val="0"/>
          <w:marBottom w:val="0"/>
          <w:divBdr>
            <w:top w:val="none" w:sz="0" w:space="0" w:color="auto"/>
            <w:left w:val="none" w:sz="0" w:space="0" w:color="auto"/>
            <w:bottom w:val="none" w:sz="0" w:space="0" w:color="auto"/>
            <w:right w:val="none" w:sz="0" w:space="0" w:color="auto"/>
          </w:divBdr>
        </w:div>
        <w:div w:id="1561594867">
          <w:marLeft w:val="0"/>
          <w:marRight w:val="0"/>
          <w:marTop w:val="0"/>
          <w:marBottom w:val="0"/>
          <w:divBdr>
            <w:top w:val="none" w:sz="0" w:space="0" w:color="auto"/>
            <w:left w:val="none" w:sz="0" w:space="0" w:color="auto"/>
            <w:bottom w:val="none" w:sz="0" w:space="0" w:color="auto"/>
            <w:right w:val="none" w:sz="0" w:space="0" w:color="auto"/>
          </w:divBdr>
        </w:div>
        <w:div w:id="1582642983">
          <w:marLeft w:val="0"/>
          <w:marRight w:val="0"/>
          <w:marTop w:val="0"/>
          <w:marBottom w:val="0"/>
          <w:divBdr>
            <w:top w:val="none" w:sz="0" w:space="0" w:color="auto"/>
            <w:left w:val="none" w:sz="0" w:space="0" w:color="auto"/>
            <w:bottom w:val="none" w:sz="0" w:space="0" w:color="auto"/>
            <w:right w:val="none" w:sz="0" w:space="0" w:color="auto"/>
          </w:divBdr>
        </w:div>
        <w:div w:id="1685402148">
          <w:marLeft w:val="0"/>
          <w:marRight w:val="0"/>
          <w:marTop w:val="0"/>
          <w:marBottom w:val="0"/>
          <w:divBdr>
            <w:top w:val="none" w:sz="0" w:space="0" w:color="auto"/>
            <w:left w:val="none" w:sz="0" w:space="0" w:color="auto"/>
            <w:bottom w:val="none" w:sz="0" w:space="0" w:color="auto"/>
            <w:right w:val="none" w:sz="0" w:space="0" w:color="auto"/>
          </w:divBdr>
        </w:div>
        <w:div w:id="1714500694">
          <w:marLeft w:val="0"/>
          <w:marRight w:val="0"/>
          <w:marTop w:val="0"/>
          <w:marBottom w:val="0"/>
          <w:divBdr>
            <w:top w:val="none" w:sz="0" w:space="0" w:color="auto"/>
            <w:left w:val="none" w:sz="0" w:space="0" w:color="auto"/>
            <w:bottom w:val="none" w:sz="0" w:space="0" w:color="auto"/>
            <w:right w:val="none" w:sz="0" w:space="0" w:color="auto"/>
          </w:divBdr>
        </w:div>
        <w:div w:id="1818448391">
          <w:marLeft w:val="0"/>
          <w:marRight w:val="0"/>
          <w:marTop w:val="0"/>
          <w:marBottom w:val="0"/>
          <w:divBdr>
            <w:top w:val="none" w:sz="0" w:space="0" w:color="auto"/>
            <w:left w:val="none" w:sz="0" w:space="0" w:color="auto"/>
            <w:bottom w:val="none" w:sz="0" w:space="0" w:color="auto"/>
            <w:right w:val="none" w:sz="0" w:space="0" w:color="auto"/>
          </w:divBdr>
        </w:div>
        <w:div w:id="1825509559">
          <w:marLeft w:val="0"/>
          <w:marRight w:val="0"/>
          <w:marTop w:val="0"/>
          <w:marBottom w:val="0"/>
          <w:divBdr>
            <w:top w:val="none" w:sz="0" w:space="0" w:color="auto"/>
            <w:left w:val="none" w:sz="0" w:space="0" w:color="auto"/>
            <w:bottom w:val="none" w:sz="0" w:space="0" w:color="auto"/>
            <w:right w:val="none" w:sz="0" w:space="0" w:color="auto"/>
          </w:divBdr>
        </w:div>
        <w:div w:id="1866820835">
          <w:marLeft w:val="0"/>
          <w:marRight w:val="0"/>
          <w:marTop w:val="0"/>
          <w:marBottom w:val="0"/>
          <w:divBdr>
            <w:top w:val="none" w:sz="0" w:space="0" w:color="auto"/>
            <w:left w:val="none" w:sz="0" w:space="0" w:color="auto"/>
            <w:bottom w:val="none" w:sz="0" w:space="0" w:color="auto"/>
            <w:right w:val="none" w:sz="0" w:space="0" w:color="auto"/>
          </w:divBdr>
        </w:div>
      </w:divsChild>
    </w:div>
    <w:div w:id="1358389847">
      <w:bodyDiv w:val="1"/>
      <w:marLeft w:val="0"/>
      <w:marRight w:val="0"/>
      <w:marTop w:val="0"/>
      <w:marBottom w:val="0"/>
      <w:divBdr>
        <w:top w:val="none" w:sz="0" w:space="0" w:color="auto"/>
        <w:left w:val="none" w:sz="0" w:space="0" w:color="auto"/>
        <w:bottom w:val="none" w:sz="0" w:space="0" w:color="auto"/>
        <w:right w:val="none" w:sz="0" w:space="0" w:color="auto"/>
      </w:divBdr>
    </w:div>
    <w:div w:id="1368600785">
      <w:bodyDiv w:val="1"/>
      <w:marLeft w:val="0"/>
      <w:marRight w:val="0"/>
      <w:marTop w:val="0"/>
      <w:marBottom w:val="0"/>
      <w:divBdr>
        <w:top w:val="none" w:sz="0" w:space="0" w:color="auto"/>
        <w:left w:val="none" w:sz="0" w:space="0" w:color="auto"/>
        <w:bottom w:val="none" w:sz="0" w:space="0" w:color="auto"/>
        <w:right w:val="none" w:sz="0" w:space="0" w:color="auto"/>
      </w:divBdr>
    </w:div>
    <w:div w:id="1391540902">
      <w:bodyDiv w:val="1"/>
      <w:marLeft w:val="0"/>
      <w:marRight w:val="0"/>
      <w:marTop w:val="0"/>
      <w:marBottom w:val="0"/>
      <w:divBdr>
        <w:top w:val="none" w:sz="0" w:space="0" w:color="auto"/>
        <w:left w:val="none" w:sz="0" w:space="0" w:color="auto"/>
        <w:bottom w:val="none" w:sz="0" w:space="0" w:color="auto"/>
        <w:right w:val="none" w:sz="0" w:space="0" w:color="auto"/>
      </w:divBdr>
    </w:div>
    <w:div w:id="1395616592">
      <w:bodyDiv w:val="1"/>
      <w:marLeft w:val="0"/>
      <w:marRight w:val="0"/>
      <w:marTop w:val="0"/>
      <w:marBottom w:val="0"/>
      <w:divBdr>
        <w:top w:val="none" w:sz="0" w:space="0" w:color="auto"/>
        <w:left w:val="none" w:sz="0" w:space="0" w:color="auto"/>
        <w:bottom w:val="none" w:sz="0" w:space="0" w:color="auto"/>
        <w:right w:val="none" w:sz="0" w:space="0" w:color="auto"/>
      </w:divBdr>
      <w:divsChild>
        <w:div w:id="1155099572">
          <w:marLeft w:val="0"/>
          <w:marRight w:val="0"/>
          <w:marTop w:val="0"/>
          <w:marBottom w:val="0"/>
          <w:divBdr>
            <w:top w:val="none" w:sz="0" w:space="0" w:color="auto"/>
            <w:left w:val="none" w:sz="0" w:space="0" w:color="auto"/>
            <w:bottom w:val="none" w:sz="0" w:space="0" w:color="auto"/>
            <w:right w:val="none" w:sz="0" w:space="0" w:color="auto"/>
          </w:divBdr>
        </w:div>
        <w:div w:id="1999381933">
          <w:marLeft w:val="0"/>
          <w:marRight w:val="0"/>
          <w:marTop w:val="0"/>
          <w:marBottom w:val="0"/>
          <w:divBdr>
            <w:top w:val="none" w:sz="0" w:space="0" w:color="auto"/>
            <w:left w:val="none" w:sz="0" w:space="0" w:color="auto"/>
            <w:bottom w:val="none" w:sz="0" w:space="0" w:color="auto"/>
            <w:right w:val="none" w:sz="0" w:space="0" w:color="auto"/>
          </w:divBdr>
        </w:div>
        <w:div w:id="2050372538">
          <w:marLeft w:val="0"/>
          <w:marRight w:val="0"/>
          <w:marTop w:val="0"/>
          <w:marBottom w:val="0"/>
          <w:divBdr>
            <w:top w:val="none" w:sz="0" w:space="0" w:color="auto"/>
            <w:left w:val="none" w:sz="0" w:space="0" w:color="auto"/>
            <w:bottom w:val="none" w:sz="0" w:space="0" w:color="auto"/>
            <w:right w:val="none" w:sz="0" w:space="0" w:color="auto"/>
          </w:divBdr>
        </w:div>
        <w:div w:id="2053116669">
          <w:marLeft w:val="0"/>
          <w:marRight w:val="0"/>
          <w:marTop w:val="0"/>
          <w:marBottom w:val="0"/>
          <w:divBdr>
            <w:top w:val="none" w:sz="0" w:space="0" w:color="auto"/>
            <w:left w:val="none" w:sz="0" w:space="0" w:color="auto"/>
            <w:bottom w:val="none" w:sz="0" w:space="0" w:color="auto"/>
            <w:right w:val="none" w:sz="0" w:space="0" w:color="auto"/>
          </w:divBdr>
        </w:div>
        <w:div w:id="1958874165">
          <w:marLeft w:val="0"/>
          <w:marRight w:val="0"/>
          <w:marTop w:val="0"/>
          <w:marBottom w:val="0"/>
          <w:divBdr>
            <w:top w:val="none" w:sz="0" w:space="0" w:color="auto"/>
            <w:left w:val="none" w:sz="0" w:space="0" w:color="auto"/>
            <w:bottom w:val="none" w:sz="0" w:space="0" w:color="auto"/>
            <w:right w:val="none" w:sz="0" w:space="0" w:color="auto"/>
          </w:divBdr>
        </w:div>
      </w:divsChild>
    </w:div>
    <w:div w:id="1413623044">
      <w:bodyDiv w:val="1"/>
      <w:marLeft w:val="0"/>
      <w:marRight w:val="0"/>
      <w:marTop w:val="0"/>
      <w:marBottom w:val="0"/>
      <w:divBdr>
        <w:top w:val="none" w:sz="0" w:space="0" w:color="auto"/>
        <w:left w:val="none" w:sz="0" w:space="0" w:color="auto"/>
        <w:bottom w:val="none" w:sz="0" w:space="0" w:color="auto"/>
        <w:right w:val="none" w:sz="0" w:space="0" w:color="auto"/>
      </w:divBdr>
    </w:div>
    <w:div w:id="1427191041">
      <w:bodyDiv w:val="1"/>
      <w:marLeft w:val="0"/>
      <w:marRight w:val="0"/>
      <w:marTop w:val="0"/>
      <w:marBottom w:val="0"/>
      <w:divBdr>
        <w:top w:val="none" w:sz="0" w:space="0" w:color="auto"/>
        <w:left w:val="none" w:sz="0" w:space="0" w:color="auto"/>
        <w:bottom w:val="none" w:sz="0" w:space="0" w:color="auto"/>
        <w:right w:val="none" w:sz="0" w:space="0" w:color="auto"/>
      </w:divBdr>
    </w:div>
    <w:div w:id="1460875059">
      <w:bodyDiv w:val="1"/>
      <w:marLeft w:val="0"/>
      <w:marRight w:val="0"/>
      <w:marTop w:val="0"/>
      <w:marBottom w:val="0"/>
      <w:divBdr>
        <w:top w:val="none" w:sz="0" w:space="0" w:color="auto"/>
        <w:left w:val="none" w:sz="0" w:space="0" w:color="auto"/>
        <w:bottom w:val="none" w:sz="0" w:space="0" w:color="auto"/>
        <w:right w:val="none" w:sz="0" w:space="0" w:color="auto"/>
      </w:divBdr>
    </w:div>
    <w:div w:id="1463887065">
      <w:bodyDiv w:val="1"/>
      <w:marLeft w:val="0"/>
      <w:marRight w:val="0"/>
      <w:marTop w:val="0"/>
      <w:marBottom w:val="0"/>
      <w:divBdr>
        <w:top w:val="none" w:sz="0" w:space="0" w:color="auto"/>
        <w:left w:val="none" w:sz="0" w:space="0" w:color="auto"/>
        <w:bottom w:val="none" w:sz="0" w:space="0" w:color="auto"/>
        <w:right w:val="none" w:sz="0" w:space="0" w:color="auto"/>
      </w:divBdr>
    </w:div>
    <w:div w:id="1476025141">
      <w:bodyDiv w:val="1"/>
      <w:marLeft w:val="0"/>
      <w:marRight w:val="0"/>
      <w:marTop w:val="0"/>
      <w:marBottom w:val="0"/>
      <w:divBdr>
        <w:top w:val="none" w:sz="0" w:space="0" w:color="auto"/>
        <w:left w:val="none" w:sz="0" w:space="0" w:color="auto"/>
        <w:bottom w:val="none" w:sz="0" w:space="0" w:color="auto"/>
        <w:right w:val="none" w:sz="0" w:space="0" w:color="auto"/>
      </w:divBdr>
    </w:div>
    <w:div w:id="1483692347">
      <w:bodyDiv w:val="1"/>
      <w:marLeft w:val="0"/>
      <w:marRight w:val="0"/>
      <w:marTop w:val="0"/>
      <w:marBottom w:val="0"/>
      <w:divBdr>
        <w:top w:val="none" w:sz="0" w:space="0" w:color="auto"/>
        <w:left w:val="none" w:sz="0" w:space="0" w:color="auto"/>
        <w:bottom w:val="none" w:sz="0" w:space="0" w:color="auto"/>
        <w:right w:val="none" w:sz="0" w:space="0" w:color="auto"/>
      </w:divBdr>
    </w:div>
    <w:div w:id="1485967117">
      <w:bodyDiv w:val="1"/>
      <w:marLeft w:val="0"/>
      <w:marRight w:val="0"/>
      <w:marTop w:val="0"/>
      <w:marBottom w:val="0"/>
      <w:divBdr>
        <w:top w:val="none" w:sz="0" w:space="0" w:color="auto"/>
        <w:left w:val="none" w:sz="0" w:space="0" w:color="auto"/>
        <w:bottom w:val="none" w:sz="0" w:space="0" w:color="auto"/>
        <w:right w:val="none" w:sz="0" w:space="0" w:color="auto"/>
      </w:divBdr>
    </w:div>
    <w:div w:id="1504785507">
      <w:bodyDiv w:val="1"/>
      <w:marLeft w:val="0"/>
      <w:marRight w:val="0"/>
      <w:marTop w:val="0"/>
      <w:marBottom w:val="0"/>
      <w:divBdr>
        <w:top w:val="none" w:sz="0" w:space="0" w:color="auto"/>
        <w:left w:val="none" w:sz="0" w:space="0" w:color="auto"/>
        <w:bottom w:val="none" w:sz="0" w:space="0" w:color="auto"/>
        <w:right w:val="none" w:sz="0" w:space="0" w:color="auto"/>
      </w:divBdr>
    </w:div>
    <w:div w:id="1509640751">
      <w:bodyDiv w:val="1"/>
      <w:marLeft w:val="0"/>
      <w:marRight w:val="0"/>
      <w:marTop w:val="0"/>
      <w:marBottom w:val="0"/>
      <w:divBdr>
        <w:top w:val="none" w:sz="0" w:space="0" w:color="auto"/>
        <w:left w:val="none" w:sz="0" w:space="0" w:color="auto"/>
        <w:bottom w:val="none" w:sz="0" w:space="0" w:color="auto"/>
        <w:right w:val="none" w:sz="0" w:space="0" w:color="auto"/>
      </w:divBdr>
      <w:divsChild>
        <w:div w:id="1618218672">
          <w:marLeft w:val="274"/>
          <w:marRight w:val="0"/>
          <w:marTop w:val="0"/>
          <w:marBottom w:val="0"/>
          <w:divBdr>
            <w:top w:val="none" w:sz="0" w:space="0" w:color="auto"/>
            <w:left w:val="none" w:sz="0" w:space="0" w:color="auto"/>
            <w:bottom w:val="none" w:sz="0" w:space="0" w:color="auto"/>
            <w:right w:val="none" w:sz="0" w:space="0" w:color="auto"/>
          </w:divBdr>
        </w:div>
        <w:div w:id="1829780334">
          <w:marLeft w:val="274"/>
          <w:marRight w:val="0"/>
          <w:marTop w:val="0"/>
          <w:marBottom w:val="0"/>
          <w:divBdr>
            <w:top w:val="none" w:sz="0" w:space="0" w:color="auto"/>
            <w:left w:val="none" w:sz="0" w:space="0" w:color="auto"/>
            <w:bottom w:val="none" w:sz="0" w:space="0" w:color="auto"/>
            <w:right w:val="none" w:sz="0" w:space="0" w:color="auto"/>
          </w:divBdr>
        </w:div>
      </w:divsChild>
    </w:div>
    <w:div w:id="1511791756">
      <w:bodyDiv w:val="1"/>
      <w:marLeft w:val="0"/>
      <w:marRight w:val="0"/>
      <w:marTop w:val="0"/>
      <w:marBottom w:val="0"/>
      <w:divBdr>
        <w:top w:val="none" w:sz="0" w:space="0" w:color="auto"/>
        <w:left w:val="none" w:sz="0" w:space="0" w:color="auto"/>
        <w:bottom w:val="none" w:sz="0" w:space="0" w:color="auto"/>
        <w:right w:val="none" w:sz="0" w:space="0" w:color="auto"/>
      </w:divBdr>
    </w:div>
    <w:div w:id="1528131631">
      <w:bodyDiv w:val="1"/>
      <w:marLeft w:val="0"/>
      <w:marRight w:val="0"/>
      <w:marTop w:val="0"/>
      <w:marBottom w:val="0"/>
      <w:divBdr>
        <w:top w:val="none" w:sz="0" w:space="0" w:color="auto"/>
        <w:left w:val="none" w:sz="0" w:space="0" w:color="auto"/>
        <w:bottom w:val="none" w:sz="0" w:space="0" w:color="auto"/>
        <w:right w:val="none" w:sz="0" w:space="0" w:color="auto"/>
      </w:divBdr>
    </w:div>
    <w:div w:id="1530559096">
      <w:bodyDiv w:val="1"/>
      <w:marLeft w:val="0"/>
      <w:marRight w:val="0"/>
      <w:marTop w:val="0"/>
      <w:marBottom w:val="0"/>
      <w:divBdr>
        <w:top w:val="none" w:sz="0" w:space="0" w:color="auto"/>
        <w:left w:val="none" w:sz="0" w:space="0" w:color="auto"/>
        <w:bottom w:val="none" w:sz="0" w:space="0" w:color="auto"/>
        <w:right w:val="none" w:sz="0" w:space="0" w:color="auto"/>
      </w:divBdr>
    </w:div>
    <w:div w:id="1539662704">
      <w:bodyDiv w:val="1"/>
      <w:marLeft w:val="0"/>
      <w:marRight w:val="0"/>
      <w:marTop w:val="0"/>
      <w:marBottom w:val="0"/>
      <w:divBdr>
        <w:top w:val="none" w:sz="0" w:space="0" w:color="auto"/>
        <w:left w:val="none" w:sz="0" w:space="0" w:color="auto"/>
        <w:bottom w:val="none" w:sz="0" w:space="0" w:color="auto"/>
        <w:right w:val="none" w:sz="0" w:space="0" w:color="auto"/>
      </w:divBdr>
    </w:div>
    <w:div w:id="1557619745">
      <w:bodyDiv w:val="1"/>
      <w:marLeft w:val="0"/>
      <w:marRight w:val="0"/>
      <w:marTop w:val="0"/>
      <w:marBottom w:val="0"/>
      <w:divBdr>
        <w:top w:val="none" w:sz="0" w:space="0" w:color="auto"/>
        <w:left w:val="none" w:sz="0" w:space="0" w:color="auto"/>
        <w:bottom w:val="none" w:sz="0" w:space="0" w:color="auto"/>
        <w:right w:val="none" w:sz="0" w:space="0" w:color="auto"/>
      </w:divBdr>
    </w:div>
    <w:div w:id="1558662313">
      <w:bodyDiv w:val="1"/>
      <w:marLeft w:val="0"/>
      <w:marRight w:val="0"/>
      <w:marTop w:val="0"/>
      <w:marBottom w:val="0"/>
      <w:divBdr>
        <w:top w:val="none" w:sz="0" w:space="0" w:color="auto"/>
        <w:left w:val="none" w:sz="0" w:space="0" w:color="auto"/>
        <w:bottom w:val="none" w:sz="0" w:space="0" w:color="auto"/>
        <w:right w:val="none" w:sz="0" w:space="0" w:color="auto"/>
      </w:divBdr>
    </w:div>
    <w:div w:id="1588952840">
      <w:bodyDiv w:val="1"/>
      <w:marLeft w:val="0"/>
      <w:marRight w:val="0"/>
      <w:marTop w:val="0"/>
      <w:marBottom w:val="0"/>
      <w:divBdr>
        <w:top w:val="none" w:sz="0" w:space="0" w:color="auto"/>
        <w:left w:val="none" w:sz="0" w:space="0" w:color="auto"/>
        <w:bottom w:val="none" w:sz="0" w:space="0" w:color="auto"/>
        <w:right w:val="none" w:sz="0" w:space="0" w:color="auto"/>
      </w:divBdr>
      <w:divsChild>
        <w:div w:id="180172893">
          <w:marLeft w:val="720"/>
          <w:marRight w:val="0"/>
          <w:marTop w:val="0"/>
          <w:marBottom w:val="0"/>
          <w:divBdr>
            <w:top w:val="none" w:sz="0" w:space="0" w:color="auto"/>
            <w:left w:val="none" w:sz="0" w:space="0" w:color="auto"/>
            <w:bottom w:val="none" w:sz="0" w:space="0" w:color="auto"/>
            <w:right w:val="none" w:sz="0" w:space="0" w:color="auto"/>
          </w:divBdr>
        </w:div>
        <w:div w:id="1450860327">
          <w:marLeft w:val="720"/>
          <w:marRight w:val="0"/>
          <w:marTop w:val="0"/>
          <w:marBottom w:val="0"/>
          <w:divBdr>
            <w:top w:val="none" w:sz="0" w:space="0" w:color="auto"/>
            <w:left w:val="none" w:sz="0" w:space="0" w:color="auto"/>
            <w:bottom w:val="none" w:sz="0" w:space="0" w:color="auto"/>
            <w:right w:val="none" w:sz="0" w:space="0" w:color="auto"/>
          </w:divBdr>
        </w:div>
        <w:div w:id="1907716597">
          <w:marLeft w:val="720"/>
          <w:marRight w:val="0"/>
          <w:marTop w:val="0"/>
          <w:marBottom w:val="0"/>
          <w:divBdr>
            <w:top w:val="none" w:sz="0" w:space="0" w:color="auto"/>
            <w:left w:val="none" w:sz="0" w:space="0" w:color="auto"/>
            <w:bottom w:val="none" w:sz="0" w:space="0" w:color="auto"/>
            <w:right w:val="none" w:sz="0" w:space="0" w:color="auto"/>
          </w:divBdr>
        </w:div>
      </w:divsChild>
    </w:div>
    <w:div w:id="1609972713">
      <w:bodyDiv w:val="1"/>
      <w:marLeft w:val="0"/>
      <w:marRight w:val="0"/>
      <w:marTop w:val="0"/>
      <w:marBottom w:val="0"/>
      <w:divBdr>
        <w:top w:val="none" w:sz="0" w:space="0" w:color="auto"/>
        <w:left w:val="none" w:sz="0" w:space="0" w:color="auto"/>
        <w:bottom w:val="none" w:sz="0" w:space="0" w:color="auto"/>
        <w:right w:val="none" w:sz="0" w:space="0" w:color="auto"/>
      </w:divBdr>
    </w:div>
    <w:div w:id="1629318984">
      <w:bodyDiv w:val="1"/>
      <w:marLeft w:val="0"/>
      <w:marRight w:val="0"/>
      <w:marTop w:val="0"/>
      <w:marBottom w:val="0"/>
      <w:divBdr>
        <w:top w:val="none" w:sz="0" w:space="0" w:color="auto"/>
        <w:left w:val="none" w:sz="0" w:space="0" w:color="auto"/>
        <w:bottom w:val="none" w:sz="0" w:space="0" w:color="auto"/>
        <w:right w:val="none" w:sz="0" w:space="0" w:color="auto"/>
      </w:divBdr>
      <w:divsChild>
        <w:div w:id="1902446210">
          <w:marLeft w:val="0"/>
          <w:marRight w:val="0"/>
          <w:marTop w:val="0"/>
          <w:marBottom w:val="0"/>
          <w:divBdr>
            <w:top w:val="none" w:sz="0" w:space="0" w:color="auto"/>
            <w:left w:val="none" w:sz="0" w:space="0" w:color="auto"/>
            <w:bottom w:val="none" w:sz="0" w:space="0" w:color="auto"/>
            <w:right w:val="none" w:sz="0" w:space="0" w:color="auto"/>
          </w:divBdr>
          <w:divsChild>
            <w:div w:id="808058976">
              <w:marLeft w:val="0"/>
              <w:marRight w:val="0"/>
              <w:marTop w:val="0"/>
              <w:marBottom w:val="0"/>
              <w:divBdr>
                <w:top w:val="none" w:sz="0" w:space="0" w:color="auto"/>
                <w:left w:val="none" w:sz="0" w:space="0" w:color="auto"/>
                <w:bottom w:val="none" w:sz="0" w:space="0" w:color="auto"/>
                <w:right w:val="none" w:sz="0" w:space="0" w:color="auto"/>
              </w:divBdr>
              <w:divsChild>
                <w:div w:id="1944259556">
                  <w:marLeft w:val="0"/>
                  <w:marRight w:val="0"/>
                  <w:marTop w:val="0"/>
                  <w:marBottom w:val="0"/>
                  <w:divBdr>
                    <w:top w:val="none" w:sz="0" w:space="0" w:color="auto"/>
                    <w:left w:val="none" w:sz="0" w:space="0" w:color="auto"/>
                    <w:bottom w:val="none" w:sz="0" w:space="0" w:color="auto"/>
                    <w:right w:val="none" w:sz="0" w:space="0" w:color="auto"/>
                  </w:divBdr>
                  <w:divsChild>
                    <w:div w:id="138891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329150">
          <w:marLeft w:val="0"/>
          <w:marRight w:val="0"/>
          <w:marTop w:val="0"/>
          <w:marBottom w:val="0"/>
          <w:divBdr>
            <w:top w:val="none" w:sz="0" w:space="0" w:color="auto"/>
            <w:left w:val="none" w:sz="0" w:space="0" w:color="auto"/>
            <w:bottom w:val="none" w:sz="0" w:space="0" w:color="auto"/>
            <w:right w:val="none" w:sz="0" w:space="0" w:color="auto"/>
          </w:divBdr>
          <w:divsChild>
            <w:div w:id="805008610">
              <w:marLeft w:val="0"/>
              <w:marRight w:val="0"/>
              <w:marTop w:val="0"/>
              <w:marBottom w:val="0"/>
              <w:divBdr>
                <w:top w:val="none" w:sz="0" w:space="0" w:color="auto"/>
                <w:left w:val="none" w:sz="0" w:space="0" w:color="auto"/>
                <w:bottom w:val="none" w:sz="0" w:space="0" w:color="auto"/>
                <w:right w:val="none" w:sz="0" w:space="0" w:color="auto"/>
              </w:divBdr>
              <w:divsChild>
                <w:div w:id="622806446">
                  <w:marLeft w:val="0"/>
                  <w:marRight w:val="0"/>
                  <w:marTop w:val="0"/>
                  <w:marBottom w:val="300"/>
                  <w:divBdr>
                    <w:top w:val="none" w:sz="0" w:space="0" w:color="auto"/>
                    <w:left w:val="none" w:sz="0" w:space="0" w:color="auto"/>
                    <w:bottom w:val="none" w:sz="0" w:space="0" w:color="auto"/>
                    <w:right w:val="none" w:sz="0" w:space="0" w:color="auto"/>
                  </w:divBdr>
                  <w:divsChild>
                    <w:div w:id="1858543876">
                      <w:marLeft w:val="0"/>
                      <w:marRight w:val="0"/>
                      <w:marTop w:val="0"/>
                      <w:marBottom w:val="0"/>
                      <w:divBdr>
                        <w:top w:val="none" w:sz="0" w:space="0" w:color="auto"/>
                        <w:left w:val="none" w:sz="0" w:space="0" w:color="auto"/>
                        <w:bottom w:val="none" w:sz="0" w:space="0" w:color="auto"/>
                        <w:right w:val="none" w:sz="0" w:space="0" w:color="auto"/>
                      </w:divBdr>
                      <w:divsChild>
                        <w:div w:id="1351957801">
                          <w:marLeft w:val="0"/>
                          <w:marRight w:val="0"/>
                          <w:marTop w:val="0"/>
                          <w:marBottom w:val="0"/>
                          <w:divBdr>
                            <w:top w:val="none" w:sz="0" w:space="0" w:color="auto"/>
                            <w:left w:val="none" w:sz="0" w:space="0" w:color="auto"/>
                            <w:bottom w:val="none" w:sz="0" w:space="0" w:color="auto"/>
                            <w:right w:val="none" w:sz="0" w:space="0" w:color="auto"/>
                          </w:divBdr>
                          <w:divsChild>
                            <w:div w:id="1980185966">
                              <w:marLeft w:val="0"/>
                              <w:marRight w:val="0"/>
                              <w:marTop w:val="0"/>
                              <w:marBottom w:val="300"/>
                              <w:divBdr>
                                <w:top w:val="none" w:sz="0" w:space="0" w:color="auto"/>
                                <w:left w:val="none" w:sz="0" w:space="0" w:color="auto"/>
                                <w:bottom w:val="none" w:sz="0" w:space="0" w:color="auto"/>
                                <w:right w:val="none" w:sz="0" w:space="0" w:color="auto"/>
                              </w:divBdr>
                              <w:divsChild>
                                <w:div w:id="2133012129">
                                  <w:marLeft w:val="0"/>
                                  <w:marRight w:val="0"/>
                                  <w:marTop w:val="150"/>
                                  <w:marBottom w:val="0"/>
                                  <w:divBdr>
                                    <w:top w:val="none" w:sz="0" w:space="0" w:color="auto"/>
                                    <w:left w:val="none" w:sz="0" w:space="0" w:color="auto"/>
                                    <w:bottom w:val="none" w:sz="0" w:space="0" w:color="auto"/>
                                    <w:right w:val="none" w:sz="0" w:space="0" w:color="auto"/>
                                  </w:divBdr>
                                  <w:divsChild>
                                    <w:div w:id="1258178962">
                                      <w:marLeft w:val="0"/>
                                      <w:marRight w:val="0"/>
                                      <w:marTop w:val="0"/>
                                      <w:marBottom w:val="0"/>
                                      <w:divBdr>
                                        <w:top w:val="none" w:sz="0" w:space="0" w:color="auto"/>
                                        <w:left w:val="none" w:sz="0" w:space="0" w:color="auto"/>
                                        <w:bottom w:val="none" w:sz="0" w:space="0" w:color="auto"/>
                                        <w:right w:val="none" w:sz="0" w:space="0" w:color="auto"/>
                                      </w:divBdr>
                                      <w:divsChild>
                                        <w:div w:id="2062362131">
                                          <w:marLeft w:val="0"/>
                                          <w:marRight w:val="0"/>
                                          <w:marTop w:val="0"/>
                                          <w:marBottom w:val="0"/>
                                          <w:divBdr>
                                            <w:top w:val="none" w:sz="0" w:space="0" w:color="auto"/>
                                            <w:left w:val="none" w:sz="0" w:space="0" w:color="auto"/>
                                            <w:bottom w:val="none" w:sz="0" w:space="0" w:color="auto"/>
                                            <w:right w:val="none" w:sz="0" w:space="0" w:color="auto"/>
                                          </w:divBdr>
                                          <w:divsChild>
                                            <w:div w:id="93116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31203212">
      <w:bodyDiv w:val="1"/>
      <w:marLeft w:val="0"/>
      <w:marRight w:val="0"/>
      <w:marTop w:val="0"/>
      <w:marBottom w:val="0"/>
      <w:divBdr>
        <w:top w:val="none" w:sz="0" w:space="0" w:color="auto"/>
        <w:left w:val="none" w:sz="0" w:space="0" w:color="auto"/>
        <w:bottom w:val="none" w:sz="0" w:space="0" w:color="auto"/>
        <w:right w:val="none" w:sz="0" w:space="0" w:color="auto"/>
      </w:divBdr>
    </w:div>
    <w:div w:id="1634871364">
      <w:bodyDiv w:val="1"/>
      <w:marLeft w:val="0"/>
      <w:marRight w:val="0"/>
      <w:marTop w:val="0"/>
      <w:marBottom w:val="0"/>
      <w:divBdr>
        <w:top w:val="none" w:sz="0" w:space="0" w:color="auto"/>
        <w:left w:val="none" w:sz="0" w:space="0" w:color="auto"/>
        <w:bottom w:val="none" w:sz="0" w:space="0" w:color="auto"/>
        <w:right w:val="none" w:sz="0" w:space="0" w:color="auto"/>
      </w:divBdr>
    </w:div>
    <w:div w:id="1639844260">
      <w:bodyDiv w:val="1"/>
      <w:marLeft w:val="0"/>
      <w:marRight w:val="0"/>
      <w:marTop w:val="0"/>
      <w:marBottom w:val="0"/>
      <w:divBdr>
        <w:top w:val="none" w:sz="0" w:space="0" w:color="auto"/>
        <w:left w:val="none" w:sz="0" w:space="0" w:color="auto"/>
        <w:bottom w:val="none" w:sz="0" w:space="0" w:color="auto"/>
        <w:right w:val="none" w:sz="0" w:space="0" w:color="auto"/>
      </w:divBdr>
    </w:div>
    <w:div w:id="1653829616">
      <w:bodyDiv w:val="1"/>
      <w:marLeft w:val="0"/>
      <w:marRight w:val="0"/>
      <w:marTop w:val="0"/>
      <w:marBottom w:val="0"/>
      <w:divBdr>
        <w:top w:val="none" w:sz="0" w:space="0" w:color="auto"/>
        <w:left w:val="none" w:sz="0" w:space="0" w:color="auto"/>
        <w:bottom w:val="none" w:sz="0" w:space="0" w:color="auto"/>
        <w:right w:val="none" w:sz="0" w:space="0" w:color="auto"/>
      </w:divBdr>
    </w:div>
    <w:div w:id="1661300849">
      <w:bodyDiv w:val="1"/>
      <w:marLeft w:val="0"/>
      <w:marRight w:val="0"/>
      <w:marTop w:val="0"/>
      <w:marBottom w:val="0"/>
      <w:divBdr>
        <w:top w:val="none" w:sz="0" w:space="0" w:color="auto"/>
        <w:left w:val="none" w:sz="0" w:space="0" w:color="auto"/>
        <w:bottom w:val="none" w:sz="0" w:space="0" w:color="auto"/>
        <w:right w:val="none" w:sz="0" w:space="0" w:color="auto"/>
      </w:divBdr>
    </w:div>
    <w:div w:id="1676881883">
      <w:bodyDiv w:val="1"/>
      <w:marLeft w:val="0"/>
      <w:marRight w:val="0"/>
      <w:marTop w:val="0"/>
      <w:marBottom w:val="0"/>
      <w:divBdr>
        <w:top w:val="none" w:sz="0" w:space="0" w:color="auto"/>
        <w:left w:val="none" w:sz="0" w:space="0" w:color="auto"/>
        <w:bottom w:val="none" w:sz="0" w:space="0" w:color="auto"/>
        <w:right w:val="none" w:sz="0" w:space="0" w:color="auto"/>
      </w:divBdr>
    </w:div>
    <w:div w:id="1685670863">
      <w:bodyDiv w:val="1"/>
      <w:marLeft w:val="0"/>
      <w:marRight w:val="0"/>
      <w:marTop w:val="0"/>
      <w:marBottom w:val="0"/>
      <w:divBdr>
        <w:top w:val="none" w:sz="0" w:space="0" w:color="auto"/>
        <w:left w:val="none" w:sz="0" w:space="0" w:color="auto"/>
        <w:bottom w:val="none" w:sz="0" w:space="0" w:color="auto"/>
        <w:right w:val="none" w:sz="0" w:space="0" w:color="auto"/>
      </w:divBdr>
      <w:divsChild>
        <w:div w:id="1035276274">
          <w:marLeft w:val="0"/>
          <w:marRight w:val="0"/>
          <w:marTop w:val="0"/>
          <w:marBottom w:val="0"/>
          <w:divBdr>
            <w:top w:val="none" w:sz="0" w:space="0" w:color="auto"/>
            <w:left w:val="none" w:sz="0" w:space="0" w:color="auto"/>
            <w:bottom w:val="none" w:sz="0" w:space="0" w:color="auto"/>
            <w:right w:val="none" w:sz="0" w:space="0" w:color="auto"/>
          </w:divBdr>
        </w:div>
        <w:div w:id="1225723310">
          <w:marLeft w:val="0"/>
          <w:marRight w:val="0"/>
          <w:marTop w:val="0"/>
          <w:marBottom w:val="225"/>
          <w:divBdr>
            <w:top w:val="none" w:sz="0" w:space="0" w:color="auto"/>
            <w:left w:val="none" w:sz="0" w:space="0" w:color="auto"/>
            <w:bottom w:val="none" w:sz="0" w:space="0" w:color="auto"/>
            <w:right w:val="none" w:sz="0" w:space="0" w:color="auto"/>
          </w:divBdr>
        </w:div>
        <w:div w:id="1847672368">
          <w:marLeft w:val="0"/>
          <w:marRight w:val="0"/>
          <w:marTop w:val="0"/>
          <w:marBottom w:val="225"/>
          <w:divBdr>
            <w:top w:val="none" w:sz="0" w:space="0" w:color="auto"/>
            <w:left w:val="none" w:sz="0" w:space="0" w:color="auto"/>
            <w:bottom w:val="none" w:sz="0" w:space="0" w:color="auto"/>
            <w:right w:val="none" w:sz="0" w:space="0" w:color="auto"/>
          </w:divBdr>
        </w:div>
      </w:divsChild>
    </w:div>
    <w:div w:id="1697460578">
      <w:bodyDiv w:val="1"/>
      <w:marLeft w:val="0"/>
      <w:marRight w:val="0"/>
      <w:marTop w:val="0"/>
      <w:marBottom w:val="0"/>
      <w:divBdr>
        <w:top w:val="none" w:sz="0" w:space="0" w:color="auto"/>
        <w:left w:val="none" w:sz="0" w:space="0" w:color="auto"/>
        <w:bottom w:val="none" w:sz="0" w:space="0" w:color="auto"/>
        <w:right w:val="none" w:sz="0" w:space="0" w:color="auto"/>
      </w:divBdr>
    </w:div>
    <w:div w:id="1708137735">
      <w:bodyDiv w:val="1"/>
      <w:marLeft w:val="0"/>
      <w:marRight w:val="0"/>
      <w:marTop w:val="0"/>
      <w:marBottom w:val="0"/>
      <w:divBdr>
        <w:top w:val="none" w:sz="0" w:space="0" w:color="auto"/>
        <w:left w:val="none" w:sz="0" w:space="0" w:color="auto"/>
        <w:bottom w:val="none" w:sz="0" w:space="0" w:color="auto"/>
        <w:right w:val="none" w:sz="0" w:space="0" w:color="auto"/>
      </w:divBdr>
    </w:div>
    <w:div w:id="1729837579">
      <w:bodyDiv w:val="1"/>
      <w:marLeft w:val="0"/>
      <w:marRight w:val="0"/>
      <w:marTop w:val="0"/>
      <w:marBottom w:val="0"/>
      <w:divBdr>
        <w:top w:val="none" w:sz="0" w:space="0" w:color="auto"/>
        <w:left w:val="none" w:sz="0" w:space="0" w:color="auto"/>
        <w:bottom w:val="none" w:sz="0" w:space="0" w:color="auto"/>
        <w:right w:val="none" w:sz="0" w:space="0" w:color="auto"/>
      </w:divBdr>
      <w:divsChild>
        <w:div w:id="1138306793">
          <w:marLeft w:val="0"/>
          <w:marRight w:val="0"/>
          <w:marTop w:val="0"/>
          <w:marBottom w:val="0"/>
          <w:divBdr>
            <w:top w:val="none" w:sz="0" w:space="0" w:color="auto"/>
            <w:left w:val="none" w:sz="0" w:space="0" w:color="auto"/>
            <w:bottom w:val="none" w:sz="0" w:space="0" w:color="auto"/>
            <w:right w:val="none" w:sz="0" w:space="0" w:color="auto"/>
          </w:divBdr>
        </w:div>
        <w:div w:id="1047413982">
          <w:marLeft w:val="0"/>
          <w:marRight w:val="0"/>
          <w:marTop w:val="0"/>
          <w:marBottom w:val="0"/>
          <w:divBdr>
            <w:top w:val="none" w:sz="0" w:space="0" w:color="auto"/>
            <w:left w:val="none" w:sz="0" w:space="0" w:color="auto"/>
            <w:bottom w:val="none" w:sz="0" w:space="0" w:color="auto"/>
            <w:right w:val="none" w:sz="0" w:space="0" w:color="auto"/>
          </w:divBdr>
        </w:div>
        <w:div w:id="168301843">
          <w:marLeft w:val="0"/>
          <w:marRight w:val="0"/>
          <w:marTop w:val="0"/>
          <w:marBottom w:val="0"/>
          <w:divBdr>
            <w:top w:val="none" w:sz="0" w:space="0" w:color="auto"/>
            <w:left w:val="none" w:sz="0" w:space="0" w:color="auto"/>
            <w:bottom w:val="none" w:sz="0" w:space="0" w:color="auto"/>
            <w:right w:val="none" w:sz="0" w:space="0" w:color="auto"/>
          </w:divBdr>
        </w:div>
        <w:div w:id="417336820">
          <w:marLeft w:val="0"/>
          <w:marRight w:val="0"/>
          <w:marTop w:val="0"/>
          <w:marBottom w:val="0"/>
          <w:divBdr>
            <w:top w:val="none" w:sz="0" w:space="0" w:color="auto"/>
            <w:left w:val="none" w:sz="0" w:space="0" w:color="auto"/>
            <w:bottom w:val="none" w:sz="0" w:space="0" w:color="auto"/>
            <w:right w:val="none" w:sz="0" w:space="0" w:color="auto"/>
          </w:divBdr>
        </w:div>
        <w:div w:id="1612279650">
          <w:marLeft w:val="0"/>
          <w:marRight w:val="0"/>
          <w:marTop w:val="0"/>
          <w:marBottom w:val="0"/>
          <w:divBdr>
            <w:top w:val="none" w:sz="0" w:space="0" w:color="auto"/>
            <w:left w:val="none" w:sz="0" w:space="0" w:color="auto"/>
            <w:bottom w:val="none" w:sz="0" w:space="0" w:color="auto"/>
            <w:right w:val="none" w:sz="0" w:space="0" w:color="auto"/>
          </w:divBdr>
        </w:div>
        <w:div w:id="619339160">
          <w:marLeft w:val="0"/>
          <w:marRight w:val="0"/>
          <w:marTop w:val="0"/>
          <w:marBottom w:val="0"/>
          <w:divBdr>
            <w:top w:val="none" w:sz="0" w:space="0" w:color="auto"/>
            <w:left w:val="none" w:sz="0" w:space="0" w:color="auto"/>
            <w:bottom w:val="none" w:sz="0" w:space="0" w:color="auto"/>
            <w:right w:val="none" w:sz="0" w:space="0" w:color="auto"/>
          </w:divBdr>
        </w:div>
        <w:div w:id="985744864">
          <w:marLeft w:val="0"/>
          <w:marRight w:val="0"/>
          <w:marTop w:val="0"/>
          <w:marBottom w:val="0"/>
          <w:divBdr>
            <w:top w:val="none" w:sz="0" w:space="0" w:color="auto"/>
            <w:left w:val="none" w:sz="0" w:space="0" w:color="auto"/>
            <w:bottom w:val="none" w:sz="0" w:space="0" w:color="auto"/>
            <w:right w:val="none" w:sz="0" w:space="0" w:color="auto"/>
          </w:divBdr>
        </w:div>
        <w:div w:id="953831710">
          <w:marLeft w:val="0"/>
          <w:marRight w:val="0"/>
          <w:marTop w:val="0"/>
          <w:marBottom w:val="0"/>
          <w:divBdr>
            <w:top w:val="none" w:sz="0" w:space="0" w:color="auto"/>
            <w:left w:val="none" w:sz="0" w:space="0" w:color="auto"/>
            <w:bottom w:val="none" w:sz="0" w:space="0" w:color="auto"/>
            <w:right w:val="none" w:sz="0" w:space="0" w:color="auto"/>
          </w:divBdr>
        </w:div>
        <w:div w:id="335153107">
          <w:marLeft w:val="0"/>
          <w:marRight w:val="0"/>
          <w:marTop w:val="0"/>
          <w:marBottom w:val="0"/>
          <w:divBdr>
            <w:top w:val="none" w:sz="0" w:space="0" w:color="auto"/>
            <w:left w:val="none" w:sz="0" w:space="0" w:color="auto"/>
            <w:bottom w:val="none" w:sz="0" w:space="0" w:color="auto"/>
            <w:right w:val="none" w:sz="0" w:space="0" w:color="auto"/>
          </w:divBdr>
        </w:div>
        <w:div w:id="1925408983">
          <w:marLeft w:val="0"/>
          <w:marRight w:val="0"/>
          <w:marTop w:val="0"/>
          <w:marBottom w:val="0"/>
          <w:divBdr>
            <w:top w:val="none" w:sz="0" w:space="0" w:color="auto"/>
            <w:left w:val="none" w:sz="0" w:space="0" w:color="auto"/>
            <w:bottom w:val="none" w:sz="0" w:space="0" w:color="auto"/>
            <w:right w:val="none" w:sz="0" w:space="0" w:color="auto"/>
          </w:divBdr>
        </w:div>
        <w:div w:id="802508228">
          <w:marLeft w:val="0"/>
          <w:marRight w:val="0"/>
          <w:marTop w:val="0"/>
          <w:marBottom w:val="0"/>
          <w:divBdr>
            <w:top w:val="none" w:sz="0" w:space="0" w:color="auto"/>
            <w:left w:val="none" w:sz="0" w:space="0" w:color="auto"/>
            <w:bottom w:val="none" w:sz="0" w:space="0" w:color="auto"/>
            <w:right w:val="none" w:sz="0" w:space="0" w:color="auto"/>
          </w:divBdr>
        </w:div>
        <w:div w:id="1975408599">
          <w:marLeft w:val="0"/>
          <w:marRight w:val="0"/>
          <w:marTop w:val="0"/>
          <w:marBottom w:val="0"/>
          <w:divBdr>
            <w:top w:val="none" w:sz="0" w:space="0" w:color="auto"/>
            <w:left w:val="none" w:sz="0" w:space="0" w:color="auto"/>
            <w:bottom w:val="none" w:sz="0" w:space="0" w:color="auto"/>
            <w:right w:val="none" w:sz="0" w:space="0" w:color="auto"/>
          </w:divBdr>
        </w:div>
        <w:div w:id="992299106">
          <w:marLeft w:val="0"/>
          <w:marRight w:val="0"/>
          <w:marTop w:val="0"/>
          <w:marBottom w:val="0"/>
          <w:divBdr>
            <w:top w:val="none" w:sz="0" w:space="0" w:color="auto"/>
            <w:left w:val="none" w:sz="0" w:space="0" w:color="auto"/>
            <w:bottom w:val="none" w:sz="0" w:space="0" w:color="auto"/>
            <w:right w:val="none" w:sz="0" w:space="0" w:color="auto"/>
          </w:divBdr>
        </w:div>
        <w:div w:id="1880970956">
          <w:marLeft w:val="0"/>
          <w:marRight w:val="0"/>
          <w:marTop w:val="0"/>
          <w:marBottom w:val="0"/>
          <w:divBdr>
            <w:top w:val="none" w:sz="0" w:space="0" w:color="auto"/>
            <w:left w:val="none" w:sz="0" w:space="0" w:color="auto"/>
            <w:bottom w:val="none" w:sz="0" w:space="0" w:color="auto"/>
            <w:right w:val="none" w:sz="0" w:space="0" w:color="auto"/>
          </w:divBdr>
        </w:div>
        <w:div w:id="1930264162">
          <w:marLeft w:val="0"/>
          <w:marRight w:val="0"/>
          <w:marTop w:val="0"/>
          <w:marBottom w:val="0"/>
          <w:divBdr>
            <w:top w:val="none" w:sz="0" w:space="0" w:color="auto"/>
            <w:left w:val="none" w:sz="0" w:space="0" w:color="auto"/>
            <w:bottom w:val="none" w:sz="0" w:space="0" w:color="auto"/>
            <w:right w:val="none" w:sz="0" w:space="0" w:color="auto"/>
          </w:divBdr>
        </w:div>
        <w:div w:id="749279121">
          <w:marLeft w:val="0"/>
          <w:marRight w:val="0"/>
          <w:marTop w:val="0"/>
          <w:marBottom w:val="0"/>
          <w:divBdr>
            <w:top w:val="none" w:sz="0" w:space="0" w:color="auto"/>
            <w:left w:val="none" w:sz="0" w:space="0" w:color="auto"/>
            <w:bottom w:val="none" w:sz="0" w:space="0" w:color="auto"/>
            <w:right w:val="none" w:sz="0" w:space="0" w:color="auto"/>
          </w:divBdr>
        </w:div>
        <w:div w:id="496507384">
          <w:marLeft w:val="0"/>
          <w:marRight w:val="0"/>
          <w:marTop w:val="0"/>
          <w:marBottom w:val="0"/>
          <w:divBdr>
            <w:top w:val="none" w:sz="0" w:space="0" w:color="auto"/>
            <w:left w:val="none" w:sz="0" w:space="0" w:color="auto"/>
            <w:bottom w:val="none" w:sz="0" w:space="0" w:color="auto"/>
            <w:right w:val="none" w:sz="0" w:space="0" w:color="auto"/>
          </w:divBdr>
        </w:div>
        <w:div w:id="1425570775">
          <w:marLeft w:val="0"/>
          <w:marRight w:val="0"/>
          <w:marTop w:val="0"/>
          <w:marBottom w:val="0"/>
          <w:divBdr>
            <w:top w:val="none" w:sz="0" w:space="0" w:color="auto"/>
            <w:left w:val="none" w:sz="0" w:space="0" w:color="auto"/>
            <w:bottom w:val="none" w:sz="0" w:space="0" w:color="auto"/>
            <w:right w:val="none" w:sz="0" w:space="0" w:color="auto"/>
          </w:divBdr>
        </w:div>
      </w:divsChild>
    </w:div>
    <w:div w:id="1747216689">
      <w:bodyDiv w:val="1"/>
      <w:marLeft w:val="0"/>
      <w:marRight w:val="0"/>
      <w:marTop w:val="0"/>
      <w:marBottom w:val="0"/>
      <w:divBdr>
        <w:top w:val="none" w:sz="0" w:space="0" w:color="auto"/>
        <w:left w:val="none" w:sz="0" w:space="0" w:color="auto"/>
        <w:bottom w:val="none" w:sz="0" w:space="0" w:color="auto"/>
        <w:right w:val="none" w:sz="0" w:space="0" w:color="auto"/>
      </w:divBdr>
    </w:div>
    <w:div w:id="1749383756">
      <w:bodyDiv w:val="1"/>
      <w:marLeft w:val="0"/>
      <w:marRight w:val="0"/>
      <w:marTop w:val="0"/>
      <w:marBottom w:val="0"/>
      <w:divBdr>
        <w:top w:val="none" w:sz="0" w:space="0" w:color="auto"/>
        <w:left w:val="none" w:sz="0" w:space="0" w:color="auto"/>
        <w:bottom w:val="none" w:sz="0" w:space="0" w:color="auto"/>
        <w:right w:val="none" w:sz="0" w:space="0" w:color="auto"/>
      </w:divBdr>
    </w:div>
    <w:div w:id="1773090432">
      <w:bodyDiv w:val="1"/>
      <w:marLeft w:val="0"/>
      <w:marRight w:val="0"/>
      <w:marTop w:val="0"/>
      <w:marBottom w:val="0"/>
      <w:divBdr>
        <w:top w:val="none" w:sz="0" w:space="0" w:color="auto"/>
        <w:left w:val="none" w:sz="0" w:space="0" w:color="auto"/>
        <w:bottom w:val="none" w:sz="0" w:space="0" w:color="auto"/>
        <w:right w:val="none" w:sz="0" w:space="0" w:color="auto"/>
      </w:divBdr>
    </w:div>
    <w:div w:id="1793868030">
      <w:bodyDiv w:val="1"/>
      <w:marLeft w:val="0"/>
      <w:marRight w:val="0"/>
      <w:marTop w:val="0"/>
      <w:marBottom w:val="0"/>
      <w:divBdr>
        <w:top w:val="none" w:sz="0" w:space="0" w:color="auto"/>
        <w:left w:val="none" w:sz="0" w:space="0" w:color="auto"/>
        <w:bottom w:val="none" w:sz="0" w:space="0" w:color="auto"/>
        <w:right w:val="none" w:sz="0" w:space="0" w:color="auto"/>
      </w:divBdr>
    </w:div>
    <w:div w:id="1802455811">
      <w:bodyDiv w:val="1"/>
      <w:marLeft w:val="0"/>
      <w:marRight w:val="0"/>
      <w:marTop w:val="0"/>
      <w:marBottom w:val="0"/>
      <w:divBdr>
        <w:top w:val="none" w:sz="0" w:space="0" w:color="auto"/>
        <w:left w:val="none" w:sz="0" w:space="0" w:color="auto"/>
        <w:bottom w:val="none" w:sz="0" w:space="0" w:color="auto"/>
        <w:right w:val="none" w:sz="0" w:space="0" w:color="auto"/>
      </w:divBdr>
    </w:div>
    <w:div w:id="1833108541">
      <w:bodyDiv w:val="1"/>
      <w:marLeft w:val="0"/>
      <w:marRight w:val="0"/>
      <w:marTop w:val="0"/>
      <w:marBottom w:val="0"/>
      <w:divBdr>
        <w:top w:val="none" w:sz="0" w:space="0" w:color="auto"/>
        <w:left w:val="none" w:sz="0" w:space="0" w:color="auto"/>
        <w:bottom w:val="none" w:sz="0" w:space="0" w:color="auto"/>
        <w:right w:val="none" w:sz="0" w:space="0" w:color="auto"/>
      </w:divBdr>
    </w:div>
    <w:div w:id="1853758322">
      <w:bodyDiv w:val="1"/>
      <w:marLeft w:val="0"/>
      <w:marRight w:val="0"/>
      <w:marTop w:val="0"/>
      <w:marBottom w:val="0"/>
      <w:divBdr>
        <w:top w:val="none" w:sz="0" w:space="0" w:color="auto"/>
        <w:left w:val="none" w:sz="0" w:space="0" w:color="auto"/>
        <w:bottom w:val="none" w:sz="0" w:space="0" w:color="auto"/>
        <w:right w:val="none" w:sz="0" w:space="0" w:color="auto"/>
      </w:divBdr>
    </w:div>
    <w:div w:id="1860776567">
      <w:bodyDiv w:val="1"/>
      <w:marLeft w:val="0"/>
      <w:marRight w:val="0"/>
      <w:marTop w:val="0"/>
      <w:marBottom w:val="0"/>
      <w:divBdr>
        <w:top w:val="none" w:sz="0" w:space="0" w:color="auto"/>
        <w:left w:val="none" w:sz="0" w:space="0" w:color="auto"/>
        <w:bottom w:val="none" w:sz="0" w:space="0" w:color="auto"/>
        <w:right w:val="none" w:sz="0" w:space="0" w:color="auto"/>
      </w:divBdr>
    </w:div>
    <w:div w:id="1863743682">
      <w:bodyDiv w:val="1"/>
      <w:marLeft w:val="0"/>
      <w:marRight w:val="0"/>
      <w:marTop w:val="0"/>
      <w:marBottom w:val="0"/>
      <w:divBdr>
        <w:top w:val="none" w:sz="0" w:space="0" w:color="auto"/>
        <w:left w:val="none" w:sz="0" w:space="0" w:color="auto"/>
        <w:bottom w:val="none" w:sz="0" w:space="0" w:color="auto"/>
        <w:right w:val="none" w:sz="0" w:space="0" w:color="auto"/>
      </w:divBdr>
    </w:div>
    <w:div w:id="1867788397">
      <w:bodyDiv w:val="1"/>
      <w:marLeft w:val="0"/>
      <w:marRight w:val="0"/>
      <w:marTop w:val="0"/>
      <w:marBottom w:val="0"/>
      <w:divBdr>
        <w:top w:val="none" w:sz="0" w:space="0" w:color="auto"/>
        <w:left w:val="none" w:sz="0" w:space="0" w:color="auto"/>
        <w:bottom w:val="none" w:sz="0" w:space="0" w:color="auto"/>
        <w:right w:val="none" w:sz="0" w:space="0" w:color="auto"/>
      </w:divBdr>
    </w:div>
    <w:div w:id="1871840422">
      <w:bodyDiv w:val="1"/>
      <w:marLeft w:val="0"/>
      <w:marRight w:val="0"/>
      <w:marTop w:val="0"/>
      <w:marBottom w:val="0"/>
      <w:divBdr>
        <w:top w:val="none" w:sz="0" w:space="0" w:color="auto"/>
        <w:left w:val="none" w:sz="0" w:space="0" w:color="auto"/>
        <w:bottom w:val="none" w:sz="0" w:space="0" w:color="auto"/>
        <w:right w:val="none" w:sz="0" w:space="0" w:color="auto"/>
      </w:divBdr>
    </w:div>
    <w:div w:id="1894778568">
      <w:bodyDiv w:val="1"/>
      <w:marLeft w:val="0"/>
      <w:marRight w:val="0"/>
      <w:marTop w:val="0"/>
      <w:marBottom w:val="0"/>
      <w:divBdr>
        <w:top w:val="none" w:sz="0" w:space="0" w:color="auto"/>
        <w:left w:val="none" w:sz="0" w:space="0" w:color="auto"/>
        <w:bottom w:val="none" w:sz="0" w:space="0" w:color="auto"/>
        <w:right w:val="none" w:sz="0" w:space="0" w:color="auto"/>
      </w:divBdr>
      <w:divsChild>
        <w:div w:id="1501892255">
          <w:marLeft w:val="0"/>
          <w:marRight w:val="0"/>
          <w:marTop w:val="0"/>
          <w:marBottom w:val="0"/>
          <w:divBdr>
            <w:top w:val="none" w:sz="0" w:space="0" w:color="auto"/>
            <w:left w:val="none" w:sz="0" w:space="0" w:color="auto"/>
            <w:bottom w:val="none" w:sz="0" w:space="0" w:color="auto"/>
            <w:right w:val="none" w:sz="0" w:space="0" w:color="auto"/>
          </w:divBdr>
        </w:div>
      </w:divsChild>
    </w:div>
    <w:div w:id="1916012298">
      <w:bodyDiv w:val="1"/>
      <w:marLeft w:val="0"/>
      <w:marRight w:val="0"/>
      <w:marTop w:val="0"/>
      <w:marBottom w:val="0"/>
      <w:divBdr>
        <w:top w:val="none" w:sz="0" w:space="0" w:color="auto"/>
        <w:left w:val="none" w:sz="0" w:space="0" w:color="auto"/>
        <w:bottom w:val="none" w:sz="0" w:space="0" w:color="auto"/>
        <w:right w:val="none" w:sz="0" w:space="0" w:color="auto"/>
      </w:divBdr>
    </w:div>
    <w:div w:id="1924139914">
      <w:bodyDiv w:val="1"/>
      <w:marLeft w:val="0"/>
      <w:marRight w:val="0"/>
      <w:marTop w:val="0"/>
      <w:marBottom w:val="0"/>
      <w:divBdr>
        <w:top w:val="none" w:sz="0" w:space="0" w:color="auto"/>
        <w:left w:val="none" w:sz="0" w:space="0" w:color="auto"/>
        <w:bottom w:val="none" w:sz="0" w:space="0" w:color="auto"/>
        <w:right w:val="none" w:sz="0" w:space="0" w:color="auto"/>
      </w:divBdr>
    </w:div>
    <w:div w:id="1940016278">
      <w:bodyDiv w:val="1"/>
      <w:marLeft w:val="0"/>
      <w:marRight w:val="0"/>
      <w:marTop w:val="0"/>
      <w:marBottom w:val="0"/>
      <w:divBdr>
        <w:top w:val="none" w:sz="0" w:space="0" w:color="auto"/>
        <w:left w:val="none" w:sz="0" w:space="0" w:color="auto"/>
        <w:bottom w:val="none" w:sz="0" w:space="0" w:color="auto"/>
        <w:right w:val="none" w:sz="0" w:space="0" w:color="auto"/>
      </w:divBdr>
    </w:div>
    <w:div w:id="1944223016">
      <w:bodyDiv w:val="1"/>
      <w:marLeft w:val="0"/>
      <w:marRight w:val="0"/>
      <w:marTop w:val="0"/>
      <w:marBottom w:val="0"/>
      <w:divBdr>
        <w:top w:val="none" w:sz="0" w:space="0" w:color="auto"/>
        <w:left w:val="none" w:sz="0" w:space="0" w:color="auto"/>
        <w:bottom w:val="none" w:sz="0" w:space="0" w:color="auto"/>
        <w:right w:val="none" w:sz="0" w:space="0" w:color="auto"/>
      </w:divBdr>
    </w:div>
    <w:div w:id="1955289398">
      <w:bodyDiv w:val="1"/>
      <w:marLeft w:val="0"/>
      <w:marRight w:val="0"/>
      <w:marTop w:val="0"/>
      <w:marBottom w:val="0"/>
      <w:divBdr>
        <w:top w:val="none" w:sz="0" w:space="0" w:color="auto"/>
        <w:left w:val="none" w:sz="0" w:space="0" w:color="auto"/>
        <w:bottom w:val="none" w:sz="0" w:space="0" w:color="auto"/>
        <w:right w:val="none" w:sz="0" w:space="0" w:color="auto"/>
      </w:divBdr>
    </w:div>
    <w:div w:id="1957563476">
      <w:bodyDiv w:val="1"/>
      <w:marLeft w:val="0"/>
      <w:marRight w:val="0"/>
      <w:marTop w:val="0"/>
      <w:marBottom w:val="0"/>
      <w:divBdr>
        <w:top w:val="none" w:sz="0" w:space="0" w:color="auto"/>
        <w:left w:val="none" w:sz="0" w:space="0" w:color="auto"/>
        <w:bottom w:val="none" w:sz="0" w:space="0" w:color="auto"/>
        <w:right w:val="none" w:sz="0" w:space="0" w:color="auto"/>
      </w:divBdr>
    </w:div>
    <w:div w:id="1967810960">
      <w:bodyDiv w:val="1"/>
      <w:marLeft w:val="0"/>
      <w:marRight w:val="0"/>
      <w:marTop w:val="0"/>
      <w:marBottom w:val="0"/>
      <w:divBdr>
        <w:top w:val="none" w:sz="0" w:space="0" w:color="auto"/>
        <w:left w:val="none" w:sz="0" w:space="0" w:color="auto"/>
        <w:bottom w:val="none" w:sz="0" w:space="0" w:color="auto"/>
        <w:right w:val="none" w:sz="0" w:space="0" w:color="auto"/>
      </w:divBdr>
    </w:div>
    <w:div w:id="1968051423">
      <w:bodyDiv w:val="1"/>
      <w:marLeft w:val="0"/>
      <w:marRight w:val="0"/>
      <w:marTop w:val="0"/>
      <w:marBottom w:val="0"/>
      <w:divBdr>
        <w:top w:val="none" w:sz="0" w:space="0" w:color="auto"/>
        <w:left w:val="none" w:sz="0" w:space="0" w:color="auto"/>
        <w:bottom w:val="none" w:sz="0" w:space="0" w:color="auto"/>
        <w:right w:val="none" w:sz="0" w:space="0" w:color="auto"/>
      </w:divBdr>
    </w:div>
    <w:div w:id="2024627949">
      <w:bodyDiv w:val="1"/>
      <w:marLeft w:val="0"/>
      <w:marRight w:val="0"/>
      <w:marTop w:val="0"/>
      <w:marBottom w:val="0"/>
      <w:divBdr>
        <w:top w:val="none" w:sz="0" w:space="0" w:color="auto"/>
        <w:left w:val="none" w:sz="0" w:space="0" w:color="auto"/>
        <w:bottom w:val="none" w:sz="0" w:space="0" w:color="auto"/>
        <w:right w:val="none" w:sz="0" w:space="0" w:color="auto"/>
      </w:divBdr>
    </w:div>
    <w:div w:id="2043899621">
      <w:bodyDiv w:val="1"/>
      <w:marLeft w:val="0"/>
      <w:marRight w:val="0"/>
      <w:marTop w:val="0"/>
      <w:marBottom w:val="0"/>
      <w:divBdr>
        <w:top w:val="none" w:sz="0" w:space="0" w:color="auto"/>
        <w:left w:val="none" w:sz="0" w:space="0" w:color="auto"/>
        <w:bottom w:val="none" w:sz="0" w:space="0" w:color="auto"/>
        <w:right w:val="none" w:sz="0" w:space="0" w:color="auto"/>
      </w:divBdr>
    </w:div>
    <w:div w:id="2051223928">
      <w:bodyDiv w:val="1"/>
      <w:marLeft w:val="0"/>
      <w:marRight w:val="0"/>
      <w:marTop w:val="0"/>
      <w:marBottom w:val="0"/>
      <w:divBdr>
        <w:top w:val="none" w:sz="0" w:space="0" w:color="auto"/>
        <w:left w:val="none" w:sz="0" w:space="0" w:color="auto"/>
        <w:bottom w:val="none" w:sz="0" w:space="0" w:color="auto"/>
        <w:right w:val="none" w:sz="0" w:space="0" w:color="auto"/>
      </w:divBdr>
    </w:div>
    <w:div w:id="2067988787">
      <w:bodyDiv w:val="1"/>
      <w:marLeft w:val="0"/>
      <w:marRight w:val="0"/>
      <w:marTop w:val="0"/>
      <w:marBottom w:val="0"/>
      <w:divBdr>
        <w:top w:val="none" w:sz="0" w:space="0" w:color="auto"/>
        <w:left w:val="none" w:sz="0" w:space="0" w:color="auto"/>
        <w:bottom w:val="none" w:sz="0" w:space="0" w:color="auto"/>
        <w:right w:val="none" w:sz="0" w:space="0" w:color="auto"/>
      </w:divBdr>
    </w:div>
    <w:div w:id="2100443879">
      <w:bodyDiv w:val="1"/>
      <w:marLeft w:val="0"/>
      <w:marRight w:val="0"/>
      <w:marTop w:val="0"/>
      <w:marBottom w:val="0"/>
      <w:divBdr>
        <w:top w:val="none" w:sz="0" w:space="0" w:color="auto"/>
        <w:left w:val="none" w:sz="0" w:space="0" w:color="auto"/>
        <w:bottom w:val="none" w:sz="0" w:space="0" w:color="auto"/>
        <w:right w:val="none" w:sz="0" w:space="0" w:color="auto"/>
      </w:divBdr>
    </w:div>
    <w:div w:id="2108964582">
      <w:bodyDiv w:val="1"/>
      <w:marLeft w:val="0"/>
      <w:marRight w:val="0"/>
      <w:marTop w:val="0"/>
      <w:marBottom w:val="0"/>
      <w:divBdr>
        <w:top w:val="none" w:sz="0" w:space="0" w:color="auto"/>
        <w:left w:val="none" w:sz="0" w:space="0" w:color="auto"/>
        <w:bottom w:val="none" w:sz="0" w:space="0" w:color="auto"/>
        <w:right w:val="none" w:sz="0" w:space="0" w:color="auto"/>
      </w:divBdr>
      <w:divsChild>
        <w:div w:id="71245235">
          <w:marLeft w:val="0"/>
          <w:marRight w:val="0"/>
          <w:marTop w:val="0"/>
          <w:marBottom w:val="0"/>
          <w:divBdr>
            <w:top w:val="none" w:sz="0" w:space="0" w:color="auto"/>
            <w:left w:val="none" w:sz="0" w:space="0" w:color="auto"/>
            <w:bottom w:val="none" w:sz="0" w:space="0" w:color="auto"/>
            <w:right w:val="none" w:sz="0" w:space="0" w:color="auto"/>
          </w:divBdr>
          <w:divsChild>
            <w:div w:id="210926938">
              <w:marLeft w:val="0"/>
              <w:marRight w:val="0"/>
              <w:marTop w:val="0"/>
              <w:marBottom w:val="0"/>
              <w:divBdr>
                <w:top w:val="none" w:sz="0" w:space="0" w:color="auto"/>
                <w:left w:val="none" w:sz="0" w:space="0" w:color="auto"/>
                <w:bottom w:val="none" w:sz="0" w:space="0" w:color="auto"/>
                <w:right w:val="none" w:sz="0" w:space="0" w:color="auto"/>
              </w:divBdr>
              <w:divsChild>
                <w:div w:id="319816481">
                  <w:marLeft w:val="0"/>
                  <w:marRight w:val="0"/>
                  <w:marTop w:val="0"/>
                  <w:marBottom w:val="0"/>
                  <w:divBdr>
                    <w:top w:val="none" w:sz="0" w:space="0" w:color="auto"/>
                    <w:left w:val="none" w:sz="0" w:space="0" w:color="auto"/>
                    <w:bottom w:val="none" w:sz="0" w:space="0" w:color="auto"/>
                    <w:right w:val="none" w:sz="0" w:space="0" w:color="auto"/>
                  </w:divBdr>
                  <w:divsChild>
                    <w:div w:id="89081504">
                      <w:marLeft w:val="0"/>
                      <w:marRight w:val="0"/>
                      <w:marTop w:val="0"/>
                      <w:marBottom w:val="0"/>
                      <w:divBdr>
                        <w:top w:val="none" w:sz="0" w:space="0" w:color="auto"/>
                        <w:left w:val="none" w:sz="0" w:space="0" w:color="auto"/>
                        <w:bottom w:val="none" w:sz="0" w:space="0" w:color="auto"/>
                        <w:right w:val="none" w:sz="0" w:space="0" w:color="auto"/>
                      </w:divBdr>
                      <w:divsChild>
                        <w:div w:id="1309894133">
                          <w:marLeft w:val="0"/>
                          <w:marRight w:val="0"/>
                          <w:marTop w:val="0"/>
                          <w:marBottom w:val="0"/>
                          <w:divBdr>
                            <w:top w:val="none" w:sz="0" w:space="0" w:color="auto"/>
                            <w:left w:val="none" w:sz="0" w:space="0" w:color="auto"/>
                            <w:bottom w:val="none" w:sz="0" w:space="0" w:color="auto"/>
                            <w:right w:val="none" w:sz="0" w:space="0" w:color="auto"/>
                          </w:divBdr>
                          <w:divsChild>
                            <w:div w:id="823665565">
                              <w:marLeft w:val="0"/>
                              <w:marRight w:val="0"/>
                              <w:marTop w:val="0"/>
                              <w:marBottom w:val="0"/>
                              <w:divBdr>
                                <w:top w:val="none" w:sz="0" w:space="0" w:color="auto"/>
                                <w:left w:val="none" w:sz="0" w:space="0" w:color="auto"/>
                                <w:bottom w:val="none" w:sz="0" w:space="0" w:color="auto"/>
                                <w:right w:val="none" w:sz="0" w:space="0" w:color="auto"/>
                              </w:divBdr>
                              <w:divsChild>
                                <w:div w:id="1634599951">
                                  <w:marLeft w:val="0"/>
                                  <w:marRight w:val="0"/>
                                  <w:marTop w:val="0"/>
                                  <w:marBottom w:val="0"/>
                                  <w:divBdr>
                                    <w:top w:val="none" w:sz="0" w:space="0" w:color="auto"/>
                                    <w:left w:val="none" w:sz="0" w:space="0" w:color="auto"/>
                                    <w:bottom w:val="none" w:sz="0" w:space="0" w:color="auto"/>
                                    <w:right w:val="none" w:sz="0" w:space="0" w:color="auto"/>
                                  </w:divBdr>
                                  <w:divsChild>
                                    <w:div w:id="95486405">
                                      <w:marLeft w:val="0"/>
                                      <w:marRight w:val="0"/>
                                      <w:marTop w:val="0"/>
                                      <w:marBottom w:val="0"/>
                                      <w:divBdr>
                                        <w:top w:val="none" w:sz="0" w:space="0" w:color="auto"/>
                                        <w:left w:val="none" w:sz="0" w:space="0" w:color="auto"/>
                                        <w:bottom w:val="none" w:sz="0" w:space="0" w:color="auto"/>
                                        <w:right w:val="none" w:sz="0" w:space="0" w:color="auto"/>
                                      </w:divBdr>
                                      <w:divsChild>
                                        <w:div w:id="620847348">
                                          <w:marLeft w:val="0"/>
                                          <w:marRight w:val="0"/>
                                          <w:marTop w:val="0"/>
                                          <w:marBottom w:val="0"/>
                                          <w:divBdr>
                                            <w:top w:val="none" w:sz="0" w:space="0" w:color="auto"/>
                                            <w:left w:val="none" w:sz="0" w:space="0" w:color="auto"/>
                                            <w:bottom w:val="none" w:sz="0" w:space="0" w:color="auto"/>
                                            <w:right w:val="none" w:sz="0" w:space="0" w:color="auto"/>
                                          </w:divBdr>
                                          <w:divsChild>
                                            <w:div w:id="1982228063">
                                              <w:marLeft w:val="0"/>
                                              <w:marRight w:val="0"/>
                                              <w:marTop w:val="0"/>
                                              <w:marBottom w:val="0"/>
                                              <w:divBdr>
                                                <w:top w:val="none" w:sz="0" w:space="0" w:color="auto"/>
                                                <w:left w:val="none" w:sz="0" w:space="0" w:color="auto"/>
                                                <w:bottom w:val="none" w:sz="0" w:space="0" w:color="auto"/>
                                                <w:right w:val="none" w:sz="0" w:space="0" w:color="auto"/>
                                              </w:divBdr>
                                              <w:divsChild>
                                                <w:div w:id="1780687073">
                                                  <w:marLeft w:val="0"/>
                                                  <w:marRight w:val="0"/>
                                                  <w:marTop w:val="0"/>
                                                  <w:marBottom w:val="0"/>
                                                  <w:divBdr>
                                                    <w:top w:val="none" w:sz="0" w:space="0" w:color="auto"/>
                                                    <w:left w:val="none" w:sz="0" w:space="0" w:color="auto"/>
                                                    <w:bottom w:val="none" w:sz="0" w:space="0" w:color="auto"/>
                                                    <w:right w:val="none" w:sz="0" w:space="0" w:color="auto"/>
                                                  </w:divBdr>
                                                  <w:divsChild>
                                                    <w:div w:id="1884360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13554059">
      <w:bodyDiv w:val="1"/>
      <w:marLeft w:val="0"/>
      <w:marRight w:val="0"/>
      <w:marTop w:val="0"/>
      <w:marBottom w:val="0"/>
      <w:divBdr>
        <w:top w:val="none" w:sz="0" w:space="0" w:color="auto"/>
        <w:left w:val="none" w:sz="0" w:space="0" w:color="auto"/>
        <w:bottom w:val="none" w:sz="0" w:space="0" w:color="auto"/>
        <w:right w:val="none" w:sz="0" w:space="0" w:color="auto"/>
      </w:divBdr>
    </w:div>
    <w:div w:id="21434209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ublishing.insead.ed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K:\Research_Publications\Cases%20ADMIN\TEMPLATES\2020%20Templates%20CS-TN-BN-RP-Slides-Centres\RolePlay-template-Feb202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0717273D0E94B741A2145112A0012FAC" ma:contentTypeVersion="11" ma:contentTypeDescription="Create a new document." ma:contentTypeScope="" ma:versionID="5e0d78cc3a0c103158e675e78c583d68">
  <xsd:schema xmlns:xsd="http://www.w3.org/2001/XMLSchema" xmlns:xs="http://www.w3.org/2001/XMLSchema" xmlns:p="http://schemas.microsoft.com/office/2006/metadata/properties" xmlns:ns3="48953309-475d-405e-aca6-9ddf37f3cc65" xmlns:ns4="5f8a36b0-e99b-49f4-afaa-e067911c5ad4" targetNamespace="http://schemas.microsoft.com/office/2006/metadata/properties" ma:root="true" ma:fieldsID="2511dd6f1324ea2681cab5bc18f257a4" ns3:_="" ns4:_="">
    <xsd:import namespace="48953309-475d-405e-aca6-9ddf37f3cc65"/>
    <xsd:import namespace="5f8a36b0-e99b-49f4-afaa-e067911c5ad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EventHashCode" minOccurs="0"/>
                <xsd:element ref="ns4: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953309-475d-405e-aca6-9ddf37f3cc6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8a36b0-e99b-49f4-afaa-e067911c5ad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0A758D-6D4E-44DF-9007-000CF625EDC0}">
  <ds:schemaRefs>
    <ds:schemaRef ds:uri="http://schemas.microsoft.com/sharepoint/v3/contenttype/forms"/>
  </ds:schemaRefs>
</ds:datastoreItem>
</file>

<file path=customXml/itemProps2.xml><?xml version="1.0" encoding="utf-8"?>
<ds:datastoreItem xmlns:ds="http://schemas.openxmlformats.org/officeDocument/2006/customXml" ds:itemID="{994356D7-F677-4E2A-8574-BA9457963D0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0F5B792-2C8E-4481-8CD0-CEF0C2C6909B}">
  <ds:schemaRefs>
    <ds:schemaRef ds:uri="http://schemas.openxmlformats.org/officeDocument/2006/bibliography"/>
  </ds:schemaRefs>
</ds:datastoreItem>
</file>

<file path=customXml/itemProps4.xml><?xml version="1.0" encoding="utf-8"?>
<ds:datastoreItem xmlns:ds="http://schemas.openxmlformats.org/officeDocument/2006/customXml" ds:itemID="{E7C442B7-318D-4EC4-BB55-D85E47E713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953309-475d-405e-aca6-9ddf37f3cc65"/>
    <ds:schemaRef ds:uri="5f8a36b0-e99b-49f4-afaa-e067911c5a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RolePlay-template-Feb2025.dotx</Template>
  <TotalTime>48</TotalTime>
  <Pages>8</Pages>
  <Words>3393</Words>
  <Characters>18665</Characters>
  <Application>Microsoft Office Word</Application>
  <DocSecurity>0</DocSecurity>
  <Lines>155</Lines>
  <Paragraphs>44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Videolink address to IPCC Working Group 3 – Vigo, Spain, 5 Nov</vt:lpstr>
    </vt:vector>
  </TitlesOfParts>
  <Company>UNFCCC</Company>
  <LinksUpToDate>false</LinksUpToDate>
  <CharactersWithSpaces>22014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OEHLER Mathias</dc:creator>
  <cp:keywords/>
  <cp:lastModifiedBy>SHIKHOVA Larisa</cp:lastModifiedBy>
  <cp:revision>18</cp:revision>
  <cp:lastPrinted>2018-12-16T17:40:00Z</cp:lastPrinted>
  <dcterms:created xsi:type="dcterms:W3CDTF">2025-05-27T14:39:00Z</dcterms:created>
  <dcterms:modified xsi:type="dcterms:W3CDTF">2025-06-25T08:16:00Z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0x0101000717273D0E94B741A2145112A0012FAC</vt:lpwstr>
  </property>
</Properties>
</file>